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09776A97" w14:textId="77777777" w:rsidTr="00DC046E">
        <w:trPr>
          <w:cantSplit/>
          <w:trHeight w:hRule="exact" w:val="851"/>
        </w:trPr>
        <w:tc>
          <w:tcPr>
            <w:tcW w:w="1276" w:type="dxa"/>
            <w:tcBorders>
              <w:bottom w:val="single" w:sz="4" w:space="0" w:color="auto"/>
            </w:tcBorders>
            <w:vAlign w:val="bottom"/>
          </w:tcPr>
          <w:p w14:paraId="6BEF6D36" w14:textId="77777777" w:rsidR="00B56E9C" w:rsidRDefault="00B56E9C" w:rsidP="00DC046E">
            <w:pPr>
              <w:spacing w:after="80"/>
            </w:pPr>
          </w:p>
        </w:tc>
        <w:tc>
          <w:tcPr>
            <w:tcW w:w="2268" w:type="dxa"/>
            <w:tcBorders>
              <w:bottom w:val="single" w:sz="4" w:space="0" w:color="auto"/>
            </w:tcBorders>
            <w:vAlign w:val="bottom"/>
          </w:tcPr>
          <w:p w14:paraId="5B3DB2FE" w14:textId="51C45A3D" w:rsidR="00B56E9C" w:rsidRPr="00B97172" w:rsidRDefault="00B56E9C" w:rsidP="00DC046E">
            <w:pPr>
              <w:spacing w:after="80" w:line="300" w:lineRule="exact"/>
              <w:rPr>
                <w:b/>
                <w:sz w:val="24"/>
                <w:szCs w:val="24"/>
              </w:rPr>
            </w:pPr>
          </w:p>
        </w:tc>
        <w:tc>
          <w:tcPr>
            <w:tcW w:w="6095" w:type="dxa"/>
            <w:gridSpan w:val="2"/>
            <w:tcBorders>
              <w:bottom w:val="single" w:sz="4" w:space="0" w:color="auto"/>
            </w:tcBorders>
            <w:vAlign w:val="bottom"/>
          </w:tcPr>
          <w:p w14:paraId="69089635" w14:textId="504DBFCF" w:rsidR="00B56E9C" w:rsidRPr="00D47EEA" w:rsidRDefault="00B56E9C" w:rsidP="00F13C09">
            <w:pPr>
              <w:jc w:val="right"/>
            </w:pPr>
          </w:p>
        </w:tc>
      </w:tr>
      <w:tr w:rsidR="00B56E9C" w14:paraId="63493C25" w14:textId="77777777" w:rsidTr="00DC046E">
        <w:trPr>
          <w:cantSplit/>
          <w:trHeight w:hRule="exact" w:val="2835"/>
        </w:trPr>
        <w:tc>
          <w:tcPr>
            <w:tcW w:w="1276" w:type="dxa"/>
            <w:tcBorders>
              <w:top w:val="single" w:sz="4" w:space="0" w:color="auto"/>
              <w:bottom w:val="single" w:sz="12" w:space="0" w:color="auto"/>
            </w:tcBorders>
          </w:tcPr>
          <w:p w14:paraId="4540D595" w14:textId="07FB636A" w:rsidR="00B56E9C" w:rsidRDefault="00B56E9C" w:rsidP="00DC046E">
            <w:pPr>
              <w:spacing w:before="120"/>
            </w:pPr>
          </w:p>
        </w:tc>
        <w:tc>
          <w:tcPr>
            <w:tcW w:w="5528" w:type="dxa"/>
            <w:gridSpan w:val="2"/>
            <w:tcBorders>
              <w:top w:val="single" w:sz="4" w:space="0" w:color="auto"/>
              <w:bottom w:val="single" w:sz="12" w:space="0" w:color="auto"/>
            </w:tcBorders>
          </w:tcPr>
          <w:p w14:paraId="634E8DD8" w14:textId="30060D30" w:rsidR="00B56E9C" w:rsidRPr="00267F5F" w:rsidRDefault="00D529AC" w:rsidP="00DC046E">
            <w:pPr>
              <w:spacing w:before="120" w:line="380" w:lineRule="exact"/>
              <w:rPr>
                <w:sz w:val="34"/>
              </w:rPr>
            </w:pPr>
            <w:r>
              <w:rPr>
                <w:sz w:val="34"/>
              </w:rPr>
              <w:t>Advance Unedited Version</w:t>
            </w:r>
          </w:p>
        </w:tc>
        <w:tc>
          <w:tcPr>
            <w:tcW w:w="2835" w:type="dxa"/>
            <w:tcBorders>
              <w:top w:val="single" w:sz="4" w:space="0" w:color="auto"/>
              <w:bottom w:val="single" w:sz="12" w:space="0" w:color="auto"/>
            </w:tcBorders>
          </w:tcPr>
          <w:p w14:paraId="64A68500" w14:textId="20813886" w:rsidR="00D1056F" w:rsidRDefault="00D1056F" w:rsidP="00DA0CF8">
            <w:pPr>
              <w:spacing w:line="240" w:lineRule="exact"/>
            </w:pPr>
          </w:p>
        </w:tc>
      </w:tr>
    </w:tbl>
    <w:p w14:paraId="0B954DE8" w14:textId="77777777" w:rsidR="00D1056F" w:rsidRPr="00F81F83" w:rsidRDefault="00D1056F" w:rsidP="00D1056F">
      <w:pPr>
        <w:spacing w:before="120"/>
        <w:rPr>
          <w:b/>
          <w:bCs/>
          <w:sz w:val="24"/>
          <w:szCs w:val="24"/>
        </w:rPr>
      </w:pPr>
      <w:r w:rsidRPr="00F81F83">
        <w:rPr>
          <w:b/>
          <w:bCs/>
          <w:sz w:val="24"/>
          <w:szCs w:val="24"/>
        </w:rPr>
        <w:t>Human Rights Committee</w:t>
      </w:r>
    </w:p>
    <w:p w14:paraId="6479B4CF" w14:textId="7F867476" w:rsidR="00D1056F" w:rsidRDefault="00D1056F" w:rsidP="00D1056F">
      <w:pPr>
        <w:pStyle w:val="HChG"/>
        <w:rPr>
          <w:b w:val="0"/>
          <w:sz w:val="20"/>
        </w:rPr>
      </w:pPr>
      <w:r w:rsidRPr="00D12008">
        <w:tab/>
      </w:r>
      <w:r>
        <w:tab/>
        <w:t>Concluding observations on the</w:t>
      </w:r>
      <w:r w:rsidR="00440C02">
        <w:t xml:space="preserve"> initial </w:t>
      </w:r>
      <w:r w:rsidRPr="00D12008">
        <w:t>report</w:t>
      </w:r>
      <w:r w:rsidRPr="00C4374F">
        <w:rPr>
          <w:color w:val="FF0000"/>
        </w:rPr>
        <w:t xml:space="preserve"> </w:t>
      </w:r>
      <w:r w:rsidRPr="00D12008">
        <w:t xml:space="preserve">of </w:t>
      </w:r>
      <w:r w:rsidR="00440C02">
        <w:t>Pakistan</w:t>
      </w:r>
      <w:r w:rsidRPr="0020050C">
        <w:rPr>
          <w:rStyle w:val="FootnoteReference"/>
          <w:b w:val="0"/>
          <w:sz w:val="20"/>
        </w:rPr>
        <w:footnoteReference w:customMarkFollows="1" w:id="2"/>
        <w:t>*</w:t>
      </w:r>
      <w:r w:rsidR="0020050C" w:rsidRPr="0020050C">
        <w:rPr>
          <w:rStyle w:val="FootnoteReference"/>
          <w:b w:val="0"/>
          <w:sz w:val="20"/>
        </w:rPr>
        <w:t>,</w:t>
      </w:r>
    </w:p>
    <w:p w14:paraId="11430479" w14:textId="77777777" w:rsidR="00536ED4" w:rsidRPr="00D27679" w:rsidRDefault="00536ED4" w:rsidP="00536ED4">
      <w:pPr>
        <w:pStyle w:val="SingleTxtG"/>
      </w:pPr>
      <w:r w:rsidRPr="00D27679">
        <w:t>1.</w:t>
      </w:r>
      <w:r w:rsidRPr="00D27679">
        <w:tab/>
        <w:t>The Committee considered the initial report of Pakistan (CCPR/C/PAK/1) at its 3386th, 3387th and 3388th meetings (see CCPR/C/SR.3386, 3387 and 3388), held on 11 and 12 July 2017. At its 340</w:t>
      </w:r>
      <w:r>
        <w:t>6</w:t>
      </w:r>
      <w:r w:rsidRPr="00185FB4">
        <w:rPr>
          <w:vertAlign w:val="superscript"/>
        </w:rPr>
        <w:t>th</w:t>
      </w:r>
      <w:r>
        <w:t xml:space="preserve"> and 3407th</w:t>
      </w:r>
      <w:r w:rsidRPr="00D27679">
        <w:t xml:space="preserve"> meeting</w:t>
      </w:r>
      <w:r>
        <w:t>s</w:t>
      </w:r>
      <w:r w:rsidRPr="00D27679">
        <w:t>, held on 25</w:t>
      </w:r>
      <w:r>
        <w:t xml:space="preserve"> and 26</w:t>
      </w:r>
      <w:r w:rsidRPr="00D27679">
        <w:t xml:space="preserve"> July 2017, it adopted the present concluding observations.</w:t>
      </w:r>
    </w:p>
    <w:p w14:paraId="530F453C" w14:textId="77777777" w:rsidR="00536ED4" w:rsidRPr="00D27679" w:rsidRDefault="00536ED4" w:rsidP="00536ED4">
      <w:pPr>
        <w:pStyle w:val="H1G"/>
      </w:pPr>
      <w:r w:rsidRPr="00D27679">
        <w:tab/>
        <w:t>A.</w:t>
      </w:r>
      <w:r w:rsidRPr="00D27679">
        <w:tab/>
        <w:t>Introduction</w:t>
      </w:r>
    </w:p>
    <w:p w14:paraId="0BE0003E" w14:textId="77777777" w:rsidR="00536ED4" w:rsidRPr="00FF540B" w:rsidRDefault="00536ED4" w:rsidP="00536ED4">
      <w:pPr>
        <w:spacing w:after="120"/>
        <w:ind w:left="1134" w:right="1134"/>
        <w:jc w:val="both"/>
      </w:pPr>
      <w:r>
        <w:rPr>
          <w:rStyle w:val="sessionsubtitle"/>
        </w:rPr>
        <w:t>2.</w:t>
      </w:r>
      <w:r w:rsidRPr="00925FDD">
        <w:rPr>
          <w:rStyle w:val="sessionsubtitle"/>
        </w:rPr>
        <w:tab/>
        <w:t xml:space="preserve">The Committee welcomes the submission of the initial report of Pakistan, </w:t>
      </w:r>
      <w:r>
        <w:rPr>
          <w:rStyle w:val="sessionsubtitle"/>
        </w:rPr>
        <w:t>despite it being</w:t>
      </w:r>
      <w:r w:rsidRPr="00925FDD">
        <w:rPr>
          <w:rStyle w:val="sessionsubtitle"/>
        </w:rPr>
        <w:t xml:space="preserve"> four years overdue, and the information presented therein. It expresses appreciation for the opportunity to engage in a constructive dialogue with the State party’</w:t>
      </w:r>
      <w:r>
        <w:rPr>
          <w:rStyle w:val="sessionsubtitle"/>
        </w:rPr>
        <w:t>s high-level</w:t>
      </w:r>
      <w:r w:rsidRPr="00925FDD">
        <w:rPr>
          <w:rStyle w:val="sessionsubtitle"/>
          <w:color w:val="FF0000"/>
        </w:rPr>
        <w:t xml:space="preserve"> </w:t>
      </w:r>
      <w:r w:rsidRPr="00925FDD">
        <w:rPr>
          <w:rStyle w:val="sessionsubtitle"/>
        </w:rPr>
        <w:t xml:space="preserve">delegation on the measures taken by the State party since the entry into force of the Covenant to implement its provisions. The Committee is grateful to the State party for its written replies </w:t>
      </w:r>
      <w:r w:rsidRPr="00925FDD">
        <w:t xml:space="preserve">(CCPR/C/PAK/Q/1/Add.1) </w:t>
      </w:r>
      <w:r w:rsidRPr="00925FDD">
        <w:rPr>
          <w:rStyle w:val="sessionsubtitle"/>
        </w:rPr>
        <w:t xml:space="preserve">to the list of issues </w:t>
      </w:r>
      <w:r w:rsidRPr="00925FDD">
        <w:t>(CCPR/C/PAK/Q/1)</w:t>
      </w:r>
      <w:r w:rsidRPr="00925FDD">
        <w:rPr>
          <w:rStyle w:val="sessionsubtitle"/>
        </w:rPr>
        <w:t xml:space="preserve">, which were supplemented by the oral responses provided </w:t>
      </w:r>
      <w:r>
        <w:rPr>
          <w:rStyle w:val="sessionsubtitle"/>
        </w:rPr>
        <w:t>by the delegation.</w:t>
      </w:r>
      <w:r>
        <w:rPr>
          <w:rStyle w:val="sessionsubtitle"/>
          <w:color w:val="FF0000"/>
        </w:rPr>
        <w:t xml:space="preserve"> </w:t>
      </w:r>
    </w:p>
    <w:p w14:paraId="2B75FE27" w14:textId="77777777" w:rsidR="00536ED4" w:rsidRPr="00D27679" w:rsidRDefault="00536ED4" w:rsidP="00536ED4">
      <w:pPr>
        <w:pStyle w:val="H1G"/>
      </w:pPr>
      <w:r w:rsidRPr="00D27679">
        <w:tab/>
        <w:t>B.</w:t>
      </w:r>
      <w:r w:rsidRPr="00D27679">
        <w:tab/>
        <w:t>Positive aspects</w:t>
      </w:r>
    </w:p>
    <w:p w14:paraId="68A3D769" w14:textId="77777777" w:rsidR="00536ED4" w:rsidRPr="00FF540B" w:rsidRDefault="00536ED4" w:rsidP="00536ED4">
      <w:pPr>
        <w:spacing w:after="120"/>
        <w:ind w:left="1134" w:right="1134"/>
        <w:jc w:val="both"/>
      </w:pPr>
      <w:r w:rsidRPr="00FF540B">
        <w:t>3.</w:t>
      </w:r>
      <w:r w:rsidRPr="00FF540B">
        <w:tab/>
        <w:t xml:space="preserve">The Committee welcomes the </w:t>
      </w:r>
      <w:r w:rsidRPr="003F1A1C">
        <w:t xml:space="preserve">following legislative, institutional and policy </w:t>
      </w:r>
      <w:r>
        <w:t>measures taken by the State party</w:t>
      </w:r>
      <w:r w:rsidRPr="00FF540B">
        <w:t>:</w:t>
      </w:r>
    </w:p>
    <w:p w14:paraId="708BCEA7" w14:textId="77777777" w:rsidR="00536ED4" w:rsidRDefault="00536ED4" w:rsidP="00536ED4">
      <w:pPr>
        <w:spacing w:after="120"/>
        <w:ind w:left="1134" w:right="1134"/>
        <w:jc w:val="both"/>
      </w:pPr>
      <w:r w:rsidRPr="00FF540B">
        <w:tab/>
        <w:t>(a)</w:t>
      </w:r>
      <w:r w:rsidRPr="00FF540B">
        <w:tab/>
      </w:r>
      <w:r>
        <w:t xml:space="preserve">The </w:t>
      </w:r>
      <w:r w:rsidRPr="00564C16">
        <w:t>Anti-Honour Killings Laws (Criminal Amendment Bill</w:t>
      </w:r>
      <w:r>
        <w:t>)</w:t>
      </w:r>
      <w:r w:rsidRPr="00564C16">
        <w:t xml:space="preserve"> 201</w:t>
      </w:r>
      <w:r>
        <w:t>5,</w:t>
      </w:r>
      <w:r w:rsidRPr="00564C16">
        <w:t xml:space="preserve"> in 2016</w:t>
      </w:r>
      <w:r>
        <w:t>;</w:t>
      </w:r>
    </w:p>
    <w:p w14:paraId="3E83D202" w14:textId="77777777" w:rsidR="00536ED4" w:rsidRDefault="00536ED4" w:rsidP="00536ED4">
      <w:pPr>
        <w:spacing w:after="120"/>
        <w:ind w:left="1134" w:right="1134"/>
        <w:jc w:val="both"/>
      </w:pPr>
      <w:r>
        <w:tab/>
        <w:t>(b)</w:t>
      </w:r>
      <w:r>
        <w:tab/>
        <w:t xml:space="preserve">The </w:t>
      </w:r>
      <w:r w:rsidRPr="00E966D5">
        <w:t xml:space="preserve">Anti-Rape </w:t>
      </w:r>
      <w:r>
        <w:t xml:space="preserve">Laws </w:t>
      </w:r>
      <w:r w:rsidRPr="00E966D5">
        <w:t>(Criminal Amendment Bill</w:t>
      </w:r>
      <w:r>
        <w:t>) 2015</w:t>
      </w:r>
      <w:r w:rsidRPr="00E966D5">
        <w:t>, in 2016</w:t>
      </w:r>
      <w:r>
        <w:t xml:space="preserve"> </w:t>
      </w:r>
    </w:p>
    <w:p w14:paraId="621C5B95" w14:textId="77777777" w:rsidR="00536ED4" w:rsidRDefault="00536ED4" w:rsidP="00536ED4">
      <w:pPr>
        <w:spacing w:after="120"/>
        <w:ind w:left="1134" w:right="1134"/>
        <w:jc w:val="both"/>
      </w:pPr>
      <w:r>
        <w:tab/>
        <w:t>(c)</w:t>
      </w:r>
      <w:r>
        <w:tab/>
        <w:t xml:space="preserve">The National Action Plan on Human Rights, in 2016 </w:t>
      </w:r>
    </w:p>
    <w:p w14:paraId="74F2608E" w14:textId="77777777" w:rsidR="00536ED4" w:rsidRDefault="00536ED4" w:rsidP="00536ED4">
      <w:pPr>
        <w:spacing w:after="120"/>
        <w:ind w:left="1134" w:right="1134"/>
        <w:jc w:val="both"/>
      </w:pPr>
      <w:r>
        <w:tab/>
        <w:t>(d)</w:t>
      </w:r>
      <w:r>
        <w:tab/>
        <w:t xml:space="preserve">The National Commission on Human Rights Act in 2012 and the National Commission on Human Rights established thereunder in 2015. </w:t>
      </w:r>
    </w:p>
    <w:p w14:paraId="116F2A57" w14:textId="77777777" w:rsidR="00536ED4" w:rsidRPr="00D27679" w:rsidRDefault="00536ED4" w:rsidP="00536ED4">
      <w:pPr>
        <w:pStyle w:val="SingleTxtG"/>
      </w:pPr>
      <w:r w:rsidRPr="00D27679">
        <w:t>4.</w:t>
      </w:r>
      <w:r w:rsidRPr="00D27679">
        <w:tab/>
        <w:t>The Committee also welcomes the ratification of, or accession to, the following international instruments by the State party:</w:t>
      </w:r>
    </w:p>
    <w:p w14:paraId="70B7FDBB" w14:textId="77777777" w:rsidR="00536ED4" w:rsidRPr="00D27679" w:rsidRDefault="00536ED4" w:rsidP="00536ED4">
      <w:pPr>
        <w:pStyle w:val="SingleTxtG"/>
      </w:pPr>
      <w:r w:rsidRPr="00D27679">
        <w:tab/>
        <w:t>(a)</w:t>
      </w:r>
      <w:r w:rsidRPr="00D27679">
        <w:tab/>
        <w:t>The Convention on the Rights of Persons with Disabilities in 2011;</w:t>
      </w:r>
    </w:p>
    <w:p w14:paraId="5D8DDCA1" w14:textId="77777777" w:rsidR="00536ED4" w:rsidRPr="00D27679" w:rsidRDefault="00536ED4" w:rsidP="00536ED4">
      <w:pPr>
        <w:pStyle w:val="SingleTxtG"/>
        <w:ind w:firstLine="567"/>
      </w:pPr>
      <w:r w:rsidRPr="00D27679">
        <w:t>(b)</w:t>
      </w:r>
      <w:r w:rsidRPr="00D27679">
        <w:tab/>
        <w:t>The Optional Protocol to the Convention on the Rights of the Child on the sale of children child prostitution and child pornography in 2011;</w:t>
      </w:r>
    </w:p>
    <w:p w14:paraId="2655E355" w14:textId="77777777" w:rsidR="00536ED4" w:rsidRPr="00D27679" w:rsidRDefault="00536ED4" w:rsidP="00536ED4">
      <w:pPr>
        <w:pStyle w:val="SingleTxtG"/>
        <w:ind w:firstLine="567"/>
      </w:pPr>
      <w:r w:rsidRPr="00D27679">
        <w:t xml:space="preserve">(c) </w:t>
      </w:r>
      <w:r w:rsidRPr="00D27679">
        <w:tab/>
        <w:t xml:space="preserve">The Optional Protocol to the Convention on the Rights of the Child on the involvement of children in armed conflict in 2016. </w:t>
      </w:r>
    </w:p>
    <w:p w14:paraId="4D645DA0" w14:textId="77777777" w:rsidR="00440C02" w:rsidRDefault="00440C02" w:rsidP="00440C02">
      <w:pPr>
        <w:pStyle w:val="H1G"/>
      </w:pPr>
      <w:r w:rsidRPr="00FF540B">
        <w:lastRenderedPageBreak/>
        <w:tab/>
      </w:r>
      <w:r>
        <w:t>C.</w:t>
      </w:r>
      <w:r w:rsidRPr="00FF540B">
        <w:tab/>
        <w:t xml:space="preserve">Principal </w:t>
      </w:r>
      <w:r>
        <w:t>matters</w:t>
      </w:r>
      <w:r w:rsidRPr="00FF540B">
        <w:t xml:space="preserve"> of concern and recommendations</w:t>
      </w:r>
    </w:p>
    <w:p w14:paraId="1E68ABCD" w14:textId="77777777" w:rsidR="00440C02" w:rsidRPr="00962FF2" w:rsidRDefault="00440C02" w:rsidP="00440C02">
      <w:pPr>
        <w:pStyle w:val="H23G"/>
        <w:rPr>
          <w:bCs/>
          <w:lang w:eastAsia="en-GB"/>
        </w:rPr>
      </w:pPr>
      <w:r>
        <w:tab/>
      </w:r>
      <w:r>
        <w:tab/>
        <w:t xml:space="preserve">Applicability of the </w:t>
      </w:r>
      <w:r w:rsidRPr="00962FF2">
        <w:t xml:space="preserve">Covenant </w:t>
      </w:r>
    </w:p>
    <w:p w14:paraId="3093A7CC" w14:textId="1E9A1B00" w:rsidR="00440C02" w:rsidRDefault="00440C02" w:rsidP="00440C02">
      <w:pPr>
        <w:spacing w:after="120"/>
        <w:ind w:left="1134" w:right="1134"/>
        <w:jc w:val="both"/>
      </w:pPr>
      <w:bookmarkStart w:id="0" w:name="_Hlk487842396"/>
      <w:r>
        <w:rPr>
          <w:bCs/>
        </w:rPr>
        <w:t>5</w:t>
      </w:r>
      <w:r w:rsidRPr="005C6577">
        <w:rPr>
          <w:bCs/>
        </w:rPr>
        <w:t>.</w:t>
      </w:r>
      <w:r w:rsidRPr="005C6577">
        <w:rPr>
          <w:bCs/>
        </w:rPr>
        <w:tab/>
      </w:r>
      <w:r w:rsidRPr="00530AB6">
        <w:t xml:space="preserve">The Committee is concerned that the rights enshrined in the Covenant are not </w:t>
      </w:r>
      <w:r w:rsidR="0037388D">
        <w:t xml:space="preserve">given full effect </w:t>
      </w:r>
      <w:r w:rsidRPr="00530AB6">
        <w:t>in the domestic legal order</w:t>
      </w:r>
      <w:r>
        <w:t xml:space="preserve"> and that courts have</w:t>
      </w:r>
      <w:r w:rsidR="00A956AA">
        <w:t>,</w:t>
      </w:r>
      <w:r>
        <w:t xml:space="preserve"> in certain cases</w:t>
      </w:r>
      <w:r w:rsidR="00A956AA">
        <w:t>,</w:t>
      </w:r>
      <w:r>
        <w:t xml:space="preserve"> proved reluctant to apply the Covenant (art.2)</w:t>
      </w:r>
      <w:r w:rsidRPr="00530AB6">
        <w:t>.</w:t>
      </w:r>
      <w:r>
        <w:t xml:space="preserve"> </w:t>
      </w:r>
    </w:p>
    <w:p w14:paraId="2B990C29" w14:textId="408C2027" w:rsidR="00440C02" w:rsidRDefault="00440C02" w:rsidP="00440C02">
      <w:pPr>
        <w:spacing w:after="120"/>
        <w:ind w:left="1134" w:right="1134"/>
        <w:jc w:val="both"/>
      </w:pPr>
      <w:r w:rsidRPr="00962FF2">
        <w:t>6.</w:t>
      </w:r>
      <w:r w:rsidRPr="00962FF2">
        <w:tab/>
      </w:r>
      <w:r w:rsidRPr="008E6DB4">
        <w:rPr>
          <w:b/>
          <w:bCs/>
        </w:rPr>
        <w:t>The State</w:t>
      </w:r>
      <w:r>
        <w:rPr>
          <w:b/>
          <w:bCs/>
        </w:rPr>
        <w:t xml:space="preserve"> party</w:t>
      </w:r>
      <w:r w:rsidRPr="005C6577">
        <w:rPr>
          <w:b/>
        </w:rPr>
        <w:t xml:space="preserve"> </w:t>
      </w:r>
      <w:r w:rsidR="006A3BC5">
        <w:rPr>
          <w:b/>
        </w:rPr>
        <w:t xml:space="preserve">should </w:t>
      </w:r>
      <w:r>
        <w:rPr>
          <w:b/>
        </w:rPr>
        <w:t xml:space="preserve">take all measures necessary to ensure that the Covenant rights are </w:t>
      </w:r>
      <w:r w:rsidR="0037388D">
        <w:rPr>
          <w:b/>
        </w:rPr>
        <w:t>given full effect</w:t>
      </w:r>
      <w:r>
        <w:rPr>
          <w:b/>
        </w:rPr>
        <w:t xml:space="preserve"> in its domestic </w:t>
      </w:r>
      <w:r w:rsidRPr="00854874">
        <w:rPr>
          <w:b/>
        </w:rPr>
        <w:t>legal order and to ensure that these</w:t>
      </w:r>
      <w:r>
        <w:rPr>
          <w:b/>
        </w:rPr>
        <w:t xml:space="preserve"> rights are applied by the domestic courts at all levels</w:t>
      </w:r>
      <w:r w:rsidR="00E925D4">
        <w:rPr>
          <w:b/>
        </w:rPr>
        <w:t>,</w:t>
      </w:r>
      <w:r w:rsidR="00330839">
        <w:rPr>
          <w:b/>
        </w:rPr>
        <w:t xml:space="preserve"> </w:t>
      </w:r>
      <w:r>
        <w:rPr>
          <w:b/>
        </w:rPr>
        <w:t>including through enhancing training for judges,</w:t>
      </w:r>
      <w:r w:rsidR="006A3BC5">
        <w:rPr>
          <w:b/>
        </w:rPr>
        <w:t xml:space="preserve"> prosecutors,</w:t>
      </w:r>
      <w:r>
        <w:rPr>
          <w:b/>
        </w:rPr>
        <w:t xml:space="preserve"> lawyers and public officials</w:t>
      </w:r>
      <w:r>
        <w:rPr>
          <w:b/>
          <w:lang w:eastAsia="ko-KR"/>
        </w:rPr>
        <w:t xml:space="preserve"> on the Covenant</w:t>
      </w:r>
      <w:r>
        <w:rPr>
          <w:b/>
        </w:rPr>
        <w:t>.</w:t>
      </w:r>
    </w:p>
    <w:p w14:paraId="29744C93" w14:textId="77777777" w:rsidR="00440C02" w:rsidRDefault="00440C02" w:rsidP="00440C02">
      <w:pPr>
        <w:pStyle w:val="H23G"/>
      </w:pPr>
      <w:r>
        <w:tab/>
      </w:r>
      <w:r>
        <w:tab/>
        <w:t xml:space="preserve">Reservations </w:t>
      </w:r>
    </w:p>
    <w:p w14:paraId="6DAA6869" w14:textId="6EBA5BA5" w:rsidR="00440C02" w:rsidRDefault="00440C02" w:rsidP="00440C02">
      <w:pPr>
        <w:spacing w:after="120"/>
        <w:ind w:left="1134" w:right="1134"/>
        <w:jc w:val="both"/>
      </w:pPr>
      <w:r>
        <w:t>7.</w:t>
      </w:r>
      <w:r>
        <w:tab/>
        <w:t xml:space="preserve">The Committee welcomes that the state party </w:t>
      </w:r>
      <w:r w:rsidR="00E925D4">
        <w:t xml:space="preserve">withdrew </w:t>
      </w:r>
      <w:r>
        <w:t xml:space="preserve">a number of reservations in 2011 and has narrowed its reservations to article 3 and 25. However it regrets that the State party maintains its </w:t>
      </w:r>
      <w:r w:rsidRPr="00530AB6">
        <w:t>reservations to Articles 3 and 25, which limit the application of these articles only to the extent that</w:t>
      </w:r>
      <w:r w:rsidR="00E925D4">
        <w:t xml:space="preserve"> they</w:t>
      </w:r>
      <w:r w:rsidRPr="00530AB6">
        <w:t xml:space="preserve"> are in conformity with </w:t>
      </w:r>
      <w:r w:rsidR="00E925D4">
        <w:t xml:space="preserve">the </w:t>
      </w:r>
      <w:r w:rsidRPr="00530AB6">
        <w:t xml:space="preserve">Muslim Personal Law and </w:t>
      </w:r>
      <w:r>
        <w:t xml:space="preserve">the Law on </w:t>
      </w:r>
      <w:r w:rsidR="00330839">
        <w:t>E</w:t>
      </w:r>
      <w:r>
        <w:t>vidence</w:t>
      </w:r>
      <w:r w:rsidRPr="00530AB6">
        <w:t xml:space="preserve">, and with </w:t>
      </w:r>
      <w:r>
        <w:t xml:space="preserve">some provisions </w:t>
      </w:r>
      <w:r w:rsidR="00592DF8">
        <w:t xml:space="preserve">of </w:t>
      </w:r>
      <w:r w:rsidRPr="00530AB6">
        <w:t>the Constitution, respectively</w:t>
      </w:r>
      <w:r>
        <w:t>.</w:t>
      </w:r>
      <w:r w:rsidRPr="00530AB6">
        <w:t xml:space="preserve"> </w:t>
      </w:r>
    </w:p>
    <w:bookmarkEnd w:id="0"/>
    <w:p w14:paraId="3D746926" w14:textId="7953FFAC" w:rsidR="00440C02" w:rsidRPr="00387B19" w:rsidRDefault="00440C02" w:rsidP="00440C02">
      <w:pPr>
        <w:spacing w:after="120"/>
        <w:ind w:left="1134" w:right="1134"/>
        <w:jc w:val="both"/>
        <w:rPr>
          <w:b/>
        </w:rPr>
      </w:pPr>
      <w:r w:rsidRPr="00962FF2">
        <w:t>8.</w:t>
      </w:r>
      <w:r w:rsidRPr="00962FF2">
        <w:tab/>
      </w:r>
      <w:r w:rsidRPr="008E6DB4">
        <w:rPr>
          <w:b/>
          <w:bCs/>
        </w:rPr>
        <w:t>The State party</w:t>
      </w:r>
      <w:r w:rsidRPr="008E6DB4">
        <w:rPr>
          <w:b/>
        </w:rPr>
        <w:t xml:space="preserve"> should </w:t>
      </w:r>
      <w:r>
        <w:rPr>
          <w:b/>
        </w:rPr>
        <w:t>consider withdrawing</w:t>
      </w:r>
      <w:r w:rsidRPr="008E6DB4">
        <w:rPr>
          <w:b/>
        </w:rPr>
        <w:t xml:space="preserve"> its remaining reservations to articles 3 and 25</w:t>
      </w:r>
      <w:r w:rsidR="00330839">
        <w:rPr>
          <w:b/>
        </w:rPr>
        <w:t xml:space="preserve"> </w:t>
      </w:r>
      <w:r>
        <w:rPr>
          <w:b/>
        </w:rPr>
        <w:t xml:space="preserve">with a view to ensuring the </w:t>
      </w:r>
      <w:r w:rsidR="00F73EE0">
        <w:rPr>
          <w:b/>
        </w:rPr>
        <w:t xml:space="preserve">full and </w:t>
      </w:r>
      <w:r>
        <w:rPr>
          <w:b/>
        </w:rPr>
        <w:t>effective application of the Covenant.</w:t>
      </w:r>
    </w:p>
    <w:p w14:paraId="35F2AAF3" w14:textId="77777777" w:rsidR="00440C02" w:rsidRPr="00962FF2" w:rsidRDefault="00440C02" w:rsidP="00440C02">
      <w:pPr>
        <w:pStyle w:val="H23G"/>
        <w:rPr>
          <w:bCs/>
          <w:lang w:eastAsia="en-GB"/>
        </w:rPr>
      </w:pPr>
      <w:r>
        <w:tab/>
      </w:r>
      <w:r>
        <w:tab/>
        <w:t xml:space="preserve">National human rights </w:t>
      </w:r>
      <w:r w:rsidRPr="00962FF2">
        <w:t xml:space="preserve">institution </w:t>
      </w:r>
    </w:p>
    <w:p w14:paraId="39950571" w14:textId="2016DFF6" w:rsidR="00440C02" w:rsidRPr="00C773AA"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60"/>
        </w:tabs>
        <w:spacing w:after="120"/>
        <w:ind w:left="1134" w:right="1134"/>
        <w:jc w:val="both"/>
        <w:rPr>
          <w:bCs/>
        </w:rPr>
      </w:pPr>
      <w:r>
        <w:rPr>
          <w:bCs/>
        </w:rPr>
        <w:t>9</w:t>
      </w:r>
      <w:r w:rsidRPr="005C6577">
        <w:rPr>
          <w:bCs/>
        </w:rPr>
        <w:t>.</w:t>
      </w:r>
      <w:r w:rsidRPr="005C6577">
        <w:rPr>
          <w:bCs/>
        </w:rPr>
        <w:tab/>
      </w:r>
      <w:r>
        <w:rPr>
          <w:bCs/>
        </w:rPr>
        <w:t xml:space="preserve">While welcoming the establishment of the National Commission for Human Rights in 2015, the Committee is concerned that the Chairman of the Commission </w:t>
      </w:r>
      <w:r w:rsidR="006B746D" w:rsidRPr="006B746D">
        <w:rPr>
          <w:bCs/>
        </w:rPr>
        <w:t xml:space="preserve">reportedly </w:t>
      </w:r>
      <w:r>
        <w:rPr>
          <w:bCs/>
        </w:rPr>
        <w:t xml:space="preserve">did not receive the required authorization to travel to Geneva to meet with the Committee </w:t>
      </w:r>
      <w:r w:rsidR="00F73EE0" w:rsidRPr="00C41620">
        <w:rPr>
          <w:bCs/>
          <w:u w:val="single"/>
        </w:rPr>
        <w:t xml:space="preserve">and </w:t>
      </w:r>
      <w:r w:rsidR="00F73EE0" w:rsidRPr="00C773AA">
        <w:rPr>
          <w:bCs/>
        </w:rPr>
        <w:t xml:space="preserve">that there are indications that the Commission is </w:t>
      </w:r>
      <w:r w:rsidR="00592DF8" w:rsidRPr="00C773AA">
        <w:rPr>
          <w:bCs/>
        </w:rPr>
        <w:t>not</w:t>
      </w:r>
      <w:r w:rsidR="00F73EE0" w:rsidRPr="00C773AA">
        <w:rPr>
          <w:bCs/>
        </w:rPr>
        <w:t xml:space="preserve"> fully independent</w:t>
      </w:r>
      <w:r w:rsidRPr="00C773AA">
        <w:rPr>
          <w:bCs/>
        </w:rPr>
        <w:t>. The Committee is also concerned that</w:t>
      </w:r>
      <w:r w:rsidR="00330839" w:rsidRPr="00C773AA">
        <w:rPr>
          <w:bCs/>
        </w:rPr>
        <w:t>,</w:t>
      </w:r>
      <w:r w:rsidRPr="00C773AA">
        <w:rPr>
          <w:bCs/>
        </w:rPr>
        <w:t xml:space="preserve"> according to its constitutive status, the Commission is prevented </w:t>
      </w:r>
      <w:r w:rsidR="00330839" w:rsidRPr="00C773AA">
        <w:rPr>
          <w:bCs/>
        </w:rPr>
        <w:t>from</w:t>
      </w:r>
      <w:r w:rsidRPr="00C773AA">
        <w:rPr>
          <w:bCs/>
        </w:rPr>
        <w:t xml:space="preserve"> fully cooperat</w:t>
      </w:r>
      <w:r w:rsidR="00330839" w:rsidRPr="00C773AA">
        <w:rPr>
          <w:bCs/>
        </w:rPr>
        <w:t>ing</w:t>
      </w:r>
      <w:r w:rsidRPr="00C773AA">
        <w:rPr>
          <w:bCs/>
        </w:rPr>
        <w:t xml:space="preserve"> with United Nations human rights mechanisms, cannot inquire into the practices of the intelligence agencies</w:t>
      </w:r>
      <w:r w:rsidR="00330839" w:rsidRPr="00C773AA">
        <w:rPr>
          <w:bCs/>
        </w:rPr>
        <w:t>,</w:t>
      </w:r>
      <w:r w:rsidRPr="00C773AA">
        <w:rPr>
          <w:bCs/>
        </w:rPr>
        <w:t xml:space="preserve"> and is not authorized to undertake full inquiries into reports of human rights violations by members of the armed forces (article 2). </w:t>
      </w:r>
    </w:p>
    <w:p w14:paraId="1258AAFC" w14:textId="7BEC18A6" w:rsidR="00FE45C6" w:rsidRPr="00C773AA"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60"/>
        </w:tabs>
        <w:spacing w:after="120"/>
        <w:ind w:left="1134" w:right="1134"/>
        <w:jc w:val="both"/>
        <w:rPr>
          <w:b/>
        </w:rPr>
      </w:pPr>
      <w:r w:rsidRPr="00C773AA">
        <w:rPr>
          <w:bCs/>
        </w:rPr>
        <w:t>10.</w:t>
      </w:r>
      <w:r w:rsidRPr="00C773AA">
        <w:rPr>
          <w:b/>
        </w:rPr>
        <w:tab/>
        <w:t xml:space="preserve">The State party should adopt all legislative, policy and institutional measures necessary to ensure that the National Commission for Human Rights is able to carry out its mandate fully and in an effective and independent manner, and in full conformity with the principles relating to the status of national institutions for the promotion and protection of human rights (the Paris Principles). The State party should strengthen the power of the Commission and ensure that it is able to investigate all </w:t>
      </w:r>
      <w:r w:rsidR="00E925D4" w:rsidRPr="00C773AA">
        <w:rPr>
          <w:b/>
        </w:rPr>
        <w:t xml:space="preserve">allegations of </w:t>
      </w:r>
      <w:r w:rsidR="00683A49" w:rsidRPr="00C773AA">
        <w:rPr>
          <w:b/>
        </w:rPr>
        <w:t xml:space="preserve">violations of rights </w:t>
      </w:r>
      <w:r w:rsidR="00FE45C6" w:rsidRPr="00C773AA">
        <w:rPr>
          <w:b/>
        </w:rPr>
        <w:t>recognized in the Coven</w:t>
      </w:r>
      <w:bookmarkStart w:id="1" w:name="_GoBack"/>
      <w:bookmarkEnd w:id="1"/>
      <w:r w:rsidR="00FE45C6" w:rsidRPr="00C773AA">
        <w:rPr>
          <w:b/>
        </w:rPr>
        <w:t xml:space="preserve">ant, </w:t>
      </w:r>
      <w:r w:rsidRPr="00C773AA">
        <w:rPr>
          <w:b/>
        </w:rPr>
        <w:t xml:space="preserve">committed by any </w:t>
      </w:r>
      <w:r w:rsidR="00330839" w:rsidRPr="00C773AA">
        <w:rPr>
          <w:b/>
        </w:rPr>
        <w:t xml:space="preserve">official </w:t>
      </w:r>
      <w:r w:rsidRPr="00C773AA">
        <w:rPr>
          <w:b/>
        </w:rPr>
        <w:t>entity</w:t>
      </w:r>
      <w:r w:rsidR="00683A49" w:rsidRPr="00C773AA">
        <w:rPr>
          <w:b/>
        </w:rPr>
        <w:t>,</w:t>
      </w:r>
      <w:r w:rsidRPr="00C773AA">
        <w:rPr>
          <w:b/>
        </w:rPr>
        <w:t xml:space="preserve"> including </w:t>
      </w:r>
      <w:r w:rsidR="00FE45C6" w:rsidRPr="00C773AA">
        <w:rPr>
          <w:b/>
        </w:rPr>
        <w:t xml:space="preserve">those that have allegedly been by members of the </w:t>
      </w:r>
      <w:r w:rsidRPr="00C773AA">
        <w:rPr>
          <w:b/>
        </w:rPr>
        <w:t xml:space="preserve">intelligence agencies </w:t>
      </w:r>
      <w:r w:rsidR="00FE45C6" w:rsidRPr="00C773AA">
        <w:rPr>
          <w:b/>
        </w:rPr>
        <w:t xml:space="preserve">or </w:t>
      </w:r>
      <w:r w:rsidRPr="00C773AA">
        <w:rPr>
          <w:b/>
        </w:rPr>
        <w:t>armed forces. The State party should also strengthen its efforts to provide the Commission with sufficient financial and human resources to carry out activities throughout the State party.</w:t>
      </w:r>
    </w:p>
    <w:p w14:paraId="53A77DCA" w14:textId="77777777" w:rsidR="00536ED4" w:rsidRPr="00D27679" w:rsidRDefault="00536ED4" w:rsidP="00536ED4">
      <w:pPr>
        <w:pStyle w:val="H23G"/>
        <w:rPr>
          <w:bCs/>
          <w:color w:val="0000FF"/>
          <w:lang w:eastAsia="en-GB"/>
        </w:rPr>
      </w:pPr>
      <w:r w:rsidRPr="00D27679">
        <w:rPr>
          <w:color w:val="FF0000"/>
        </w:rPr>
        <w:tab/>
      </w:r>
      <w:r w:rsidRPr="00D27679">
        <w:rPr>
          <w:color w:val="FF0000"/>
        </w:rPr>
        <w:tab/>
      </w:r>
      <w:r w:rsidRPr="00D27679">
        <w:t xml:space="preserve">Non-discrimination </w:t>
      </w:r>
    </w:p>
    <w:p w14:paraId="5B9194CF" w14:textId="77777777" w:rsidR="00536ED4" w:rsidRDefault="00536ED4" w:rsidP="00536ED4">
      <w:pPr>
        <w:spacing w:after="120"/>
        <w:ind w:left="1134" w:right="1134"/>
        <w:jc w:val="both"/>
      </w:pPr>
      <w:r>
        <w:rPr>
          <w:bCs/>
        </w:rPr>
        <w:t>11</w:t>
      </w:r>
      <w:r w:rsidRPr="005C6577">
        <w:rPr>
          <w:bCs/>
        </w:rPr>
        <w:t>.</w:t>
      </w:r>
      <w:r w:rsidRPr="005C6577">
        <w:rPr>
          <w:bCs/>
        </w:rPr>
        <w:tab/>
      </w:r>
      <w:r>
        <w:rPr>
          <w:bCs/>
        </w:rPr>
        <w:t xml:space="preserve">The </w:t>
      </w:r>
      <w:r w:rsidRPr="005C6577">
        <w:rPr>
          <w:bCs/>
        </w:rPr>
        <w:t>Committe</w:t>
      </w:r>
      <w:r w:rsidRPr="00A34BE0">
        <w:rPr>
          <w:bCs/>
        </w:rPr>
        <w:t>e is concerned that</w:t>
      </w:r>
      <w:r w:rsidRPr="00A34BE0">
        <w:t xml:space="preserve"> </w:t>
      </w:r>
      <w:r>
        <w:t xml:space="preserve">non-discrimination provisions of the State party, including Articles 25 to 27 of the Constitution, </w:t>
      </w:r>
      <w:r w:rsidRPr="00471AD1">
        <w:rPr>
          <w:rFonts w:eastAsia="Calibri"/>
          <w:color w:val="000000"/>
          <w:lang w:eastAsia="en-GB"/>
        </w:rPr>
        <w:t>do not afford protection against discrimination on all the grounds prohibited under the Covenant</w:t>
      </w:r>
      <w:r>
        <w:rPr>
          <w:rFonts w:eastAsia="Calibri"/>
          <w:color w:val="000000"/>
          <w:lang w:eastAsia="en-GB"/>
        </w:rPr>
        <w:t xml:space="preserve">. </w:t>
      </w:r>
      <w:r>
        <w:t xml:space="preserve">It is also concerned that same-sex relations between consenting adults are criminalized. While welcoming the information about progress made in the State party on the situation of intersex persons, the Committee regrets the absence of information from the delegation on effective measures to prevent and punish all forms of discriminations against lesbian, gay, bisexual, transgender and intersex persons </w:t>
      </w:r>
      <w:r w:rsidRPr="00A34BE0">
        <w:t>(arts. 2</w:t>
      </w:r>
      <w:r>
        <w:t xml:space="preserve">, </w:t>
      </w:r>
      <w:r w:rsidRPr="00AD5066">
        <w:t>3</w:t>
      </w:r>
      <w:r w:rsidRPr="00A34BE0">
        <w:t xml:space="preserve"> and 26).</w:t>
      </w:r>
    </w:p>
    <w:p w14:paraId="7B06AEA6" w14:textId="77777777" w:rsidR="00536ED4" w:rsidRDefault="00536ED4" w:rsidP="00536ED4">
      <w:pPr>
        <w:spacing w:after="120"/>
        <w:ind w:left="1134" w:right="1134"/>
        <w:jc w:val="both"/>
        <w:rPr>
          <w:b/>
        </w:rPr>
      </w:pPr>
      <w:r w:rsidRPr="008E6DB4">
        <w:rPr>
          <w:b/>
        </w:rPr>
        <w:t>12.</w:t>
      </w:r>
      <w:r w:rsidRPr="008E6DB4">
        <w:rPr>
          <w:b/>
          <w:bCs/>
        </w:rPr>
        <w:tab/>
        <w:t>The State party should take</w:t>
      </w:r>
      <w:r w:rsidRPr="00A34BE0">
        <w:rPr>
          <w:b/>
          <w:bCs/>
        </w:rPr>
        <w:t xml:space="preserve"> all </w:t>
      </w:r>
      <w:r>
        <w:rPr>
          <w:b/>
          <w:bCs/>
        </w:rPr>
        <w:t xml:space="preserve">necessary </w:t>
      </w:r>
      <w:r w:rsidRPr="00A34BE0">
        <w:rPr>
          <w:b/>
          <w:bCs/>
        </w:rPr>
        <w:t>measures including the adoption of comprehensive anti-</w:t>
      </w:r>
      <w:r>
        <w:rPr>
          <w:b/>
          <w:bCs/>
        </w:rPr>
        <w:t>d</w:t>
      </w:r>
      <w:r w:rsidRPr="00A34BE0">
        <w:rPr>
          <w:b/>
          <w:bCs/>
        </w:rPr>
        <w:t>iscrimination legislation</w:t>
      </w:r>
      <w:r>
        <w:rPr>
          <w:b/>
          <w:bCs/>
        </w:rPr>
        <w:t xml:space="preserve"> </w:t>
      </w:r>
      <w:r w:rsidRPr="00A34BE0">
        <w:rPr>
          <w:b/>
          <w:bCs/>
        </w:rPr>
        <w:t>to ensure that its legal framework: (a) provides full and effective protection against discrimination in all spheres</w:t>
      </w:r>
      <w:r>
        <w:rPr>
          <w:b/>
          <w:bCs/>
        </w:rPr>
        <w:t xml:space="preserve"> </w:t>
      </w:r>
      <w:r w:rsidRPr="00A34BE0">
        <w:rPr>
          <w:b/>
          <w:bCs/>
        </w:rPr>
        <w:t>including the private sphere and prohibits direct</w:t>
      </w:r>
      <w:r>
        <w:rPr>
          <w:b/>
          <w:bCs/>
        </w:rPr>
        <w:t>,</w:t>
      </w:r>
      <w:r w:rsidRPr="00A34BE0">
        <w:rPr>
          <w:b/>
          <w:bCs/>
        </w:rPr>
        <w:t xml:space="preserve"> indirect and multiple discrimination; (b) </w:t>
      </w:r>
      <w:r w:rsidRPr="00A34BE0">
        <w:rPr>
          <w:b/>
          <w:bCs/>
        </w:rPr>
        <w:lastRenderedPageBreak/>
        <w:t>contains a comprehensive list of grounds for discrimination</w:t>
      </w:r>
      <w:r>
        <w:rPr>
          <w:b/>
          <w:bCs/>
        </w:rPr>
        <w:t xml:space="preserve"> </w:t>
      </w:r>
      <w:r w:rsidRPr="00A34BE0">
        <w:rPr>
          <w:b/>
          <w:bCs/>
        </w:rPr>
        <w:t>including colour, language, political or other opinion, national or social origin, property, disability, sexual orientation and gender identity or other status; and (c) provides for effective remedies in cases of violations.</w:t>
      </w:r>
      <w:r>
        <w:rPr>
          <w:b/>
          <w:bCs/>
        </w:rPr>
        <w:t xml:space="preserve"> It should also </w:t>
      </w:r>
      <w:r w:rsidRPr="001F7CE4">
        <w:rPr>
          <w:b/>
        </w:rPr>
        <w:t>decriminalize same-sex relations between consenting adults</w:t>
      </w:r>
      <w:r>
        <w:rPr>
          <w:b/>
        </w:rPr>
        <w:t>.</w:t>
      </w:r>
    </w:p>
    <w:p w14:paraId="4A671442" w14:textId="77777777" w:rsidR="00536ED4" w:rsidRPr="00D27679" w:rsidRDefault="00536ED4" w:rsidP="00536ED4">
      <w:pPr>
        <w:pStyle w:val="H23G"/>
        <w:rPr>
          <w:bCs/>
          <w:color w:val="0000FF"/>
          <w:lang w:eastAsia="en-GB"/>
        </w:rPr>
      </w:pPr>
      <w:r w:rsidRPr="00D27679">
        <w:tab/>
      </w:r>
      <w:r w:rsidRPr="00D27679">
        <w:tab/>
        <w:t xml:space="preserve">Violence against women and domestic violence </w:t>
      </w:r>
    </w:p>
    <w:p w14:paraId="6F810EDA" w14:textId="77777777" w:rsidR="00536ED4" w:rsidRDefault="00536ED4" w:rsidP="00536ED4">
      <w:pPr>
        <w:spacing w:after="120"/>
        <w:ind w:left="1134" w:right="1134"/>
        <w:jc w:val="both"/>
        <w:rPr>
          <w:rFonts w:eastAsia="Malgun Gothic"/>
          <w:lang w:eastAsia="zh-CN"/>
        </w:rPr>
      </w:pPr>
      <w:r>
        <w:t>13</w:t>
      </w:r>
      <w:r w:rsidRPr="009D12F7">
        <w:t>.</w:t>
      </w:r>
      <w:r>
        <w:rPr>
          <w:b/>
          <w:bCs/>
        </w:rPr>
        <w:tab/>
      </w:r>
      <w:r>
        <w:rPr>
          <w:lang w:eastAsia="ko-KR"/>
        </w:rPr>
        <w:t>The Committee is concerned that, despite efforts made by the State party,</w:t>
      </w:r>
      <w:r>
        <w:rPr>
          <w:rFonts w:hint="eastAsia"/>
          <w:lang w:eastAsia="ko-KR"/>
        </w:rPr>
        <w:t xml:space="preserve"> violence against women</w:t>
      </w:r>
      <w:r>
        <w:rPr>
          <w:lang w:eastAsia="ko-KR"/>
        </w:rPr>
        <w:t xml:space="preserve"> is still prevalent. It is particularly concerned that</w:t>
      </w:r>
      <w:r>
        <w:rPr>
          <w:rFonts w:hint="eastAsia"/>
          <w:lang w:eastAsia="ko-KR"/>
        </w:rPr>
        <w:t xml:space="preserve"> </w:t>
      </w:r>
      <w:r>
        <w:rPr>
          <w:lang w:eastAsia="ko-KR"/>
        </w:rPr>
        <w:t xml:space="preserve">so-called honour killings continue to occur; </w:t>
      </w:r>
      <w:proofErr w:type="spellStart"/>
      <w:r w:rsidRPr="00EA3569">
        <w:rPr>
          <w:rFonts w:eastAsia="Malgun Gothic"/>
          <w:i/>
          <w:lang w:eastAsia="zh-CN"/>
        </w:rPr>
        <w:t>qisas</w:t>
      </w:r>
      <w:proofErr w:type="spellEnd"/>
      <w:r w:rsidRPr="00EA3569">
        <w:rPr>
          <w:rFonts w:eastAsia="Malgun Gothic"/>
          <w:lang w:eastAsia="zh-CN"/>
        </w:rPr>
        <w:t xml:space="preserve"> and </w:t>
      </w:r>
      <w:proofErr w:type="spellStart"/>
      <w:r w:rsidRPr="00EA3569">
        <w:rPr>
          <w:rFonts w:eastAsia="Malgun Gothic"/>
          <w:i/>
          <w:lang w:eastAsia="zh-CN"/>
        </w:rPr>
        <w:t>diyat</w:t>
      </w:r>
      <w:proofErr w:type="spellEnd"/>
      <w:r w:rsidRPr="00EA3569">
        <w:rPr>
          <w:rFonts w:eastAsia="Malgun Gothic"/>
          <w:lang w:eastAsia="zh-CN"/>
        </w:rPr>
        <w:t xml:space="preserve"> laws are </w:t>
      </w:r>
      <w:r>
        <w:rPr>
          <w:rFonts w:eastAsia="Malgun Gothic"/>
          <w:lang w:eastAsia="zh-CN"/>
        </w:rPr>
        <w:t xml:space="preserve">reportedly </w:t>
      </w:r>
      <w:r w:rsidRPr="00EA3569">
        <w:rPr>
          <w:rFonts w:eastAsia="Malgun Gothic"/>
          <w:lang w:eastAsia="zh-CN"/>
        </w:rPr>
        <w:t xml:space="preserve">applied to some of these cases and some </w:t>
      </w:r>
      <w:proofErr w:type="spellStart"/>
      <w:r w:rsidRPr="00EA3569">
        <w:rPr>
          <w:rFonts w:eastAsia="Malgun Gothic"/>
          <w:i/>
          <w:lang w:eastAsia="zh-CN"/>
        </w:rPr>
        <w:t>jirgas</w:t>
      </w:r>
      <w:proofErr w:type="spellEnd"/>
      <w:r w:rsidRPr="00EA3569">
        <w:rPr>
          <w:rFonts w:eastAsia="Malgun Gothic"/>
          <w:lang w:eastAsia="zh-CN"/>
        </w:rPr>
        <w:t xml:space="preserve"> in remote areas </w:t>
      </w:r>
      <w:r>
        <w:t>continue to exercise jurisdiction over these cases. It is</w:t>
      </w:r>
      <w:r w:rsidRPr="00937B3B">
        <w:t xml:space="preserve"> also concerned that, despite the adoption of the Anti-Rape Law, effective access to justice for victims of rape has reportedly not been enhanced as foreseen, as no mechanisms have been put in place to implement the special procedures for court hearings. </w:t>
      </w:r>
      <w:r>
        <w:rPr>
          <w:lang w:eastAsia="ko-KR"/>
        </w:rPr>
        <w:t xml:space="preserve">It is further concerned at the very low level of reporting of violence against women, including </w:t>
      </w:r>
      <w:r>
        <w:rPr>
          <w:rFonts w:hint="eastAsia"/>
          <w:lang w:eastAsia="ko-KR"/>
        </w:rPr>
        <w:t>domestic violence</w:t>
      </w:r>
      <w:r>
        <w:rPr>
          <w:lang w:eastAsia="ko-KR"/>
        </w:rPr>
        <w:t xml:space="preserve">; the </w:t>
      </w:r>
      <w:r w:rsidRPr="00D07BED">
        <w:rPr>
          <w:rFonts w:eastAsia="Malgun Gothic"/>
          <w:lang w:eastAsia="zh-CN"/>
        </w:rPr>
        <w:t xml:space="preserve">lack of prompt and effective investigation </w:t>
      </w:r>
      <w:r>
        <w:rPr>
          <w:rFonts w:eastAsia="Malgun Gothic"/>
          <w:lang w:eastAsia="zh-CN"/>
        </w:rPr>
        <w:t>of</w:t>
      </w:r>
      <w:r w:rsidRPr="00D07BED">
        <w:rPr>
          <w:rFonts w:eastAsia="Malgun Gothic"/>
          <w:lang w:eastAsia="zh-CN"/>
        </w:rPr>
        <w:t xml:space="preserve"> such cases</w:t>
      </w:r>
      <w:r>
        <w:rPr>
          <w:rFonts w:eastAsia="Malgun Gothic"/>
          <w:lang w:eastAsia="zh-CN"/>
        </w:rPr>
        <w:t>;</w:t>
      </w:r>
      <w:r w:rsidRPr="00D07BED">
        <w:rPr>
          <w:rFonts w:eastAsia="Malgun Gothic"/>
          <w:lang w:eastAsia="zh-CN"/>
        </w:rPr>
        <w:t xml:space="preserve"> </w:t>
      </w:r>
      <w:r>
        <w:rPr>
          <w:rFonts w:eastAsia="Malgun Gothic"/>
          <w:lang w:eastAsia="zh-CN"/>
        </w:rPr>
        <w:t xml:space="preserve">the </w:t>
      </w:r>
      <w:r w:rsidRPr="00D07BED">
        <w:rPr>
          <w:rFonts w:eastAsia="Malgun Gothic"/>
          <w:lang w:eastAsia="zh-CN"/>
        </w:rPr>
        <w:t>low level of prosecution</w:t>
      </w:r>
      <w:r>
        <w:rPr>
          <w:rFonts w:eastAsia="Malgun Gothic"/>
          <w:lang w:eastAsia="zh-CN"/>
        </w:rPr>
        <w:t xml:space="preserve"> and conviction</w:t>
      </w:r>
      <w:r w:rsidRPr="00D07BED">
        <w:rPr>
          <w:rFonts w:eastAsia="Malgun Gothic"/>
          <w:lang w:eastAsia="zh-CN"/>
        </w:rPr>
        <w:t xml:space="preserve"> of perpetrators</w:t>
      </w:r>
      <w:r>
        <w:rPr>
          <w:rFonts w:eastAsia="Malgun Gothic"/>
          <w:lang w:eastAsia="zh-CN"/>
        </w:rPr>
        <w:t>;</w:t>
      </w:r>
      <w:r w:rsidRPr="00D07BED">
        <w:rPr>
          <w:rFonts w:eastAsia="Malgun Gothic"/>
          <w:lang w:eastAsia="zh-CN"/>
        </w:rPr>
        <w:t xml:space="preserve"> and </w:t>
      </w:r>
      <w:r>
        <w:rPr>
          <w:rFonts w:eastAsia="Malgun Gothic"/>
          <w:lang w:eastAsia="zh-CN"/>
        </w:rPr>
        <w:t xml:space="preserve">the </w:t>
      </w:r>
      <w:r w:rsidRPr="00D07BED">
        <w:rPr>
          <w:rFonts w:eastAsia="Malgun Gothic"/>
          <w:lang w:eastAsia="zh-CN"/>
        </w:rPr>
        <w:t>insufficient level of assistance for victims</w:t>
      </w:r>
      <w:r>
        <w:rPr>
          <w:rFonts w:eastAsia="Malgun Gothic"/>
          <w:lang w:eastAsia="zh-CN"/>
        </w:rPr>
        <w:t xml:space="preserve"> </w:t>
      </w:r>
      <w:r w:rsidRPr="00BF4BB0">
        <w:t>(arts. 2, 3,</w:t>
      </w:r>
      <w:r>
        <w:t xml:space="preserve"> 6,</w:t>
      </w:r>
      <w:r w:rsidRPr="00BF4BB0">
        <w:t xml:space="preserve"> 7, 24 and 26)</w:t>
      </w:r>
      <w:r w:rsidRPr="00D07BED">
        <w:rPr>
          <w:rFonts w:eastAsia="Malgun Gothic"/>
          <w:lang w:eastAsia="zh-CN"/>
        </w:rPr>
        <w:t>.</w:t>
      </w:r>
      <w:r>
        <w:rPr>
          <w:rFonts w:eastAsia="Malgun Gothic"/>
          <w:lang w:eastAsia="zh-CN"/>
        </w:rPr>
        <w:t xml:space="preserve"> </w:t>
      </w:r>
    </w:p>
    <w:p w14:paraId="4523AA18" w14:textId="77777777" w:rsidR="00536ED4" w:rsidRPr="008E6DB4" w:rsidRDefault="00536ED4" w:rsidP="00536ED4">
      <w:pPr>
        <w:spacing w:after="120"/>
        <w:ind w:left="1134" w:right="1134"/>
        <w:jc w:val="both"/>
        <w:rPr>
          <w:rFonts w:eastAsia="Malgun Gothic"/>
          <w:b/>
          <w:lang w:eastAsia="zh-CN"/>
        </w:rPr>
      </w:pPr>
      <w:r w:rsidRPr="008E6DB4">
        <w:rPr>
          <w:b/>
          <w:bCs/>
        </w:rPr>
        <w:t>14.</w:t>
      </w:r>
      <w:r w:rsidRPr="008E6DB4">
        <w:rPr>
          <w:b/>
          <w:bCs/>
        </w:rPr>
        <w:tab/>
      </w:r>
      <w:r w:rsidRPr="008E6DB4">
        <w:rPr>
          <w:rFonts w:eastAsia="Malgun Gothic"/>
          <w:b/>
          <w:lang w:eastAsia="zh-CN"/>
        </w:rPr>
        <w:t>The State party should continue its efforts to:</w:t>
      </w:r>
    </w:p>
    <w:p w14:paraId="04413FF3" w14:textId="77777777" w:rsidR="00536ED4" w:rsidRDefault="00536ED4" w:rsidP="00536ED4">
      <w:pPr>
        <w:spacing w:after="120"/>
        <w:ind w:left="1134" w:right="1134" w:firstLine="567"/>
        <w:jc w:val="both"/>
        <w:rPr>
          <w:rFonts w:eastAsia="Malgun Gothic"/>
          <w:b/>
          <w:lang w:eastAsia="zh-CN"/>
        </w:rPr>
      </w:pPr>
      <w:r>
        <w:rPr>
          <w:rFonts w:eastAsia="Malgun Gothic"/>
          <w:b/>
          <w:lang w:eastAsia="zh-CN"/>
        </w:rPr>
        <w:t>(a)</w:t>
      </w:r>
      <w:r w:rsidRPr="00D07BED">
        <w:rPr>
          <w:rFonts w:eastAsia="Malgun Gothic"/>
          <w:b/>
          <w:lang w:eastAsia="zh-CN"/>
        </w:rPr>
        <w:tab/>
      </w:r>
      <w:r w:rsidRPr="00EA3569">
        <w:rPr>
          <w:rFonts w:eastAsia="Malgun Gothic"/>
          <w:b/>
          <w:lang w:eastAsia="zh-CN"/>
        </w:rPr>
        <w:t>Expedit</w:t>
      </w:r>
      <w:r>
        <w:rPr>
          <w:rFonts w:eastAsia="Malgun Gothic"/>
          <w:b/>
          <w:lang w:eastAsia="zh-CN"/>
        </w:rPr>
        <w:t>e</w:t>
      </w:r>
      <w:r w:rsidRPr="00EA3569">
        <w:rPr>
          <w:rFonts w:eastAsia="Malgun Gothic"/>
          <w:b/>
          <w:lang w:eastAsia="zh-CN"/>
        </w:rPr>
        <w:t xml:space="preserve"> the adoption of laws </w:t>
      </w:r>
      <w:r>
        <w:rPr>
          <w:rFonts w:eastAsia="Malgun Gothic"/>
          <w:b/>
          <w:lang w:eastAsia="zh-CN"/>
        </w:rPr>
        <w:t xml:space="preserve">relating to violence against women </w:t>
      </w:r>
      <w:r w:rsidRPr="00EA3569">
        <w:rPr>
          <w:rFonts w:eastAsia="Malgun Gothic"/>
          <w:b/>
          <w:lang w:eastAsia="zh-CN"/>
        </w:rPr>
        <w:t>that are under consideration at the federal and provincial levels</w:t>
      </w:r>
      <w:r>
        <w:rPr>
          <w:rFonts w:eastAsia="Malgun Gothic"/>
          <w:b/>
          <w:lang w:eastAsia="zh-CN"/>
        </w:rPr>
        <w:t xml:space="preserve"> and ensure they</w:t>
      </w:r>
      <w:r w:rsidRPr="00EA3569">
        <w:rPr>
          <w:rFonts w:eastAsia="Malgun Gothic"/>
          <w:b/>
          <w:lang w:eastAsia="zh-CN"/>
        </w:rPr>
        <w:t xml:space="preserve"> compl</w:t>
      </w:r>
      <w:r>
        <w:rPr>
          <w:rFonts w:eastAsia="Malgun Gothic"/>
          <w:b/>
          <w:lang w:eastAsia="zh-CN"/>
        </w:rPr>
        <w:t>y</w:t>
      </w:r>
      <w:r w:rsidRPr="00EA3569">
        <w:rPr>
          <w:rFonts w:eastAsia="Malgun Gothic"/>
          <w:b/>
          <w:lang w:eastAsia="zh-CN"/>
        </w:rPr>
        <w:t xml:space="preserve"> with international human rights standards;</w:t>
      </w:r>
      <w:r>
        <w:rPr>
          <w:rFonts w:eastAsia="Malgun Gothic"/>
          <w:b/>
          <w:lang w:eastAsia="zh-CN"/>
        </w:rPr>
        <w:t>(b)</w:t>
      </w:r>
      <w:r>
        <w:rPr>
          <w:rFonts w:eastAsia="Malgun Gothic"/>
          <w:b/>
          <w:lang w:eastAsia="zh-CN"/>
        </w:rPr>
        <w:tab/>
        <w:t>E</w:t>
      </w:r>
      <w:r>
        <w:rPr>
          <w:rFonts w:hint="eastAsia"/>
          <w:b/>
          <w:lang w:eastAsia="ko-KR"/>
        </w:rPr>
        <w:t xml:space="preserve">ffectively enforce </w:t>
      </w:r>
      <w:r>
        <w:rPr>
          <w:b/>
          <w:lang w:eastAsia="ko-KR"/>
        </w:rPr>
        <w:t>a</w:t>
      </w:r>
      <w:r>
        <w:rPr>
          <w:rFonts w:hint="eastAsia"/>
          <w:b/>
          <w:lang w:eastAsia="ko-KR"/>
        </w:rPr>
        <w:t>nti-</w:t>
      </w:r>
      <w:r>
        <w:rPr>
          <w:b/>
          <w:lang w:eastAsia="ko-KR"/>
        </w:rPr>
        <w:t>h</w:t>
      </w:r>
      <w:r>
        <w:rPr>
          <w:rFonts w:hint="eastAsia"/>
          <w:b/>
          <w:lang w:eastAsia="ko-KR"/>
        </w:rPr>
        <w:t xml:space="preserve">onour </w:t>
      </w:r>
      <w:r>
        <w:rPr>
          <w:b/>
          <w:lang w:eastAsia="ko-KR"/>
        </w:rPr>
        <w:t>k</w:t>
      </w:r>
      <w:r>
        <w:rPr>
          <w:rFonts w:hint="eastAsia"/>
          <w:b/>
          <w:lang w:eastAsia="ko-KR"/>
        </w:rPr>
        <w:t xml:space="preserve">illings </w:t>
      </w:r>
      <w:r>
        <w:rPr>
          <w:b/>
          <w:lang w:eastAsia="ko-KR"/>
        </w:rPr>
        <w:t>l</w:t>
      </w:r>
      <w:r>
        <w:rPr>
          <w:rFonts w:hint="eastAsia"/>
          <w:b/>
          <w:lang w:eastAsia="ko-KR"/>
        </w:rPr>
        <w:t>aws</w:t>
      </w:r>
      <w:r>
        <w:rPr>
          <w:b/>
          <w:lang w:eastAsia="ko-KR"/>
        </w:rPr>
        <w:t>, anti-rape law</w:t>
      </w:r>
      <w:r>
        <w:rPr>
          <w:rFonts w:hint="eastAsia"/>
          <w:b/>
          <w:lang w:eastAsia="ko-KR"/>
        </w:rPr>
        <w:t xml:space="preserve"> and other relevant laws criminalizing violence against women</w:t>
      </w:r>
      <w:r>
        <w:rPr>
          <w:b/>
          <w:lang w:eastAsia="ko-KR"/>
        </w:rPr>
        <w:t xml:space="preserve"> and domestic violence, and monitor their enforcement throughout the territory;</w:t>
      </w:r>
    </w:p>
    <w:p w14:paraId="563F0FF6" w14:textId="77777777" w:rsidR="00536ED4" w:rsidRDefault="00536ED4" w:rsidP="00536ED4">
      <w:pPr>
        <w:spacing w:after="120"/>
        <w:ind w:left="1134" w:right="1134" w:firstLine="567"/>
        <w:jc w:val="both"/>
        <w:rPr>
          <w:rFonts w:eastAsia="Malgun Gothic"/>
          <w:b/>
          <w:lang w:eastAsia="zh-CN"/>
        </w:rPr>
      </w:pPr>
      <w:r>
        <w:rPr>
          <w:rFonts w:eastAsia="Malgun Gothic"/>
          <w:b/>
          <w:lang w:eastAsia="zh-CN"/>
        </w:rPr>
        <w:t>(c)</w:t>
      </w:r>
      <w:r>
        <w:rPr>
          <w:rFonts w:eastAsia="Malgun Gothic"/>
          <w:b/>
          <w:lang w:eastAsia="zh-CN"/>
        </w:rPr>
        <w:tab/>
        <w:t xml:space="preserve">Enforce the prohibition of the application of </w:t>
      </w:r>
      <w:proofErr w:type="spellStart"/>
      <w:r w:rsidRPr="00E60610">
        <w:rPr>
          <w:rFonts w:eastAsia="Malgun Gothic"/>
          <w:b/>
          <w:i/>
          <w:lang w:eastAsia="zh-CN"/>
        </w:rPr>
        <w:t>qisas</w:t>
      </w:r>
      <w:proofErr w:type="spellEnd"/>
      <w:r w:rsidRPr="009F6023">
        <w:rPr>
          <w:rFonts w:eastAsia="Malgun Gothic"/>
          <w:b/>
          <w:lang w:eastAsia="zh-CN"/>
        </w:rPr>
        <w:t xml:space="preserve"> and </w:t>
      </w:r>
      <w:proofErr w:type="spellStart"/>
      <w:r w:rsidRPr="00E60610">
        <w:rPr>
          <w:rFonts w:eastAsia="Malgun Gothic"/>
          <w:b/>
          <w:i/>
          <w:lang w:eastAsia="zh-CN"/>
        </w:rPr>
        <w:t>diyat</w:t>
      </w:r>
      <w:proofErr w:type="spellEnd"/>
      <w:r w:rsidRPr="009F6023">
        <w:rPr>
          <w:rFonts w:eastAsia="Malgun Gothic"/>
          <w:b/>
          <w:lang w:eastAsia="zh-CN"/>
        </w:rPr>
        <w:t xml:space="preserve"> laws </w:t>
      </w:r>
      <w:r>
        <w:rPr>
          <w:rFonts w:eastAsia="Malgun Gothic"/>
          <w:b/>
          <w:lang w:eastAsia="zh-CN"/>
        </w:rPr>
        <w:t xml:space="preserve">to so-called honour-related crimes and continue to regulate and supervise </w:t>
      </w:r>
      <w:proofErr w:type="spellStart"/>
      <w:r w:rsidRPr="00E60610">
        <w:rPr>
          <w:rFonts w:eastAsia="Malgun Gothic"/>
          <w:b/>
          <w:i/>
          <w:lang w:eastAsia="zh-CN"/>
        </w:rPr>
        <w:t>jirgas</w:t>
      </w:r>
      <w:proofErr w:type="spellEnd"/>
      <w:r>
        <w:rPr>
          <w:rFonts w:eastAsia="Malgun Gothic"/>
          <w:b/>
          <w:lang w:eastAsia="zh-CN"/>
        </w:rPr>
        <w:t>;</w:t>
      </w:r>
    </w:p>
    <w:p w14:paraId="4C544388" w14:textId="77777777" w:rsidR="00536ED4" w:rsidRDefault="00536ED4" w:rsidP="00536ED4">
      <w:pPr>
        <w:spacing w:after="120"/>
        <w:ind w:left="1134" w:right="1134" w:firstLine="567"/>
        <w:jc w:val="both"/>
        <w:rPr>
          <w:rFonts w:eastAsia="Malgun Gothic"/>
          <w:b/>
          <w:lang w:eastAsia="zh-CN"/>
        </w:rPr>
      </w:pPr>
      <w:r w:rsidRPr="00D07BED">
        <w:rPr>
          <w:rFonts w:eastAsia="Malgun Gothic"/>
          <w:b/>
          <w:lang w:eastAsia="zh-CN"/>
        </w:rPr>
        <w:t>(</w:t>
      </w:r>
      <w:r>
        <w:rPr>
          <w:rFonts w:eastAsia="Malgun Gothic"/>
          <w:b/>
          <w:lang w:eastAsia="zh-CN"/>
        </w:rPr>
        <w:t>d)</w:t>
      </w:r>
      <w:r w:rsidRPr="00D07BED">
        <w:rPr>
          <w:rFonts w:eastAsia="Malgun Gothic"/>
          <w:b/>
          <w:lang w:eastAsia="zh-CN"/>
        </w:rPr>
        <w:tab/>
      </w:r>
      <w:r>
        <w:rPr>
          <w:rFonts w:eastAsia="Malgun Gothic"/>
          <w:b/>
          <w:lang w:eastAsia="zh-CN"/>
        </w:rPr>
        <w:t>Encourage the reporting of violence against women, inter alia, by informing women of their rights as well as the legal and other services that exist through which they can receive protection and compensation;</w:t>
      </w:r>
    </w:p>
    <w:p w14:paraId="57AF9936" w14:textId="77777777" w:rsidR="00536ED4" w:rsidRDefault="00536ED4" w:rsidP="00536ED4">
      <w:pPr>
        <w:spacing w:after="120"/>
        <w:ind w:left="1134" w:right="1134" w:firstLine="567"/>
        <w:jc w:val="both"/>
        <w:rPr>
          <w:rFonts w:eastAsia="Malgun Gothic"/>
          <w:b/>
          <w:lang w:eastAsia="zh-CN"/>
        </w:rPr>
      </w:pPr>
      <w:r>
        <w:rPr>
          <w:b/>
          <w:lang w:eastAsia="ko-KR"/>
        </w:rPr>
        <w:t>(e)</w:t>
      </w:r>
      <w:r>
        <w:rPr>
          <w:b/>
          <w:lang w:eastAsia="ko-KR"/>
        </w:rPr>
        <w:tab/>
        <w:t>Ensure that cases of violence against women and domestic violence are p</w:t>
      </w:r>
      <w:r>
        <w:rPr>
          <w:rFonts w:hint="eastAsia"/>
          <w:b/>
          <w:lang w:eastAsia="ko-KR"/>
        </w:rPr>
        <w:t xml:space="preserve">romptly </w:t>
      </w:r>
      <w:r>
        <w:rPr>
          <w:b/>
          <w:lang w:eastAsia="ko-KR"/>
        </w:rPr>
        <w:t xml:space="preserve">and thoroughly </w:t>
      </w:r>
      <w:r w:rsidRPr="00364832">
        <w:rPr>
          <w:b/>
          <w:lang w:eastAsia="ko-KR"/>
        </w:rPr>
        <w:t>investigat</w:t>
      </w:r>
      <w:r>
        <w:rPr>
          <w:b/>
          <w:lang w:eastAsia="ko-KR"/>
        </w:rPr>
        <w:t>ed,</w:t>
      </w:r>
      <w:r w:rsidRPr="00364832">
        <w:rPr>
          <w:b/>
          <w:lang w:eastAsia="ko-KR"/>
        </w:rPr>
        <w:t xml:space="preserve"> </w:t>
      </w:r>
      <w:r w:rsidRPr="00364832">
        <w:rPr>
          <w:b/>
        </w:rPr>
        <w:t xml:space="preserve">perpetrators </w:t>
      </w:r>
      <w:r>
        <w:rPr>
          <w:b/>
        </w:rPr>
        <w:t xml:space="preserve">prosecuted and, if convicted, punished </w:t>
      </w:r>
      <w:r w:rsidRPr="00364832">
        <w:rPr>
          <w:b/>
        </w:rPr>
        <w:t>with penalties commensurate with the gravity of the offences</w:t>
      </w:r>
      <w:r>
        <w:rPr>
          <w:rFonts w:hint="eastAsia"/>
          <w:b/>
          <w:lang w:eastAsia="ko-KR"/>
        </w:rPr>
        <w:t>;</w:t>
      </w:r>
    </w:p>
    <w:p w14:paraId="0695A089" w14:textId="77777777" w:rsidR="00536ED4" w:rsidRPr="007D7760" w:rsidRDefault="00536ED4" w:rsidP="00536ED4">
      <w:pPr>
        <w:spacing w:after="120"/>
        <w:ind w:left="1134" w:right="1134" w:firstLine="567"/>
        <w:jc w:val="both"/>
        <w:rPr>
          <w:rFonts w:eastAsia="Malgun Gothic"/>
          <w:b/>
          <w:lang w:eastAsia="zh-CN"/>
        </w:rPr>
      </w:pPr>
      <w:r w:rsidRPr="00D07BED">
        <w:rPr>
          <w:rFonts w:eastAsia="Malgun Gothic"/>
          <w:b/>
          <w:lang w:eastAsia="zh-CN"/>
        </w:rPr>
        <w:t>(</w:t>
      </w:r>
      <w:r>
        <w:rPr>
          <w:rFonts w:eastAsia="Malgun Gothic"/>
          <w:b/>
          <w:lang w:eastAsia="zh-CN"/>
        </w:rPr>
        <w:t>f</w:t>
      </w:r>
      <w:r w:rsidRPr="00D07BED">
        <w:rPr>
          <w:rFonts w:eastAsia="Malgun Gothic"/>
          <w:b/>
          <w:lang w:eastAsia="zh-CN"/>
        </w:rPr>
        <w:t>)</w:t>
      </w:r>
      <w:r w:rsidRPr="00D07BED">
        <w:rPr>
          <w:rFonts w:eastAsia="Malgun Gothic"/>
          <w:b/>
          <w:lang w:eastAsia="zh-CN"/>
        </w:rPr>
        <w:tab/>
      </w:r>
      <w:r>
        <w:rPr>
          <w:rFonts w:eastAsia="Malgun Gothic"/>
          <w:b/>
          <w:lang w:eastAsia="zh-CN"/>
        </w:rPr>
        <w:t xml:space="preserve">Ensure </w:t>
      </w:r>
      <w:r>
        <w:rPr>
          <w:rFonts w:hint="eastAsia"/>
          <w:b/>
          <w:lang w:eastAsia="ko-KR"/>
        </w:rPr>
        <w:t xml:space="preserve">that </w:t>
      </w:r>
      <w:r w:rsidRPr="00364832">
        <w:rPr>
          <w:b/>
        </w:rPr>
        <w:t xml:space="preserve">victims </w:t>
      </w:r>
      <w:r>
        <w:rPr>
          <w:b/>
        </w:rPr>
        <w:t xml:space="preserve">receive the </w:t>
      </w:r>
      <w:r w:rsidRPr="00364832">
        <w:rPr>
          <w:b/>
        </w:rPr>
        <w:t>necessary legal, medical</w:t>
      </w:r>
      <w:r>
        <w:rPr>
          <w:rFonts w:hint="eastAsia"/>
          <w:b/>
          <w:lang w:eastAsia="ko-KR"/>
        </w:rPr>
        <w:t>, financial</w:t>
      </w:r>
      <w:r w:rsidRPr="00364832">
        <w:rPr>
          <w:b/>
        </w:rPr>
        <w:t xml:space="preserve"> and psychological support</w:t>
      </w:r>
      <w:r>
        <w:rPr>
          <w:b/>
        </w:rPr>
        <w:t xml:space="preserve"> and </w:t>
      </w:r>
      <w:r w:rsidRPr="00D07BED">
        <w:rPr>
          <w:b/>
        </w:rPr>
        <w:t>have access to effective remedies and means of protection;</w:t>
      </w:r>
    </w:p>
    <w:p w14:paraId="353C5B2C" w14:textId="77777777" w:rsidR="00536ED4" w:rsidRDefault="00536ED4" w:rsidP="00536ED4">
      <w:pPr>
        <w:spacing w:after="120"/>
        <w:ind w:left="1134" w:right="1134" w:firstLine="567"/>
        <w:jc w:val="both"/>
        <w:rPr>
          <w:rFonts w:eastAsia="Malgun Gothic"/>
          <w:b/>
          <w:lang w:eastAsia="zh-CN"/>
        </w:rPr>
      </w:pPr>
      <w:r w:rsidRPr="00D07BED">
        <w:rPr>
          <w:b/>
        </w:rPr>
        <w:t>(</w:t>
      </w:r>
      <w:r>
        <w:rPr>
          <w:b/>
        </w:rPr>
        <w:t>g</w:t>
      </w:r>
      <w:r w:rsidRPr="00D07BED">
        <w:rPr>
          <w:b/>
        </w:rPr>
        <w:t>)</w:t>
      </w:r>
      <w:r w:rsidRPr="00D07BED">
        <w:rPr>
          <w:b/>
        </w:rPr>
        <w:tab/>
      </w:r>
      <w:r w:rsidRPr="00D07BED">
        <w:rPr>
          <w:rFonts w:eastAsia="Malgun Gothic"/>
          <w:b/>
          <w:lang w:eastAsia="zh-CN"/>
        </w:rPr>
        <w:t>En</w:t>
      </w:r>
      <w:r>
        <w:rPr>
          <w:rFonts w:eastAsia="Malgun Gothic"/>
          <w:b/>
          <w:lang w:eastAsia="zh-CN"/>
        </w:rPr>
        <w:t>sure that judges, prosecutors and law enforcement authorities continue to receive appropriate training that equips them to deal with cases of violence against women and domestic violence</w:t>
      </w:r>
      <w:r w:rsidRPr="00946F91">
        <w:rPr>
          <w:b/>
        </w:rPr>
        <w:t xml:space="preserve"> </w:t>
      </w:r>
      <w:r w:rsidRPr="00D07BED">
        <w:rPr>
          <w:b/>
        </w:rPr>
        <w:t>effectively</w:t>
      </w:r>
      <w:r>
        <w:rPr>
          <w:b/>
        </w:rPr>
        <w:t xml:space="preserve"> and</w:t>
      </w:r>
      <w:r w:rsidRPr="00D07BED">
        <w:rPr>
          <w:b/>
        </w:rPr>
        <w:t xml:space="preserve"> in a gender-sensitive</w:t>
      </w:r>
      <w:r>
        <w:rPr>
          <w:b/>
        </w:rPr>
        <w:t xml:space="preserve"> manner</w:t>
      </w:r>
      <w:r>
        <w:rPr>
          <w:rFonts w:eastAsia="Malgun Gothic"/>
          <w:b/>
          <w:lang w:eastAsia="zh-CN"/>
        </w:rPr>
        <w:t xml:space="preserve">; and </w:t>
      </w:r>
      <w:r w:rsidRPr="00D07BED">
        <w:rPr>
          <w:rFonts w:eastAsia="Malgun Gothic"/>
          <w:b/>
          <w:lang w:eastAsia="zh-CN"/>
        </w:rPr>
        <w:t>increas</w:t>
      </w:r>
      <w:r>
        <w:rPr>
          <w:rFonts w:eastAsia="Malgun Gothic"/>
          <w:b/>
          <w:lang w:eastAsia="zh-CN"/>
        </w:rPr>
        <w:t>e</w:t>
      </w:r>
      <w:r w:rsidRPr="00D07BED">
        <w:rPr>
          <w:rFonts w:eastAsia="Malgun Gothic"/>
          <w:b/>
          <w:lang w:eastAsia="zh-CN"/>
        </w:rPr>
        <w:t xml:space="preserve"> the number of female police officers and specialized units dealing with such cases</w:t>
      </w:r>
      <w:r>
        <w:rPr>
          <w:rFonts w:eastAsia="Malgun Gothic"/>
          <w:b/>
          <w:lang w:eastAsia="zh-CN"/>
        </w:rPr>
        <w:t xml:space="preserve"> to an adequate level.</w:t>
      </w:r>
    </w:p>
    <w:p w14:paraId="5EDF9ECF" w14:textId="5B61C19E" w:rsidR="00440C02" w:rsidRDefault="00D529AC" w:rsidP="00440C02">
      <w:pPr>
        <w:pStyle w:val="H23G"/>
        <w:rPr>
          <w:bCs/>
          <w:color w:val="0000FF"/>
          <w:lang w:eastAsia="en-GB"/>
        </w:rPr>
      </w:pPr>
      <w:r>
        <w:tab/>
      </w:r>
      <w:r w:rsidR="00440C02">
        <w:tab/>
        <w:t>Voluntary termination of pregnancy</w:t>
      </w:r>
      <w:r w:rsidR="000D6D51">
        <w:t xml:space="preserve"> and maternal mortality</w:t>
      </w:r>
    </w:p>
    <w:p w14:paraId="43DC4A22" w14:textId="42AF0FA3" w:rsidR="00440C02" w:rsidRDefault="00440C02" w:rsidP="00440C02">
      <w:pPr>
        <w:pStyle w:val="SingleTxtG"/>
        <w:tabs>
          <w:tab w:val="left" w:pos="1701"/>
        </w:tabs>
      </w:pPr>
      <w:r>
        <w:t>15</w:t>
      </w:r>
      <w:r w:rsidRPr="00993392">
        <w:t>.</w:t>
      </w:r>
      <w:r w:rsidRPr="00993392">
        <w:tab/>
      </w:r>
      <w:r>
        <w:t>The Committee is concerned that abortion remains criminalized except to save the li</w:t>
      </w:r>
      <w:r w:rsidR="008E4FA0">
        <w:t>f</w:t>
      </w:r>
      <w:r>
        <w:t xml:space="preserve">e of </w:t>
      </w:r>
      <w:r w:rsidR="008E4FA0">
        <w:t xml:space="preserve">the </w:t>
      </w:r>
      <w:r>
        <w:t>women or provid</w:t>
      </w:r>
      <w:r w:rsidR="008E4FA0">
        <w:t>e</w:t>
      </w:r>
      <w:r>
        <w:t xml:space="preserve"> “necessary treatment”; </w:t>
      </w:r>
      <w:r w:rsidR="00C76BDC">
        <w:t xml:space="preserve">that </w:t>
      </w:r>
      <w:r>
        <w:t>the circumstances under which voluntary termination of pregnancy is allowed are not clearly defined or widely understood among medical professionals and the general public; consequently,</w:t>
      </w:r>
      <w:r w:rsidR="00C76BDC">
        <w:t xml:space="preserve"> that</w:t>
      </w:r>
      <w:r>
        <w:t xml:space="preserve"> a very large number of women seek unsafe abortion which </w:t>
      </w:r>
      <w:r w:rsidRPr="004F6A64">
        <w:t>may put the</w:t>
      </w:r>
      <w:r>
        <w:t>ir</w:t>
      </w:r>
      <w:r w:rsidRPr="004F6A64">
        <w:t xml:space="preserve"> lives and health at risk</w:t>
      </w:r>
      <w:r>
        <w:t xml:space="preserve">; and </w:t>
      </w:r>
      <w:r w:rsidR="008E4FA0">
        <w:t xml:space="preserve">at </w:t>
      </w:r>
      <w:r>
        <w:t xml:space="preserve">the high level of resulting maternal mortality. The Committee is also concerned at the very high rate of unintended pregnancies due to limited access to information and services regarding sexual and reproductive health (arts. 2, 3, 6, 7, 17 and 26). </w:t>
      </w:r>
    </w:p>
    <w:p w14:paraId="7514D982" w14:textId="3A3D6687" w:rsidR="00440C02" w:rsidRDefault="00440C02" w:rsidP="00440C02">
      <w:pPr>
        <w:spacing w:after="120"/>
        <w:ind w:left="1134" w:right="1134"/>
        <w:jc w:val="both"/>
        <w:rPr>
          <w:b/>
        </w:rPr>
      </w:pPr>
      <w:r w:rsidRPr="00962FF2">
        <w:rPr>
          <w:bCs/>
        </w:rPr>
        <w:t>16.</w:t>
      </w:r>
      <w:r w:rsidRPr="00962FF2">
        <w:rPr>
          <w:bCs/>
        </w:rPr>
        <w:tab/>
      </w:r>
      <w:r w:rsidRPr="00DB7153">
        <w:rPr>
          <w:b/>
        </w:rPr>
        <w:t xml:space="preserve">The State party should </w:t>
      </w:r>
      <w:r w:rsidRPr="00993392">
        <w:rPr>
          <w:b/>
        </w:rPr>
        <w:t xml:space="preserve">review its legislation </w:t>
      </w:r>
      <w:r>
        <w:rPr>
          <w:b/>
        </w:rPr>
        <w:t>to ensure</w:t>
      </w:r>
      <w:r w:rsidRPr="00993392">
        <w:rPr>
          <w:b/>
        </w:rPr>
        <w:t xml:space="preserve"> that legal restrictions do not </w:t>
      </w:r>
      <w:r>
        <w:rPr>
          <w:b/>
        </w:rPr>
        <w:t>prompt</w:t>
      </w:r>
      <w:r w:rsidRPr="00993392">
        <w:rPr>
          <w:b/>
        </w:rPr>
        <w:t xml:space="preserve"> women to resort to </w:t>
      </w:r>
      <w:r>
        <w:rPr>
          <w:b/>
        </w:rPr>
        <w:t>unsafe</w:t>
      </w:r>
      <w:r w:rsidRPr="00993392">
        <w:rPr>
          <w:b/>
        </w:rPr>
        <w:t xml:space="preserve"> abortions that</w:t>
      </w:r>
      <w:r>
        <w:rPr>
          <w:b/>
        </w:rPr>
        <w:t xml:space="preserve"> may</w:t>
      </w:r>
      <w:r w:rsidRPr="00993392">
        <w:rPr>
          <w:b/>
        </w:rPr>
        <w:t xml:space="preserve"> endanger their lives and health. </w:t>
      </w:r>
      <w:r w:rsidRPr="00DB7153">
        <w:rPr>
          <w:b/>
        </w:rPr>
        <w:t xml:space="preserve">It </w:t>
      </w:r>
      <w:r w:rsidRPr="008E4FA0">
        <w:rPr>
          <w:b/>
        </w:rPr>
        <w:t>should also take all measures necessary to combat the stigma associated with abortion</w:t>
      </w:r>
      <w:r w:rsidR="000D6D51">
        <w:rPr>
          <w:b/>
        </w:rPr>
        <w:t xml:space="preserve">; </w:t>
      </w:r>
      <w:r w:rsidRPr="001A5DF6">
        <w:rPr>
          <w:b/>
        </w:rPr>
        <w:t>ensure the provision of safe voluntary termination of pregnancy by trained medical providers</w:t>
      </w:r>
      <w:r w:rsidR="000D6D51">
        <w:rPr>
          <w:b/>
        </w:rPr>
        <w:t>;</w:t>
      </w:r>
      <w:r w:rsidR="001A5DF6" w:rsidRPr="001A5DF6">
        <w:t xml:space="preserve"> </w:t>
      </w:r>
      <w:r w:rsidRPr="001A5DF6">
        <w:rPr>
          <w:b/>
        </w:rPr>
        <w:t xml:space="preserve">ensure </w:t>
      </w:r>
      <w:r w:rsidR="008E4FA0" w:rsidRPr="001A5DF6">
        <w:rPr>
          <w:b/>
        </w:rPr>
        <w:t>ready</w:t>
      </w:r>
      <w:r w:rsidRPr="001A5DF6">
        <w:rPr>
          <w:b/>
        </w:rPr>
        <w:t xml:space="preserve"> and affordable access to post-abortion health care </w:t>
      </w:r>
      <w:r w:rsidRPr="001A5DF6">
        <w:rPr>
          <w:b/>
        </w:rPr>
        <w:lastRenderedPageBreak/>
        <w:t>services</w:t>
      </w:r>
      <w:r w:rsidR="00C76BDC">
        <w:rPr>
          <w:b/>
        </w:rPr>
        <w:t xml:space="preserve"> throughout the country</w:t>
      </w:r>
      <w:r w:rsidRPr="001A5DF6">
        <w:rPr>
          <w:b/>
        </w:rPr>
        <w:t>; and improve access to affordable contraception and sexual and reproductive health education and services</w:t>
      </w:r>
      <w:r w:rsidR="008E4FA0" w:rsidRPr="001A5DF6">
        <w:rPr>
          <w:b/>
        </w:rPr>
        <w:t xml:space="preserve"> </w:t>
      </w:r>
      <w:r w:rsidRPr="001A5DF6">
        <w:rPr>
          <w:b/>
        </w:rPr>
        <w:t>including for adolescents and</w:t>
      </w:r>
      <w:r w:rsidR="008E4FA0" w:rsidRPr="001A5DF6">
        <w:rPr>
          <w:b/>
        </w:rPr>
        <w:t xml:space="preserve"> </w:t>
      </w:r>
      <w:r w:rsidRPr="001A5DF6">
        <w:rPr>
          <w:b/>
        </w:rPr>
        <w:t>disadvantaged women and girls in rural areas</w:t>
      </w:r>
      <w:r w:rsidRPr="008E4FA0">
        <w:rPr>
          <w:b/>
        </w:rPr>
        <w:t>.</w:t>
      </w:r>
      <w:r w:rsidRPr="00DB7153">
        <w:rPr>
          <w:b/>
        </w:rPr>
        <w:t xml:space="preserve"> </w:t>
      </w:r>
    </w:p>
    <w:p w14:paraId="3BE9444B" w14:textId="50EEED5B" w:rsidR="00440C02" w:rsidRDefault="00440C02" w:rsidP="00440C02">
      <w:pPr>
        <w:pStyle w:val="H23G"/>
        <w:rPr>
          <w:bCs/>
          <w:color w:val="0000FF"/>
          <w:lang w:eastAsia="en-GB"/>
        </w:rPr>
      </w:pPr>
      <w:r>
        <w:tab/>
      </w:r>
      <w:r>
        <w:tab/>
        <w:t>Death penalty</w:t>
      </w:r>
    </w:p>
    <w:p w14:paraId="7EEDB2A8" w14:textId="497020A6" w:rsidR="00440C02" w:rsidRDefault="00440C02" w:rsidP="00440C02">
      <w:pPr>
        <w:spacing w:after="120"/>
        <w:ind w:left="1134" w:right="1134"/>
        <w:jc w:val="both"/>
        <w:rPr>
          <w:lang w:val="en-US"/>
        </w:rPr>
      </w:pPr>
      <w:r>
        <w:rPr>
          <w:bCs/>
        </w:rPr>
        <w:t>17</w:t>
      </w:r>
      <w:r w:rsidRPr="005C6577">
        <w:rPr>
          <w:bCs/>
        </w:rPr>
        <w:t>.</w:t>
      </w:r>
      <w:r w:rsidRPr="005C6577">
        <w:rPr>
          <w:bCs/>
        </w:rPr>
        <w:tab/>
      </w:r>
      <w:r>
        <w:rPr>
          <w:lang w:val="en-US"/>
        </w:rPr>
        <w:t xml:space="preserve">The Committee notes </w:t>
      </w:r>
      <w:proofErr w:type="gramStart"/>
      <w:r>
        <w:rPr>
          <w:lang w:val="en-US"/>
        </w:rPr>
        <w:t>with  concern</w:t>
      </w:r>
      <w:proofErr w:type="gramEnd"/>
      <w:r>
        <w:rPr>
          <w:lang w:val="en-US"/>
        </w:rPr>
        <w:t xml:space="preserve"> that the State party lifted the moratorium</w:t>
      </w:r>
      <w:r w:rsidR="006A3BC5">
        <w:rPr>
          <w:lang w:val="en-US"/>
        </w:rPr>
        <w:t xml:space="preserve"> on death penalty</w:t>
      </w:r>
      <w:r>
        <w:rPr>
          <w:lang w:val="en-US"/>
        </w:rPr>
        <w:t xml:space="preserve"> in December 2014 and </w:t>
      </w:r>
      <w:r w:rsidR="00FE45C6">
        <w:rPr>
          <w:lang w:val="en-US"/>
        </w:rPr>
        <w:t xml:space="preserve">since then </w:t>
      </w:r>
      <w:r w:rsidR="00CB7A4D">
        <w:rPr>
          <w:lang w:val="en-US"/>
        </w:rPr>
        <w:t xml:space="preserve">has </w:t>
      </w:r>
      <w:r w:rsidR="00FE45C6">
        <w:rPr>
          <w:lang w:val="en-US"/>
        </w:rPr>
        <w:t>been one of the States with the highest rate of executions.</w:t>
      </w:r>
      <w:r w:rsidR="00FE45C6" w:rsidDel="000D6D51">
        <w:rPr>
          <w:lang w:val="en-US"/>
        </w:rPr>
        <w:t xml:space="preserve"> </w:t>
      </w:r>
      <w:r>
        <w:rPr>
          <w:lang w:val="en-US"/>
        </w:rPr>
        <w:t xml:space="preserve"> It is particularly concerned that the death penalty is applied to crimes other than the </w:t>
      </w:r>
      <w:r w:rsidR="00733ADD">
        <w:rPr>
          <w:lang w:val="en-US"/>
        </w:rPr>
        <w:t>“</w:t>
      </w:r>
      <w:r>
        <w:rPr>
          <w:lang w:val="en-US"/>
        </w:rPr>
        <w:t>most serious crimes</w:t>
      </w:r>
      <w:r w:rsidR="00733ADD">
        <w:rPr>
          <w:lang w:val="en-US"/>
        </w:rPr>
        <w:t>,”</w:t>
      </w:r>
      <w:r w:rsidR="00B8773D">
        <w:rPr>
          <w:lang w:val="en-US"/>
        </w:rPr>
        <w:t xml:space="preserve"> within the meaning of</w:t>
      </w:r>
      <w:r w:rsidR="000D6D51" w:rsidRPr="00301D58">
        <w:rPr>
          <w:lang w:val="en-US"/>
        </w:rPr>
        <w:t xml:space="preserve"> Article 6</w:t>
      </w:r>
      <w:r w:rsidR="00B8773D" w:rsidRPr="00B8773D">
        <w:rPr>
          <w:lang w:val="en-US"/>
        </w:rPr>
        <w:t>, paragraph 2 of the Covenant</w:t>
      </w:r>
      <w:r>
        <w:rPr>
          <w:lang w:val="en-US"/>
        </w:rPr>
        <w:t xml:space="preserve">, such as drug trafficking and blasphemy; </w:t>
      </w:r>
      <w:r w:rsidR="0037388D">
        <w:rPr>
          <w:lang w:val="en-US"/>
        </w:rPr>
        <w:t xml:space="preserve">that </w:t>
      </w:r>
      <w:r>
        <w:rPr>
          <w:lang w:val="en-US"/>
        </w:rPr>
        <w:t xml:space="preserve">juveniles and persons with </w:t>
      </w:r>
      <w:r w:rsidR="00FE45C6">
        <w:rPr>
          <w:lang w:val="en-US"/>
        </w:rPr>
        <w:t xml:space="preserve">psychosocial or </w:t>
      </w:r>
      <w:r>
        <w:rPr>
          <w:lang w:val="en-US"/>
        </w:rPr>
        <w:t xml:space="preserve">intellectual disabilities are </w:t>
      </w:r>
      <w:r w:rsidR="008E4FA0">
        <w:rPr>
          <w:lang w:val="en-US"/>
        </w:rPr>
        <w:t xml:space="preserve">reportedly </w:t>
      </w:r>
      <w:r>
        <w:rPr>
          <w:lang w:val="en-US"/>
        </w:rPr>
        <w:t xml:space="preserve">sentenced to death and executed; </w:t>
      </w:r>
      <w:r w:rsidR="0037388D">
        <w:rPr>
          <w:lang w:val="en-US"/>
        </w:rPr>
        <w:t xml:space="preserve">that </w:t>
      </w:r>
      <w:r>
        <w:rPr>
          <w:lang w:val="en-US"/>
        </w:rPr>
        <w:t>a policy of blank</w:t>
      </w:r>
      <w:r w:rsidR="008E4FA0">
        <w:rPr>
          <w:lang w:val="en-US"/>
        </w:rPr>
        <w:t>et</w:t>
      </w:r>
      <w:r>
        <w:rPr>
          <w:lang w:val="en-US"/>
        </w:rPr>
        <w:t xml:space="preserve"> refusal </w:t>
      </w:r>
      <w:r w:rsidR="00C76BDC">
        <w:rPr>
          <w:lang w:val="en-US"/>
        </w:rPr>
        <w:t xml:space="preserve">of </w:t>
      </w:r>
      <w:r>
        <w:rPr>
          <w:lang w:val="en-US"/>
        </w:rPr>
        <w:t xml:space="preserve">clemency applications is allegedly in place and no clemency applications have been granted; </w:t>
      </w:r>
      <w:r w:rsidR="0037388D">
        <w:rPr>
          <w:lang w:val="en-US"/>
        </w:rPr>
        <w:t xml:space="preserve">and that </w:t>
      </w:r>
      <w:r>
        <w:rPr>
          <w:lang w:val="en-US"/>
        </w:rPr>
        <w:t>executions are allegedly carried out in a manner that constitutes torture or cruel, inhuman or degrading</w:t>
      </w:r>
      <w:r w:rsidR="00216586">
        <w:rPr>
          <w:lang w:val="en-US"/>
        </w:rPr>
        <w:t xml:space="preserve"> </w:t>
      </w:r>
      <w:r>
        <w:rPr>
          <w:lang w:val="en-US"/>
        </w:rPr>
        <w:t xml:space="preserve">punishment. It also notes with concern the large number of Pakistani migrant workers who have been sentenced to death and executed overseas and the reportedly insufficient consular and legal services provided to them </w:t>
      </w:r>
      <w:r w:rsidRPr="00B65EDC">
        <w:rPr>
          <w:rFonts w:eastAsia="Calibri"/>
        </w:rPr>
        <w:t>(arts. 2, 6, 7, 9</w:t>
      </w:r>
      <w:r>
        <w:rPr>
          <w:rFonts w:eastAsia="Calibri"/>
        </w:rPr>
        <w:t xml:space="preserve">, </w:t>
      </w:r>
      <w:r w:rsidRPr="00B65EDC">
        <w:rPr>
          <w:rFonts w:eastAsia="Calibri"/>
        </w:rPr>
        <w:t>14</w:t>
      </w:r>
      <w:r>
        <w:rPr>
          <w:rFonts w:eastAsia="Calibri"/>
        </w:rPr>
        <w:t xml:space="preserve"> and 24</w:t>
      </w:r>
      <w:r w:rsidRPr="00B65EDC">
        <w:rPr>
          <w:rFonts w:eastAsia="Calibri"/>
        </w:rPr>
        <w:t>).</w:t>
      </w:r>
      <w:r>
        <w:rPr>
          <w:lang w:val="en-US"/>
        </w:rPr>
        <w:t xml:space="preserve"> </w:t>
      </w:r>
    </w:p>
    <w:p w14:paraId="7FEBC6D2" w14:textId="4686FB05" w:rsidR="00440C02" w:rsidRDefault="00440C02" w:rsidP="00440C02">
      <w:pPr>
        <w:spacing w:after="120"/>
        <w:ind w:left="1134" w:right="1134"/>
        <w:jc w:val="both"/>
        <w:rPr>
          <w:rFonts w:eastAsia="Calibri"/>
          <w:b/>
        </w:rPr>
      </w:pPr>
      <w:r w:rsidRPr="00962FF2">
        <w:rPr>
          <w:lang w:val="en-US"/>
        </w:rPr>
        <w:t>18.</w:t>
      </w:r>
      <w:r w:rsidRPr="00962FF2">
        <w:rPr>
          <w:lang w:val="en-US"/>
        </w:rPr>
        <w:tab/>
      </w:r>
      <w:r w:rsidRPr="006A7539">
        <w:rPr>
          <w:b/>
          <w:lang w:val="en-US"/>
        </w:rPr>
        <w:t>The State party should reinstate the moratorium and</w:t>
      </w:r>
      <w:r w:rsidR="00FA1B67">
        <w:rPr>
          <w:b/>
          <w:lang w:val="en-US"/>
        </w:rPr>
        <w:t xml:space="preserve"> </w:t>
      </w:r>
      <w:r w:rsidR="0037388D">
        <w:rPr>
          <w:b/>
          <w:lang w:val="en-US"/>
        </w:rPr>
        <w:t xml:space="preserve">consider </w:t>
      </w:r>
      <w:r w:rsidRPr="006A7539">
        <w:rPr>
          <w:b/>
          <w:lang w:val="en-US"/>
        </w:rPr>
        <w:t>abolish</w:t>
      </w:r>
      <w:r w:rsidR="0037388D">
        <w:rPr>
          <w:b/>
          <w:lang w:val="en-US"/>
        </w:rPr>
        <w:t>ing</w:t>
      </w:r>
      <w:r w:rsidRPr="006A7539">
        <w:rPr>
          <w:b/>
          <w:lang w:val="en-US"/>
        </w:rPr>
        <w:t xml:space="preserve"> the death penalty</w:t>
      </w:r>
      <w:r>
        <w:rPr>
          <w:b/>
          <w:lang w:val="en-US"/>
        </w:rPr>
        <w:t xml:space="preserve"> and </w:t>
      </w:r>
      <w:r w:rsidR="000D6D51">
        <w:rPr>
          <w:b/>
          <w:lang w:val="en-US"/>
        </w:rPr>
        <w:t xml:space="preserve">acceding </w:t>
      </w:r>
      <w:r>
        <w:rPr>
          <w:b/>
          <w:lang w:val="en-US"/>
        </w:rPr>
        <w:t>to the Second Optional Protocol to the Covenant</w:t>
      </w:r>
      <w:r w:rsidRPr="006A7539">
        <w:rPr>
          <w:b/>
          <w:lang w:val="en-US"/>
        </w:rPr>
        <w:t xml:space="preserve">. </w:t>
      </w:r>
      <w:r w:rsidRPr="00471AD1">
        <w:rPr>
          <w:rFonts w:eastAsia="Calibri"/>
          <w:b/>
        </w:rPr>
        <w:t xml:space="preserve">If the death penalty is maintained, </w:t>
      </w:r>
      <w:r w:rsidR="00B46A21">
        <w:rPr>
          <w:rFonts w:eastAsia="Calibri"/>
          <w:b/>
        </w:rPr>
        <w:t>the State party</w:t>
      </w:r>
      <w:r w:rsidRPr="00471AD1">
        <w:rPr>
          <w:rFonts w:eastAsia="Calibri"/>
          <w:b/>
        </w:rPr>
        <w:t xml:space="preserve"> should</w:t>
      </w:r>
      <w:r w:rsidR="000D6D51">
        <w:rPr>
          <w:rFonts w:eastAsia="Calibri"/>
          <w:b/>
        </w:rPr>
        <w:t>,</w:t>
      </w:r>
      <w:r w:rsidRPr="00471AD1">
        <w:rPr>
          <w:rFonts w:eastAsia="Calibri"/>
          <w:b/>
        </w:rPr>
        <w:t xml:space="preserve"> </w:t>
      </w:r>
      <w:r w:rsidR="000D6D51">
        <w:rPr>
          <w:rFonts w:eastAsia="Calibri"/>
          <w:b/>
        </w:rPr>
        <w:t xml:space="preserve">as a matter of priority, </w:t>
      </w:r>
      <w:r w:rsidRPr="00471AD1">
        <w:rPr>
          <w:rFonts w:eastAsia="Calibri"/>
          <w:b/>
        </w:rPr>
        <w:t>take all measures necessary to ensure that:</w:t>
      </w:r>
    </w:p>
    <w:p w14:paraId="133766CB" w14:textId="4358D146" w:rsidR="00440C02" w:rsidRDefault="00440C02" w:rsidP="00440C02">
      <w:pPr>
        <w:spacing w:after="120"/>
        <w:ind w:left="1134" w:right="1134"/>
        <w:jc w:val="both"/>
        <w:rPr>
          <w:rFonts w:eastAsia="Calibri"/>
          <w:b/>
        </w:rPr>
      </w:pPr>
      <w:r>
        <w:rPr>
          <w:b/>
        </w:rPr>
        <w:tab/>
        <w:t>(a)</w:t>
      </w:r>
      <w:r>
        <w:rPr>
          <w:b/>
        </w:rPr>
        <w:tab/>
      </w:r>
      <w:r>
        <w:rPr>
          <w:rFonts w:eastAsia="Calibri"/>
          <w:b/>
        </w:rPr>
        <w:t>T</w:t>
      </w:r>
      <w:r w:rsidRPr="00471AD1">
        <w:rPr>
          <w:rFonts w:eastAsia="Calibri"/>
          <w:b/>
        </w:rPr>
        <w:t xml:space="preserve">he death penalty is provided only for the </w:t>
      </w:r>
      <w:r w:rsidR="00733ADD">
        <w:rPr>
          <w:rFonts w:eastAsia="Calibri"/>
          <w:b/>
        </w:rPr>
        <w:t>“</w:t>
      </w:r>
      <w:r w:rsidRPr="00471AD1">
        <w:rPr>
          <w:rFonts w:eastAsia="Calibri"/>
          <w:b/>
        </w:rPr>
        <w:t>most serious crimes</w:t>
      </w:r>
      <w:r w:rsidR="00733ADD">
        <w:rPr>
          <w:rFonts w:eastAsia="Calibri"/>
          <w:b/>
        </w:rPr>
        <w:t>”</w:t>
      </w:r>
      <w:r w:rsidR="00095DB7">
        <w:rPr>
          <w:rFonts w:eastAsia="Calibri"/>
          <w:b/>
        </w:rPr>
        <w:t xml:space="preserve"> </w:t>
      </w:r>
      <w:r w:rsidR="000A7024" w:rsidRPr="000A7024">
        <w:rPr>
          <w:rFonts w:eastAsia="Calibri"/>
          <w:b/>
        </w:rPr>
        <w:t>involving intentional killing</w:t>
      </w:r>
      <w:r w:rsidRPr="00471AD1">
        <w:rPr>
          <w:rFonts w:eastAsia="Calibri"/>
          <w:b/>
        </w:rPr>
        <w:t>; it is never mandatory; pardon or commutation of the sentence is available in all cases regardless of the crime committed</w:t>
      </w:r>
      <w:r w:rsidR="00B46A21">
        <w:rPr>
          <w:rFonts w:eastAsia="Calibri"/>
          <w:b/>
        </w:rPr>
        <w:t>;</w:t>
      </w:r>
      <w:r>
        <w:rPr>
          <w:rFonts w:eastAsia="Calibri"/>
          <w:b/>
        </w:rPr>
        <w:t xml:space="preserve"> and the </w:t>
      </w:r>
      <w:r w:rsidRPr="00471AD1">
        <w:rPr>
          <w:rFonts w:eastAsia="Calibri"/>
          <w:b/>
        </w:rPr>
        <w:t xml:space="preserve">death penalty is never imposed in violation of the Covenant including in </w:t>
      </w:r>
      <w:r w:rsidR="00B46A21">
        <w:rPr>
          <w:rFonts w:eastAsia="Calibri"/>
          <w:b/>
        </w:rPr>
        <w:t>the absence of</w:t>
      </w:r>
      <w:r w:rsidRPr="00471AD1">
        <w:rPr>
          <w:rFonts w:eastAsia="Calibri"/>
          <w:b/>
        </w:rPr>
        <w:t xml:space="preserve"> fair trial procedures</w:t>
      </w:r>
      <w:r w:rsidR="00301D58">
        <w:rPr>
          <w:rFonts w:eastAsia="Calibri"/>
          <w:b/>
        </w:rPr>
        <w:t xml:space="preserve"> </w:t>
      </w:r>
      <w:r w:rsidR="00301D58" w:rsidRPr="00301D58">
        <w:rPr>
          <w:rFonts w:eastAsia="Calibri"/>
          <w:b/>
        </w:rPr>
        <w:t xml:space="preserve">and should not be imposed by military </w:t>
      </w:r>
      <w:r w:rsidR="00B270B6">
        <w:rPr>
          <w:rFonts w:eastAsia="Calibri"/>
          <w:b/>
        </w:rPr>
        <w:t>court</w:t>
      </w:r>
      <w:r w:rsidR="00301D58" w:rsidRPr="00301D58">
        <w:rPr>
          <w:rFonts w:eastAsia="Calibri"/>
          <w:b/>
        </w:rPr>
        <w:t>s</w:t>
      </w:r>
      <w:r w:rsidR="00A62B35">
        <w:rPr>
          <w:rFonts w:eastAsia="Calibri"/>
          <w:b/>
        </w:rPr>
        <w:t>, in particular in respect to civilians</w:t>
      </w:r>
      <w:r w:rsidR="00301D58">
        <w:rPr>
          <w:rFonts w:eastAsia="Calibri"/>
          <w:b/>
        </w:rPr>
        <w:t>;</w:t>
      </w:r>
    </w:p>
    <w:p w14:paraId="4F6F4101" w14:textId="416C6E33" w:rsidR="00440C02" w:rsidRPr="00536F8F" w:rsidRDefault="00440C02" w:rsidP="00440C02">
      <w:pPr>
        <w:spacing w:after="120"/>
        <w:ind w:left="1134" w:right="1134"/>
        <w:jc w:val="both"/>
        <w:rPr>
          <w:b/>
        </w:rPr>
      </w:pPr>
      <w:r>
        <w:rPr>
          <w:b/>
        </w:rPr>
        <w:tab/>
      </w:r>
      <w:r w:rsidRPr="00536F8F">
        <w:rPr>
          <w:b/>
        </w:rPr>
        <w:t>(b)</w:t>
      </w:r>
      <w:r w:rsidRPr="00536F8F">
        <w:rPr>
          <w:b/>
        </w:rPr>
        <w:tab/>
        <w:t>No person who was below 18 years of age at the time of the commission of an offence is subjected to the death penalty,</w:t>
      </w:r>
      <w:r w:rsidR="00A20306">
        <w:rPr>
          <w:b/>
        </w:rPr>
        <w:t xml:space="preserve"> </w:t>
      </w:r>
      <w:r w:rsidRPr="00536F8F">
        <w:rPr>
          <w:b/>
        </w:rPr>
        <w:t xml:space="preserve">those charged with a </w:t>
      </w:r>
      <w:r w:rsidR="000D6D51">
        <w:rPr>
          <w:b/>
        </w:rPr>
        <w:t>capital</w:t>
      </w:r>
      <w:r w:rsidR="000D6D51" w:rsidRPr="00536F8F">
        <w:rPr>
          <w:b/>
        </w:rPr>
        <w:t xml:space="preserve"> </w:t>
      </w:r>
      <w:r w:rsidRPr="00536F8F">
        <w:rPr>
          <w:b/>
        </w:rPr>
        <w:t xml:space="preserve">offence </w:t>
      </w:r>
      <w:r w:rsidR="00A20306">
        <w:rPr>
          <w:b/>
        </w:rPr>
        <w:t xml:space="preserve">have </w:t>
      </w:r>
      <w:r w:rsidRPr="00536F8F">
        <w:rPr>
          <w:b/>
        </w:rPr>
        <w:t xml:space="preserve">access to an effective and independent age determination process, and </w:t>
      </w:r>
      <w:r w:rsidR="00C76BDC">
        <w:rPr>
          <w:b/>
        </w:rPr>
        <w:t xml:space="preserve">are </w:t>
      </w:r>
      <w:r w:rsidRPr="00536F8F">
        <w:rPr>
          <w:b/>
        </w:rPr>
        <w:t>treat</w:t>
      </w:r>
      <w:r w:rsidR="00C76BDC">
        <w:rPr>
          <w:b/>
        </w:rPr>
        <w:t>ed</w:t>
      </w:r>
      <w:r w:rsidRPr="00536F8F">
        <w:rPr>
          <w:b/>
        </w:rPr>
        <w:t xml:space="preserve"> as children if doubts remain about their age at the time of the crime;</w:t>
      </w:r>
    </w:p>
    <w:p w14:paraId="7A1D933C" w14:textId="3A32094A" w:rsidR="00440C02" w:rsidRPr="00536F8F" w:rsidRDefault="00440C02" w:rsidP="00440C02">
      <w:pPr>
        <w:spacing w:after="120"/>
        <w:ind w:left="1134" w:right="1134"/>
        <w:jc w:val="both"/>
        <w:rPr>
          <w:rFonts w:eastAsia="Calibri"/>
          <w:b/>
        </w:rPr>
      </w:pPr>
      <w:r>
        <w:rPr>
          <w:b/>
        </w:rPr>
        <w:tab/>
      </w:r>
      <w:r w:rsidRPr="00536F8F">
        <w:rPr>
          <w:b/>
        </w:rPr>
        <w:t>(c)</w:t>
      </w:r>
      <w:r w:rsidRPr="00536F8F">
        <w:rPr>
          <w:b/>
        </w:rPr>
        <w:tab/>
        <w:t>No one with</w:t>
      </w:r>
      <w:r w:rsidR="000A7024">
        <w:rPr>
          <w:b/>
        </w:rPr>
        <w:t xml:space="preserve"> </w:t>
      </w:r>
      <w:r w:rsidR="00FE45C6">
        <w:rPr>
          <w:b/>
        </w:rPr>
        <w:t xml:space="preserve">serious </w:t>
      </w:r>
      <w:r w:rsidR="00A20306">
        <w:rPr>
          <w:b/>
        </w:rPr>
        <w:t>psychosocial</w:t>
      </w:r>
      <w:r w:rsidR="00FE45C6">
        <w:rPr>
          <w:b/>
        </w:rPr>
        <w:t xml:space="preserve"> or intellectual disabilities</w:t>
      </w:r>
      <w:r w:rsidRPr="00536F8F">
        <w:rPr>
          <w:b/>
        </w:rPr>
        <w:t xml:space="preserve"> is executed or sentenced to death</w:t>
      </w:r>
      <w:r w:rsidR="0056585F">
        <w:rPr>
          <w:b/>
        </w:rPr>
        <w:t>,</w:t>
      </w:r>
      <w:r w:rsidRPr="00536F8F">
        <w:rPr>
          <w:b/>
        </w:rPr>
        <w:t xml:space="preserve"> </w:t>
      </w:r>
      <w:r w:rsidR="0056585F">
        <w:rPr>
          <w:b/>
        </w:rPr>
        <w:t xml:space="preserve">including by </w:t>
      </w:r>
      <w:r>
        <w:rPr>
          <w:rFonts w:eastAsia="Calibri"/>
          <w:b/>
        </w:rPr>
        <w:t>e</w:t>
      </w:r>
      <w:r w:rsidRPr="00536F8F">
        <w:rPr>
          <w:rFonts w:eastAsia="Calibri"/>
          <w:b/>
        </w:rPr>
        <w:t>stablish</w:t>
      </w:r>
      <w:r w:rsidR="0056585F">
        <w:rPr>
          <w:rFonts w:eastAsia="Calibri"/>
          <w:b/>
        </w:rPr>
        <w:t>ing</w:t>
      </w:r>
      <w:r w:rsidRPr="00536F8F">
        <w:rPr>
          <w:rFonts w:eastAsia="Calibri"/>
          <w:b/>
        </w:rPr>
        <w:t xml:space="preserve"> an independent mechanism to review all cases </w:t>
      </w:r>
      <w:r w:rsidRPr="00536F8F">
        <w:rPr>
          <w:b/>
        </w:rPr>
        <w:t xml:space="preserve">where there is credible evidence that prisoners who </w:t>
      </w:r>
      <w:r w:rsidR="00FE45C6">
        <w:rPr>
          <w:b/>
        </w:rPr>
        <w:t>are facing</w:t>
      </w:r>
      <w:r w:rsidRPr="00536F8F">
        <w:rPr>
          <w:b/>
        </w:rPr>
        <w:t xml:space="preserve"> death have such disabilities</w:t>
      </w:r>
      <w:r w:rsidR="0056585F">
        <w:rPr>
          <w:rFonts w:eastAsia="Calibri"/>
          <w:b/>
        </w:rPr>
        <w:t xml:space="preserve">, </w:t>
      </w:r>
      <w:r w:rsidRPr="00536F8F">
        <w:rPr>
          <w:rFonts w:eastAsia="Calibri"/>
          <w:b/>
        </w:rPr>
        <w:t>and review the mental health of death row inmates;</w:t>
      </w:r>
    </w:p>
    <w:p w14:paraId="5BA656C3" w14:textId="77777777" w:rsidR="00440C02" w:rsidRDefault="00440C02" w:rsidP="00440C02">
      <w:pPr>
        <w:spacing w:after="120"/>
        <w:ind w:left="1134" w:right="1134"/>
        <w:jc w:val="both"/>
        <w:rPr>
          <w:b/>
          <w:lang w:val="en-US"/>
        </w:rPr>
      </w:pPr>
      <w:r>
        <w:rPr>
          <w:b/>
        </w:rPr>
        <w:tab/>
        <w:t>(d)</w:t>
      </w:r>
      <w:r>
        <w:rPr>
          <w:b/>
        </w:rPr>
        <w:tab/>
      </w:r>
      <w:r w:rsidRPr="006A7539">
        <w:rPr>
          <w:b/>
          <w:lang w:val="en-US"/>
        </w:rPr>
        <w:t xml:space="preserve">The </w:t>
      </w:r>
      <w:r>
        <w:rPr>
          <w:b/>
          <w:lang w:val="en-US"/>
        </w:rPr>
        <w:t xml:space="preserve">execution </w:t>
      </w:r>
      <w:r w:rsidRPr="006A7539">
        <w:rPr>
          <w:b/>
          <w:lang w:val="en-US"/>
        </w:rPr>
        <w:t>protocol</w:t>
      </w:r>
      <w:r>
        <w:rPr>
          <w:b/>
          <w:lang w:val="en-US"/>
        </w:rPr>
        <w:t xml:space="preserve"> is in </w:t>
      </w:r>
      <w:r w:rsidRPr="006A7539">
        <w:rPr>
          <w:b/>
          <w:lang w:val="en-US"/>
        </w:rPr>
        <w:t xml:space="preserve">line with international human rights standards and </w:t>
      </w:r>
      <w:r>
        <w:rPr>
          <w:b/>
          <w:lang w:val="en-US"/>
        </w:rPr>
        <w:t>executions are carried out in accordance with the established protocol;</w:t>
      </w:r>
    </w:p>
    <w:p w14:paraId="175B5B52" w14:textId="77777777" w:rsidR="00440C02" w:rsidRDefault="00440C02" w:rsidP="00440C02">
      <w:pPr>
        <w:spacing w:after="120"/>
        <w:ind w:left="1134" w:right="1134"/>
        <w:jc w:val="both"/>
        <w:rPr>
          <w:b/>
          <w:lang w:val="en-US"/>
        </w:rPr>
      </w:pPr>
      <w:r>
        <w:rPr>
          <w:b/>
          <w:lang w:val="en-US"/>
        </w:rPr>
        <w:tab/>
        <w:t>(e)</w:t>
      </w:r>
      <w:r>
        <w:rPr>
          <w:b/>
          <w:lang w:val="en-US"/>
        </w:rPr>
        <w:tab/>
      </w:r>
      <w:r w:rsidRPr="00D517DE">
        <w:rPr>
          <w:b/>
          <w:lang w:val="en-US"/>
        </w:rPr>
        <w:t>The concerned Pakistani migrant workers are provided with sufficient legal and consular services throughout their legal proceedings.</w:t>
      </w:r>
    </w:p>
    <w:p w14:paraId="26CB2285" w14:textId="77777777" w:rsidR="00440C02" w:rsidRDefault="00440C02" w:rsidP="00440C02">
      <w:pPr>
        <w:pStyle w:val="H23G"/>
        <w:tabs>
          <w:tab w:val="left" w:pos="1134"/>
          <w:tab w:val="left" w:pos="1701"/>
          <w:tab w:val="left" w:pos="2268"/>
          <w:tab w:val="left" w:pos="2835"/>
          <w:tab w:val="left" w:pos="3402"/>
          <w:tab w:val="left" w:pos="4358"/>
        </w:tabs>
        <w:rPr>
          <w:bCs/>
          <w:color w:val="0000FF"/>
          <w:lang w:eastAsia="en-GB"/>
        </w:rPr>
      </w:pPr>
      <w:r>
        <w:tab/>
      </w:r>
      <w:r>
        <w:tab/>
        <w:t>Enforced disappearance and extrajudicial killings</w:t>
      </w:r>
    </w:p>
    <w:p w14:paraId="59F817F7" w14:textId="24433306" w:rsidR="00440C02" w:rsidRDefault="00440C02" w:rsidP="002F5D2B">
      <w:pPr>
        <w:tabs>
          <w:tab w:val="left" w:pos="567"/>
          <w:tab w:val="left" w:pos="1134"/>
          <w:tab w:val="left" w:pos="1701"/>
          <w:tab w:val="left" w:pos="2268"/>
          <w:tab w:val="left" w:pos="2835"/>
          <w:tab w:val="left" w:pos="3402"/>
          <w:tab w:val="left" w:pos="3969"/>
          <w:tab w:val="left" w:pos="4536"/>
          <w:tab w:val="left" w:pos="5103"/>
          <w:tab w:val="left" w:pos="5670"/>
          <w:tab w:val="left" w:pos="6486"/>
        </w:tabs>
        <w:spacing w:after="120"/>
        <w:ind w:left="1134" w:right="1134"/>
        <w:jc w:val="both"/>
      </w:pPr>
      <w:r>
        <w:rPr>
          <w:bCs/>
        </w:rPr>
        <w:t>19</w:t>
      </w:r>
      <w:r w:rsidRPr="005C6577">
        <w:rPr>
          <w:bCs/>
        </w:rPr>
        <w:t>.</w:t>
      </w:r>
      <w:r w:rsidRPr="005C6577">
        <w:rPr>
          <w:bCs/>
        </w:rPr>
        <w:tab/>
      </w:r>
      <w:r>
        <w:t>The Committee is concerned at the high incidence of enforced disappearance</w:t>
      </w:r>
      <w:r w:rsidR="00BC1732">
        <w:t>s</w:t>
      </w:r>
      <w:r>
        <w:t xml:space="preserve"> and extrajudicial killings allegedly </w:t>
      </w:r>
      <w:r w:rsidR="006A3BC5">
        <w:t xml:space="preserve">perpetrated </w:t>
      </w:r>
      <w:r>
        <w:t>by the police and military and security forces; the absence of explicit criminalization of enforced disappearance</w:t>
      </w:r>
      <w:r w:rsidR="00BC1732">
        <w:t>s</w:t>
      </w:r>
      <w:r>
        <w:t xml:space="preserve"> in domestic l</w:t>
      </w:r>
      <w:r w:rsidR="00BC1732">
        <w:t>aw</w:t>
      </w:r>
      <w:r>
        <w:t xml:space="preserve">; </w:t>
      </w:r>
      <w:r w:rsidRPr="00FE45C6">
        <w:t xml:space="preserve">the Actions (in aid of Civil Powers) Regulations 2011 that provides for detention by the army without warrants </w:t>
      </w:r>
      <w:r w:rsidR="00BC1732" w:rsidRPr="00FE45C6">
        <w:t>or</w:t>
      </w:r>
      <w:r w:rsidRPr="00FE45C6">
        <w:t xml:space="preserve"> judicial supervision</w:t>
      </w:r>
      <w:r w:rsidR="00733ADD">
        <w:t>,</w:t>
      </w:r>
      <w:r w:rsidRPr="00FE45C6">
        <w:t xml:space="preserve"> and indefinite detention</w:t>
      </w:r>
      <w:r w:rsidR="00AC707C">
        <w:t xml:space="preserve"> in military internment centres</w:t>
      </w:r>
      <w:r w:rsidR="00BC1732" w:rsidRPr="00FE45C6">
        <w:t>,</w:t>
      </w:r>
      <w:r w:rsidRPr="00FE45C6">
        <w:t xml:space="preserve"> and the allegedly high number of persons </w:t>
      </w:r>
      <w:r w:rsidR="00BC1732" w:rsidRPr="00FE45C6">
        <w:t>i</w:t>
      </w:r>
      <w:r w:rsidRPr="00FE45C6">
        <w:t>n secret detention thereunder</w:t>
      </w:r>
      <w:r>
        <w:t xml:space="preserve">.  It is also concerned at reports that </w:t>
      </w:r>
      <w:r w:rsidRPr="008F27ED">
        <w:t xml:space="preserve">families of disappeared persons </w:t>
      </w:r>
      <w:r>
        <w:t xml:space="preserve">are under threat and intimidation not to file cases of enforced disappearance; the </w:t>
      </w:r>
      <w:r w:rsidRPr="00D07BED">
        <w:rPr>
          <w:rFonts w:eastAsia="Malgun Gothic"/>
          <w:lang w:eastAsia="zh-CN"/>
        </w:rPr>
        <w:t>lack of prompt and effective investigation</w:t>
      </w:r>
      <w:r>
        <w:rPr>
          <w:rFonts w:eastAsia="Malgun Gothic"/>
          <w:lang w:eastAsia="zh-CN"/>
        </w:rPr>
        <w:t xml:space="preserve"> and very low</w:t>
      </w:r>
      <w:r w:rsidRPr="00D07BED">
        <w:rPr>
          <w:rFonts w:eastAsia="Malgun Gothic"/>
          <w:lang w:eastAsia="zh-CN"/>
        </w:rPr>
        <w:t xml:space="preserve"> </w:t>
      </w:r>
      <w:r w:rsidR="00BC1732">
        <w:rPr>
          <w:rFonts w:eastAsia="Malgun Gothic"/>
          <w:lang w:eastAsia="zh-CN"/>
        </w:rPr>
        <w:t>rate</w:t>
      </w:r>
      <w:r w:rsidRPr="00D07BED">
        <w:rPr>
          <w:rFonts w:eastAsia="Malgun Gothic"/>
          <w:lang w:eastAsia="zh-CN"/>
        </w:rPr>
        <w:t xml:space="preserve"> of prosecution</w:t>
      </w:r>
      <w:r w:rsidR="006A3BC5">
        <w:rPr>
          <w:rFonts w:eastAsia="Malgun Gothic"/>
          <w:lang w:eastAsia="zh-CN"/>
        </w:rPr>
        <w:t xml:space="preserve"> and conviction</w:t>
      </w:r>
      <w:r w:rsidRPr="00D07BED">
        <w:rPr>
          <w:rFonts w:eastAsia="Malgun Gothic"/>
          <w:lang w:eastAsia="zh-CN"/>
        </w:rPr>
        <w:t xml:space="preserve"> of perpetrators</w:t>
      </w:r>
      <w:r>
        <w:rPr>
          <w:rFonts w:eastAsia="Malgun Gothic"/>
          <w:lang w:eastAsia="zh-CN"/>
        </w:rPr>
        <w:t>;</w:t>
      </w:r>
      <w:r w:rsidRPr="00D07BED">
        <w:rPr>
          <w:rFonts w:eastAsia="Malgun Gothic"/>
          <w:lang w:eastAsia="zh-CN"/>
        </w:rPr>
        <w:t xml:space="preserve"> and </w:t>
      </w:r>
      <w:r w:rsidR="00BC1732">
        <w:rPr>
          <w:rFonts w:eastAsia="Malgun Gothic"/>
          <w:lang w:eastAsia="zh-CN"/>
        </w:rPr>
        <w:t xml:space="preserve">the </w:t>
      </w:r>
      <w:r w:rsidRPr="00D07BED">
        <w:rPr>
          <w:rFonts w:eastAsia="Malgun Gothic"/>
          <w:lang w:eastAsia="zh-CN"/>
        </w:rPr>
        <w:t>in</w:t>
      </w:r>
      <w:r>
        <w:rPr>
          <w:rFonts w:eastAsia="Malgun Gothic"/>
          <w:lang w:eastAsia="zh-CN"/>
        </w:rPr>
        <w:t xml:space="preserve">adequate </w:t>
      </w:r>
      <w:r>
        <w:t>remedies and reparation provided to victims and their families. W</w:t>
      </w:r>
      <w:r w:rsidR="002F5D2B">
        <w:t>hile w</w:t>
      </w:r>
      <w:r>
        <w:t>elcoming the establishment of the Commission of Inquiry on Enforced Disappearance, it remains concerned at insufficient power and resources given to the Commission</w:t>
      </w:r>
      <w:r w:rsidR="002F5D2B">
        <w:t>;</w:t>
      </w:r>
      <w:r>
        <w:t xml:space="preserve"> non-compliance </w:t>
      </w:r>
      <w:r w:rsidR="00BC1732">
        <w:t xml:space="preserve">with </w:t>
      </w:r>
      <w:r>
        <w:t>its orders by the concerned relevant authorities</w:t>
      </w:r>
      <w:r w:rsidR="002F5D2B">
        <w:t xml:space="preserve">; </w:t>
      </w:r>
      <w:r w:rsidR="005F7A25">
        <w:t xml:space="preserve">and </w:t>
      </w:r>
      <w:r w:rsidR="002F5D2B">
        <w:t xml:space="preserve">the </w:t>
      </w:r>
      <w:r>
        <w:t>high number of</w:t>
      </w:r>
      <w:r w:rsidR="00BE394C">
        <w:t xml:space="preserve"> </w:t>
      </w:r>
      <w:r>
        <w:t xml:space="preserve">cases brought </w:t>
      </w:r>
      <w:r>
        <w:lastRenderedPageBreak/>
        <w:t xml:space="preserve">before the Commission </w:t>
      </w:r>
      <w:r w:rsidR="00C76BDC">
        <w:t xml:space="preserve">that remain </w:t>
      </w:r>
      <w:r>
        <w:t xml:space="preserve">unresolved </w:t>
      </w:r>
      <w:r w:rsidR="002F5D2B">
        <w:t xml:space="preserve">with </w:t>
      </w:r>
      <w:r>
        <w:t xml:space="preserve">no criminal proceedings against perpetrators </w:t>
      </w:r>
      <w:r w:rsidRPr="00B65EDC">
        <w:rPr>
          <w:rFonts w:eastAsia="Calibri"/>
        </w:rPr>
        <w:t xml:space="preserve">(arts. 2, </w:t>
      </w:r>
      <w:r>
        <w:rPr>
          <w:rFonts w:eastAsia="Calibri"/>
        </w:rPr>
        <w:t xml:space="preserve">6, </w:t>
      </w:r>
      <w:r w:rsidRPr="00B65EDC">
        <w:rPr>
          <w:rFonts w:eastAsia="Calibri"/>
        </w:rPr>
        <w:t>7, 9</w:t>
      </w:r>
      <w:r>
        <w:rPr>
          <w:rFonts w:eastAsia="Calibri"/>
        </w:rPr>
        <w:t xml:space="preserve">, </w:t>
      </w:r>
      <w:r w:rsidRPr="00B65EDC">
        <w:rPr>
          <w:rFonts w:eastAsia="Calibri"/>
        </w:rPr>
        <w:t>14</w:t>
      </w:r>
      <w:r>
        <w:rPr>
          <w:rFonts w:eastAsia="Calibri"/>
        </w:rPr>
        <w:t xml:space="preserve"> and 16</w:t>
      </w:r>
      <w:r w:rsidRPr="00B65EDC">
        <w:rPr>
          <w:rFonts w:eastAsia="Calibri"/>
        </w:rPr>
        <w:t>).</w:t>
      </w:r>
    </w:p>
    <w:p w14:paraId="1DBC3BCB" w14:textId="03358A32" w:rsidR="00440C02" w:rsidRPr="00D06E66"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486"/>
        </w:tabs>
        <w:spacing w:after="120"/>
        <w:ind w:left="1134" w:right="1134"/>
        <w:jc w:val="both"/>
        <w:rPr>
          <w:b/>
        </w:rPr>
      </w:pPr>
      <w:r w:rsidRPr="00962FF2">
        <w:rPr>
          <w:lang w:val="en-US"/>
        </w:rPr>
        <w:t>20.</w:t>
      </w:r>
      <w:r w:rsidRPr="00962FF2">
        <w:rPr>
          <w:lang w:val="en-US"/>
        </w:rPr>
        <w:tab/>
      </w:r>
      <w:r w:rsidRPr="00D06E66">
        <w:rPr>
          <w:b/>
        </w:rPr>
        <w:t>The State party should criminalize enforced disappearance</w:t>
      </w:r>
      <w:r w:rsidR="00920BD0">
        <w:rPr>
          <w:b/>
        </w:rPr>
        <w:t xml:space="preserve"> and put an end to the practice of enforced disappearance and secret detention</w:t>
      </w:r>
      <w:r>
        <w:rPr>
          <w:b/>
        </w:rPr>
        <w:t xml:space="preserve">. </w:t>
      </w:r>
      <w:r w:rsidRPr="00AC707C">
        <w:rPr>
          <w:b/>
        </w:rPr>
        <w:t>It should also review the Actions (in aid of Civil Powers) Regulations 2011 with a view to repealing them or bringing them in conformity with international standards.</w:t>
      </w:r>
      <w:r w:rsidRPr="00D06E66">
        <w:rPr>
          <w:b/>
        </w:rPr>
        <w:t xml:space="preserve"> It should also </w:t>
      </w:r>
      <w:r>
        <w:rPr>
          <w:b/>
        </w:rPr>
        <w:t xml:space="preserve">ensure that </w:t>
      </w:r>
      <w:r w:rsidRPr="00D06E66">
        <w:rPr>
          <w:b/>
        </w:rPr>
        <w:t>all allegations of enforced disappearance and extrajudicial killings</w:t>
      </w:r>
      <w:r>
        <w:rPr>
          <w:b/>
        </w:rPr>
        <w:t xml:space="preserve"> are </w:t>
      </w:r>
      <w:r w:rsidRPr="00D06E66">
        <w:rPr>
          <w:b/>
        </w:rPr>
        <w:t>prompt</w:t>
      </w:r>
      <w:r>
        <w:rPr>
          <w:b/>
        </w:rPr>
        <w:t>ly and</w:t>
      </w:r>
      <w:r w:rsidRPr="00D06E66">
        <w:rPr>
          <w:b/>
        </w:rPr>
        <w:t xml:space="preserve"> thorough</w:t>
      </w:r>
      <w:r>
        <w:rPr>
          <w:b/>
        </w:rPr>
        <w:t>ly investigated</w:t>
      </w:r>
      <w:r w:rsidRPr="00D06E66">
        <w:rPr>
          <w:b/>
        </w:rPr>
        <w:t xml:space="preserve">; all perpetrators are </w:t>
      </w:r>
      <w:r>
        <w:rPr>
          <w:b/>
        </w:rPr>
        <w:t>prosecuted</w:t>
      </w:r>
      <w:r w:rsidRPr="00D06E66">
        <w:rPr>
          <w:b/>
        </w:rPr>
        <w:t xml:space="preserve"> and punished with penalties commensurate with the gravity of crimes; families of disappeared persons and their lawyers and witnesses are protected; and </w:t>
      </w:r>
      <w:proofErr w:type="gramStart"/>
      <w:r w:rsidRPr="00D06E66">
        <w:rPr>
          <w:b/>
        </w:rPr>
        <w:t xml:space="preserve">a </w:t>
      </w:r>
      <w:r w:rsidR="00846EA5">
        <w:rPr>
          <w:b/>
        </w:rPr>
        <w:t xml:space="preserve"> </w:t>
      </w:r>
      <w:r w:rsidRPr="00D06E66">
        <w:rPr>
          <w:b/>
        </w:rPr>
        <w:t>mechanism</w:t>
      </w:r>
      <w:proofErr w:type="gramEnd"/>
      <w:r w:rsidRPr="00D06E66">
        <w:rPr>
          <w:b/>
        </w:rPr>
        <w:t xml:space="preserve"> </w:t>
      </w:r>
      <w:r>
        <w:rPr>
          <w:b/>
        </w:rPr>
        <w:t xml:space="preserve">is put in place </w:t>
      </w:r>
      <w:r w:rsidRPr="00D06E66">
        <w:rPr>
          <w:b/>
        </w:rPr>
        <w:t xml:space="preserve">for full and prompt reparation for victims and their families. It should further strengthen the </w:t>
      </w:r>
      <w:r w:rsidR="00BC63E2">
        <w:rPr>
          <w:b/>
        </w:rPr>
        <w:t>authority</w:t>
      </w:r>
      <w:r w:rsidRPr="00D06E66">
        <w:rPr>
          <w:b/>
        </w:rPr>
        <w:t xml:space="preserve"> and the capacity, financial and personnel, of the Commission </w:t>
      </w:r>
      <w:r w:rsidR="0037388D">
        <w:rPr>
          <w:b/>
        </w:rPr>
        <w:t xml:space="preserve">of Inquiry on Enforced Disappearance </w:t>
      </w:r>
      <w:r w:rsidR="00BC63E2">
        <w:rPr>
          <w:b/>
        </w:rPr>
        <w:t xml:space="preserve">to function </w:t>
      </w:r>
      <w:r w:rsidRPr="00D06E66">
        <w:rPr>
          <w:b/>
        </w:rPr>
        <w:t>effective</w:t>
      </w:r>
      <w:r w:rsidR="00BC63E2">
        <w:rPr>
          <w:b/>
        </w:rPr>
        <w:t xml:space="preserve">ly. </w:t>
      </w:r>
      <w:r w:rsidRPr="00D06E66">
        <w:rPr>
          <w:b/>
        </w:rPr>
        <w:t xml:space="preserve"> </w:t>
      </w:r>
    </w:p>
    <w:p w14:paraId="594EA526" w14:textId="77777777" w:rsidR="00440C02" w:rsidRDefault="00440C02" w:rsidP="00440C02">
      <w:pPr>
        <w:pStyle w:val="H23G"/>
        <w:rPr>
          <w:bCs/>
          <w:color w:val="0000FF"/>
          <w:lang w:eastAsia="en-GB"/>
        </w:rPr>
      </w:pPr>
      <w:r>
        <w:tab/>
      </w:r>
      <w:r>
        <w:tab/>
      </w:r>
      <w:r w:rsidRPr="00D05650">
        <w:t>Counter-terrorism Act</w:t>
      </w:r>
      <w:r>
        <w:t xml:space="preserve"> </w:t>
      </w:r>
    </w:p>
    <w:p w14:paraId="39228ACE" w14:textId="74BA9495" w:rsidR="00440C02"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50"/>
        </w:tabs>
        <w:spacing w:after="120"/>
        <w:ind w:left="1134" w:right="1134"/>
        <w:jc w:val="both"/>
      </w:pPr>
      <w:r>
        <w:rPr>
          <w:bCs/>
        </w:rPr>
        <w:t>21</w:t>
      </w:r>
      <w:r w:rsidRPr="005C6577">
        <w:rPr>
          <w:bCs/>
        </w:rPr>
        <w:t>.</w:t>
      </w:r>
      <w:r w:rsidRPr="005C6577">
        <w:rPr>
          <w:bCs/>
        </w:rPr>
        <w:tab/>
      </w:r>
      <w:r>
        <w:rPr>
          <w:bCs/>
        </w:rPr>
        <w:t xml:space="preserve">While noting </w:t>
      </w:r>
      <w:r w:rsidRPr="00674246">
        <w:t>the State party’s need to take measures to combat terrorisms</w:t>
      </w:r>
      <w:r>
        <w:t xml:space="preserve">, the Committee remains concerned at </w:t>
      </w:r>
      <w:r w:rsidRPr="001E3D8E">
        <w:t xml:space="preserve">the </w:t>
      </w:r>
      <w:r w:rsidR="00DC06B2">
        <w:t xml:space="preserve">very </w:t>
      </w:r>
      <w:r w:rsidRPr="001E3D8E">
        <w:t xml:space="preserve">broad definition of terrorism provided </w:t>
      </w:r>
      <w:r>
        <w:t xml:space="preserve">for in the Anti-Terrorism Act; </w:t>
      </w:r>
      <w:r w:rsidR="00AC707C">
        <w:t xml:space="preserve">at </w:t>
      </w:r>
      <w:r>
        <w:t>the Act</w:t>
      </w:r>
      <w:r w:rsidR="00C76BDC">
        <w:t>’s supremacy</w:t>
      </w:r>
      <w:r>
        <w:t xml:space="preserve"> over other laws</w:t>
      </w:r>
      <w:r w:rsidR="005235C5">
        <w:t xml:space="preserve"> </w:t>
      </w:r>
      <w:r>
        <w:t xml:space="preserve">including </w:t>
      </w:r>
      <w:r w:rsidRPr="00D62E30">
        <w:t>the Juvenile Justice Ordinance, which enab</w:t>
      </w:r>
      <w:r>
        <w:t xml:space="preserve">les the courts to try juveniles; </w:t>
      </w:r>
      <w:r w:rsidR="00AC707C">
        <w:t xml:space="preserve">at the power of the authorities to detain a person for up to one year; </w:t>
      </w:r>
      <w:r>
        <w:t xml:space="preserve">and </w:t>
      </w:r>
      <w:r w:rsidR="00AC707C">
        <w:t xml:space="preserve">at </w:t>
      </w:r>
      <w:r>
        <w:t xml:space="preserve">the admissibility of confessions made in police custody as evidence in courts provided for in Section 21-H of the Act. It is also concerned at the </w:t>
      </w:r>
      <w:r w:rsidR="00DC06B2">
        <w:t xml:space="preserve">resulting </w:t>
      </w:r>
      <w:r>
        <w:t xml:space="preserve">extensive jurisdiction of Anti-Terrorism Courts and </w:t>
      </w:r>
      <w:r w:rsidR="005235C5">
        <w:t>the</w:t>
      </w:r>
      <w:r>
        <w:t xml:space="preserve"> huge backlog of cases</w:t>
      </w:r>
      <w:r w:rsidR="00733ADD">
        <w:t>,</w:t>
      </w:r>
      <w:r>
        <w:t xml:space="preserve"> as well as the absence of </w:t>
      </w:r>
      <w:r w:rsidR="006D4849">
        <w:t xml:space="preserve">procedural </w:t>
      </w:r>
      <w:r>
        <w:t xml:space="preserve">safeguards in court proceedings </w:t>
      </w:r>
      <w:r w:rsidRPr="00B65EDC">
        <w:rPr>
          <w:rFonts w:eastAsia="Calibri"/>
        </w:rPr>
        <w:t xml:space="preserve">(arts. 2, 6, 7, </w:t>
      </w:r>
      <w:r>
        <w:rPr>
          <w:rFonts w:eastAsia="Calibri"/>
        </w:rPr>
        <w:t xml:space="preserve">14 </w:t>
      </w:r>
      <w:r w:rsidRPr="00B65EDC">
        <w:rPr>
          <w:rFonts w:eastAsia="Calibri"/>
        </w:rPr>
        <w:t>and 1</w:t>
      </w:r>
      <w:r>
        <w:rPr>
          <w:rFonts w:eastAsia="Calibri"/>
        </w:rPr>
        <w:t>5</w:t>
      </w:r>
      <w:r w:rsidRPr="00B65EDC">
        <w:rPr>
          <w:rFonts w:eastAsia="Calibri"/>
        </w:rPr>
        <w:t>).</w:t>
      </w:r>
    </w:p>
    <w:p w14:paraId="7D33DF2B" w14:textId="6E536602" w:rsidR="00440C02" w:rsidRPr="00D05650"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50"/>
        </w:tabs>
        <w:spacing w:after="120"/>
        <w:ind w:left="1134" w:right="1134"/>
        <w:jc w:val="both"/>
        <w:rPr>
          <w:b/>
        </w:rPr>
      </w:pPr>
      <w:r w:rsidRPr="00962FF2">
        <w:rPr>
          <w:lang w:val="en-US"/>
        </w:rPr>
        <w:t>22.</w:t>
      </w:r>
      <w:r w:rsidRPr="00D05650">
        <w:rPr>
          <w:b/>
        </w:rPr>
        <w:tab/>
        <w:t xml:space="preserve">The State party should review the Anti-Terrorism Act with a view </w:t>
      </w:r>
      <w:proofErr w:type="gramStart"/>
      <w:r w:rsidRPr="00D05650">
        <w:rPr>
          <w:b/>
        </w:rPr>
        <w:t xml:space="preserve">to </w:t>
      </w:r>
      <w:r w:rsidR="006D4849">
        <w:rPr>
          <w:b/>
        </w:rPr>
        <w:t xml:space="preserve"> </w:t>
      </w:r>
      <w:r w:rsidR="00AC707C">
        <w:rPr>
          <w:b/>
        </w:rPr>
        <w:t>aligning</w:t>
      </w:r>
      <w:proofErr w:type="gramEnd"/>
      <w:r w:rsidRPr="00D05650">
        <w:rPr>
          <w:b/>
        </w:rPr>
        <w:t xml:space="preserve"> the definition of terrorism provided in Article 6</w:t>
      </w:r>
      <w:r w:rsidR="00E43826">
        <w:rPr>
          <w:b/>
        </w:rPr>
        <w:t xml:space="preserve"> of the Act in accordance with international standards</w:t>
      </w:r>
      <w:r w:rsidRPr="00D05650">
        <w:rPr>
          <w:b/>
        </w:rPr>
        <w:t xml:space="preserve">; </w:t>
      </w:r>
      <w:r w:rsidR="006D4849">
        <w:rPr>
          <w:b/>
        </w:rPr>
        <w:t>removing</w:t>
      </w:r>
      <w:r w:rsidR="006D4849" w:rsidRPr="00D05650">
        <w:rPr>
          <w:b/>
        </w:rPr>
        <w:t xml:space="preserve"> </w:t>
      </w:r>
      <w:r w:rsidRPr="00D05650">
        <w:rPr>
          <w:b/>
        </w:rPr>
        <w:t xml:space="preserve">the jurisdiction of the Anti-Terrorism Courts over juvenile offenders; repealing Section 21-H of the Act; and </w:t>
      </w:r>
      <w:r w:rsidR="006D4849">
        <w:rPr>
          <w:b/>
        </w:rPr>
        <w:t xml:space="preserve">establishing </w:t>
      </w:r>
      <w:r w:rsidRPr="00D05650">
        <w:rPr>
          <w:b/>
        </w:rPr>
        <w:t xml:space="preserve"> </w:t>
      </w:r>
      <w:r w:rsidR="006D4849">
        <w:rPr>
          <w:b/>
        </w:rPr>
        <w:t xml:space="preserve">procedural </w:t>
      </w:r>
      <w:r w:rsidRPr="00D05650">
        <w:rPr>
          <w:b/>
        </w:rPr>
        <w:t>safeguards in the Act and bringing the court proceedings in line with Articles 14 and 15 of the Covenant to ensure fair trial</w:t>
      </w:r>
      <w:r w:rsidR="005235C5">
        <w:rPr>
          <w:b/>
        </w:rPr>
        <w:t>s</w:t>
      </w:r>
      <w:r w:rsidRPr="00D05650">
        <w:rPr>
          <w:b/>
        </w:rPr>
        <w:t xml:space="preserve">. It should also take the measures necessary </w:t>
      </w:r>
      <w:r w:rsidR="00AC707C">
        <w:rPr>
          <w:b/>
        </w:rPr>
        <w:t xml:space="preserve">and in line with the Covenant </w:t>
      </w:r>
      <w:r w:rsidRPr="00D05650">
        <w:rPr>
          <w:b/>
        </w:rPr>
        <w:t>to reduce the</w:t>
      </w:r>
      <w:r w:rsidR="006A3BC5">
        <w:rPr>
          <w:b/>
        </w:rPr>
        <w:t xml:space="preserve"> existing</w:t>
      </w:r>
      <w:r w:rsidRPr="00D05650">
        <w:rPr>
          <w:b/>
        </w:rPr>
        <w:t xml:space="preserve"> backlog</w:t>
      </w:r>
      <w:r w:rsidR="006A3BC5">
        <w:rPr>
          <w:b/>
        </w:rPr>
        <w:t xml:space="preserve"> of cases</w:t>
      </w:r>
      <w:r w:rsidRPr="00D05650">
        <w:rPr>
          <w:b/>
        </w:rPr>
        <w:t>.</w:t>
      </w:r>
    </w:p>
    <w:p w14:paraId="4A0568C2" w14:textId="77777777" w:rsidR="00440C02" w:rsidRDefault="00440C02" w:rsidP="00440C02">
      <w:pPr>
        <w:pStyle w:val="H23G"/>
      </w:pPr>
      <w:r>
        <w:tab/>
      </w:r>
      <w:r>
        <w:tab/>
        <w:t>Military courts</w:t>
      </w:r>
    </w:p>
    <w:p w14:paraId="4C90C94C" w14:textId="7976B62B" w:rsidR="00440C02"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50"/>
        </w:tabs>
        <w:spacing w:after="120"/>
        <w:ind w:left="1134" w:right="1134"/>
        <w:jc w:val="both"/>
      </w:pPr>
      <w:r>
        <w:t>23.</w:t>
      </w:r>
      <w:r>
        <w:tab/>
        <w:t xml:space="preserve">The Committee is concerned </w:t>
      </w:r>
      <w:r w:rsidRPr="00674246">
        <w:t xml:space="preserve">at the extension of </w:t>
      </w:r>
      <w:r w:rsidR="005235C5">
        <w:t xml:space="preserve">the </w:t>
      </w:r>
      <w:r w:rsidRPr="00674246">
        <w:t>jurisdiction of military courts</w:t>
      </w:r>
      <w:r>
        <w:t xml:space="preserve"> </w:t>
      </w:r>
      <w:r w:rsidRPr="00674246">
        <w:t xml:space="preserve">to cases transferred from Anti-Terrorism Courts and to persons detained under </w:t>
      </w:r>
      <w:bookmarkStart w:id="2" w:name="_Hlk488013801"/>
      <w:r w:rsidRPr="00674246">
        <w:t>the Actions (in Aid of Civil Power) Regulation</w:t>
      </w:r>
      <w:r>
        <w:t xml:space="preserve">. The Committee is also concerned that the courts have convicted at least 274 civilians, allegedly including children, in secret proceedings and sentenced 161 civilians to death. It is also concerned that </w:t>
      </w:r>
      <w:bookmarkEnd w:id="2"/>
      <w:r>
        <w:t xml:space="preserve">about 90 percent of convictions are based on confessions; </w:t>
      </w:r>
      <w:r w:rsidR="00F73EE0">
        <w:t xml:space="preserve">that </w:t>
      </w:r>
      <w:r>
        <w:t xml:space="preserve">the criteria used for the selection of cases to be tried by these courts are not clear; </w:t>
      </w:r>
      <w:r w:rsidR="00F73EE0">
        <w:t xml:space="preserve">that </w:t>
      </w:r>
      <w:r>
        <w:t>d</w:t>
      </w:r>
      <w:r w:rsidRPr="00E23A32">
        <w:t>e</w:t>
      </w:r>
      <w:r>
        <w:t>f</w:t>
      </w:r>
      <w:r w:rsidRPr="00E23A32">
        <w:t>endants are not given the right to appoint legal counsel of their own choosing</w:t>
      </w:r>
      <w:r w:rsidR="00E43826">
        <w:t xml:space="preserve"> in practice</w:t>
      </w:r>
      <w:r w:rsidR="006D4849">
        <w:t xml:space="preserve"> or an effective right to appeal in the civilian courts</w:t>
      </w:r>
      <w:r>
        <w:t>;</w:t>
      </w:r>
      <w:r w:rsidR="006D4849">
        <w:t xml:space="preserve"> and</w:t>
      </w:r>
      <w:r w:rsidRPr="00723A1F">
        <w:t xml:space="preserve"> </w:t>
      </w:r>
      <w:r w:rsidR="00F73EE0">
        <w:t xml:space="preserve">that </w:t>
      </w:r>
      <w:r>
        <w:t>t</w:t>
      </w:r>
      <w:r w:rsidRPr="00E23A32">
        <w:t>he charges against the defendants, the nature of evidence, and</w:t>
      </w:r>
      <w:r w:rsidR="00216586">
        <w:t xml:space="preserve"> </w:t>
      </w:r>
      <w:r w:rsidRPr="00E23A32">
        <w:t xml:space="preserve">written judgments explaining the reasons for conviction </w:t>
      </w:r>
      <w:r>
        <w:t>are</w:t>
      </w:r>
      <w:r w:rsidRPr="00E23A32">
        <w:t xml:space="preserve"> not made public</w:t>
      </w:r>
      <w:r>
        <w:t>. It is further concerned that t</w:t>
      </w:r>
      <w:r w:rsidRPr="00E23A32">
        <w:t xml:space="preserve">he military courts allegedly convicted at least five “missing persons” whose cases were being investigated by the Commission </w:t>
      </w:r>
      <w:r>
        <w:t xml:space="preserve">of Inquiry on </w:t>
      </w:r>
      <w:r w:rsidRPr="00E23A32">
        <w:t>Enforced Disappearances</w:t>
      </w:r>
      <w:r>
        <w:t xml:space="preserve"> </w:t>
      </w:r>
      <w:r w:rsidRPr="00B65EDC">
        <w:rPr>
          <w:rFonts w:eastAsia="Calibri"/>
        </w:rPr>
        <w:t>(arts. 2, 6, 7,</w:t>
      </w:r>
      <w:r>
        <w:rPr>
          <w:rFonts w:eastAsia="Calibri"/>
        </w:rPr>
        <w:t xml:space="preserve"> 9,</w:t>
      </w:r>
      <w:r w:rsidRPr="00B65EDC">
        <w:rPr>
          <w:rFonts w:eastAsia="Calibri"/>
        </w:rPr>
        <w:t xml:space="preserve"> </w:t>
      </w:r>
      <w:r>
        <w:rPr>
          <w:rFonts w:eastAsia="Calibri"/>
        </w:rPr>
        <w:t xml:space="preserve">14 </w:t>
      </w:r>
      <w:r w:rsidRPr="00B65EDC">
        <w:rPr>
          <w:rFonts w:eastAsia="Calibri"/>
        </w:rPr>
        <w:t>and 1</w:t>
      </w:r>
      <w:r>
        <w:rPr>
          <w:rFonts w:eastAsia="Calibri"/>
        </w:rPr>
        <w:t>5</w:t>
      </w:r>
      <w:r w:rsidRPr="00B65EDC">
        <w:rPr>
          <w:rFonts w:eastAsia="Calibri"/>
        </w:rPr>
        <w:t>).</w:t>
      </w:r>
    </w:p>
    <w:p w14:paraId="698734E2" w14:textId="6EE63E68" w:rsidR="00440C02" w:rsidRPr="00E75E0B"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50"/>
        </w:tabs>
        <w:spacing w:after="120"/>
        <w:ind w:left="1134" w:right="1134"/>
        <w:jc w:val="both"/>
        <w:rPr>
          <w:b/>
        </w:rPr>
      </w:pPr>
      <w:r w:rsidRPr="00962FF2">
        <w:rPr>
          <w:lang w:val="en-US"/>
        </w:rPr>
        <w:t>24.</w:t>
      </w:r>
      <w:r w:rsidRPr="00962FF2">
        <w:rPr>
          <w:lang w:val="en-US"/>
        </w:rPr>
        <w:tab/>
      </w:r>
      <w:r w:rsidRPr="00E75E0B">
        <w:rPr>
          <w:b/>
        </w:rPr>
        <w:t xml:space="preserve">The State party should </w:t>
      </w:r>
      <w:r>
        <w:rPr>
          <w:b/>
        </w:rPr>
        <w:t xml:space="preserve">(a) </w:t>
      </w:r>
      <w:r w:rsidRPr="00E75E0B">
        <w:rPr>
          <w:b/>
        </w:rPr>
        <w:t>review the legislation relating to the military courts</w:t>
      </w:r>
      <w:r w:rsidR="005235C5">
        <w:rPr>
          <w:b/>
        </w:rPr>
        <w:t xml:space="preserve"> with</w:t>
      </w:r>
      <w:r w:rsidRPr="00E75E0B">
        <w:rPr>
          <w:b/>
        </w:rPr>
        <w:t xml:space="preserve"> a view to abrogating their jurisdiction over civilians </w:t>
      </w:r>
      <w:r>
        <w:rPr>
          <w:b/>
        </w:rPr>
        <w:t>as well as their</w:t>
      </w:r>
      <w:r w:rsidRPr="00E75E0B">
        <w:rPr>
          <w:b/>
        </w:rPr>
        <w:t xml:space="preserve"> authority to impose the death penalty</w:t>
      </w:r>
      <w:r>
        <w:rPr>
          <w:b/>
        </w:rPr>
        <w:t xml:space="preserve">; (b) </w:t>
      </w:r>
      <w:r w:rsidRPr="00E75E0B">
        <w:rPr>
          <w:b/>
        </w:rPr>
        <w:t>reform the military courts to bring their proceedings in</w:t>
      </w:r>
      <w:r w:rsidR="005235C5">
        <w:rPr>
          <w:b/>
        </w:rPr>
        <w:t>to</w:t>
      </w:r>
      <w:r w:rsidRPr="00E75E0B">
        <w:rPr>
          <w:b/>
        </w:rPr>
        <w:t xml:space="preserve"> </w:t>
      </w:r>
      <w:r w:rsidR="006D4849">
        <w:rPr>
          <w:b/>
        </w:rPr>
        <w:t xml:space="preserve">full </w:t>
      </w:r>
      <w:r w:rsidRPr="00E75E0B">
        <w:rPr>
          <w:b/>
        </w:rPr>
        <w:t>conformity with Articles 14 and 15 of the Covenant to ensure a fair trial</w:t>
      </w:r>
      <w:r w:rsidR="00AC707C">
        <w:rPr>
          <w:b/>
        </w:rPr>
        <w:t>.</w:t>
      </w:r>
      <w:r>
        <w:rPr>
          <w:b/>
        </w:rPr>
        <w:t xml:space="preserve"> </w:t>
      </w:r>
    </w:p>
    <w:p w14:paraId="0304BEDC" w14:textId="77777777" w:rsidR="00440C02" w:rsidRDefault="00440C02" w:rsidP="00440C02">
      <w:pPr>
        <w:pStyle w:val="H23G"/>
      </w:pPr>
      <w:r>
        <w:tab/>
      </w:r>
      <w:r>
        <w:tab/>
        <w:t>T</w:t>
      </w:r>
      <w:r w:rsidRPr="00DD752F">
        <w:t xml:space="preserve">orture </w:t>
      </w:r>
    </w:p>
    <w:p w14:paraId="681AC1F4" w14:textId="03D4DD93" w:rsidR="00440C02"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50"/>
        </w:tabs>
        <w:spacing w:after="120"/>
        <w:ind w:left="1134" w:right="1134"/>
        <w:jc w:val="both"/>
        <w:rPr>
          <w:bCs/>
        </w:rPr>
      </w:pPr>
      <w:r>
        <w:rPr>
          <w:bCs/>
        </w:rPr>
        <w:t>25</w:t>
      </w:r>
      <w:r w:rsidRPr="00D06E66">
        <w:rPr>
          <w:bCs/>
        </w:rPr>
        <w:t>.</w:t>
      </w:r>
      <w:r w:rsidRPr="00D06E66">
        <w:rPr>
          <w:bCs/>
        </w:rPr>
        <w:tab/>
        <w:t xml:space="preserve">The Committee is concerned that the domestic legislation </w:t>
      </w:r>
      <w:r>
        <w:rPr>
          <w:bCs/>
        </w:rPr>
        <w:t xml:space="preserve">fails to provide </w:t>
      </w:r>
      <w:r w:rsidR="005235C5">
        <w:rPr>
          <w:bCs/>
        </w:rPr>
        <w:t xml:space="preserve">a </w:t>
      </w:r>
      <w:r>
        <w:rPr>
          <w:bCs/>
        </w:rPr>
        <w:t>definition of torture and to</w:t>
      </w:r>
      <w:r w:rsidRPr="00D06E66">
        <w:rPr>
          <w:bCs/>
        </w:rPr>
        <w:t xml:space="preserve"> criminalize </w:t>
      </w:r>
      <w:r>
        <w:rPr>
          <w:bCs/>
        </w:rPr>
        <w:t>it</w:t>
      </w:r>
      <w:r w:rsidRPr="00D06E66">
        <w:rPr>
          <w:bCs/>
        </w:rPr>
        <w:t xml:space="preserve"> in compliance with Article 7 of the Covenant</w:t>
      </w:r>
      <w:r>
        <w:rPr>
          <w:bCs/>
        </w:rPr>
        <w:t xml:space="preserve"> and </w:t>
      </w:r>
      <w:r w:rsidR="0037388D">
        <w:rPr>
          <w:bCs/>
        </w:rPr>
        <w:t>international standards</w:t>
      </w:r>
      <w:r>
        <w:rPr>
          <w:bCs/>
        </w:rPr>
        <w:t xml:space="preserve">; </w:t>
      </w:r>
      <w:r w:rsidR="0037388D">
        <w:rPr>
          <w:bCs/>
        </w:rPr>
        <w:t xml:space="preserve">that </w:t>
      </w:r>
      <w:r>
        <w:rPr>
          <w:bCs/>
        </w:rPr>
        <w:t xml:space="preserve">torture </w:t>
      </w:r>
      <w:r w:rsidR="00E43826">
        <w:rPr>
          <w:bCs/>
        </w:rPr>
        <w:t xml:space="preserve">is </w:t>
      </w:r>
      <w:r>
        <w:rPr>
          <w:bCs/>
        </w:rPr>
        <w:t>allegedly widely used by the police, military and security forces, and intelligence agencies;</w:t>
      </w:r>
      <w:r w:rsidR="0037388D">
        <w:rPr>
          <w:bCs/>
        </w:rPr>
        <w:t xml:space="preserve"> and </w:t>
      </w:r>
      <w:r w:rsidR="00216586">
        <w:rPr>
          <w:bCs/>
        </w:rPr>
        <w:t>that allegations</w:t>
      </w:r>
      <w:r>
        <w:rPr>
          <w:bCs/>
        </w:rPr>
        <w:t xml:space="preserve"> of torture are not promptly </w:t>
      </w:r>
      <w:r>
        <w:rPr>
          <w:bCs/>
        </w:rPr>
        <w:lastRenderedPageBreak/>
        <w:t>and thoroughly investigated and perpetrators are rarely brought to justice (arts. 2, 7, 14 and 15)</w:t>
      </w:r>
    </w:p>
    <w:p w14:paraId="658FAB25" w14:textId="284E5BF5" w:rsidR="00440C02" w:rsidRPr="00810756"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left" w:pos="6950"/>
        </w:tabs>
        <w:spacing w:after="120"/>
        <w:ind w:left="1134" w:right="1134"/>
        <w:jc w:val="both"/>
        <w:rPr>
          <w:b/>
          <w:bCs/>
        </w:rPr>
      </w:pPr>
      <w:r w:rsidRPr="00962FF2">
        <w:rPr>
          <w:lang w:val="en-US"/>
        </w:rPr>
        <w:t>26.</w:t>
      </w:r>
      <w:r w:rsidRPr="00810756">
        <w:rPr>
          <w:b/>
          <w:bCs/>
        </w:rPr>
        <w:tab/>
        <w:t>The State party</w:t>
      </w:r>
      <w:r w:rsidRPr="00810756">
        <w:rPr>
          <w:b/>
        </w:rPr>
        <w:t xml:space="preserve"> should (a) amend its laws to ensure that all elements of the crime of torture are prohibited in accordance with article 7 of the Covenant and to stipulate sanctions for acts of torture that are commensurate with the gravity of the</w:t>
      </w:r>
      <w:r>
        <w:rPr>
          <w:b/>
        </w:rPr>
        <w:t xml:space="preserve"> crime;</w:t>
      </w:r>
      <w:r>
        <w:rPr>
          <w:b/>
          <w:color w:val="FF0000"/>
        </w:rPr>
        <w:t xml:space="preserve"> </w:t>
      </w:r>
      <w:r w:rsidRPr="00810756">
        <w:rPr>
          <w:b/>
        </w:rPr>
        <w:t xml:space="preserve">(b) ensure prompt, thorough and effective investigations into all allegations of torture and ill treatment, prosecute and, if convicted, punish the perpetrators, with penalties commensurate with the gravity of the offence, and provide effective remedies to victims, including rehabilitation; </w:t>
      </w:r>
      <w:r w:rsidR="00AC707C" w:rsidRPr="00AC707C">
        <w:rPr>
          <w:b/>
        </w:rPr>
        <w:t>(c) ensure that coerced confessions are n</w:t>
      </w:r>
      <w:r w:rsidR="00AC707C">
        <w:rPr>
          <w:b/>
        </w:rPr>
        <w:t>ever</w:t>
      </w:r>
      <w:r w:rsidR="00AC707C" w:rsidRPr="00AC707C">
        <w:rPr>
          <w:b/>
        </w:rPr>
        <w:t xml:space="preserve"> admissible in legal proceedings; </w:t>
      </w:r>
      <w:r w:rsidRPr="00810756">
        <w:rPr>
          <w:b/>
        </w:rPr>
        <w:t>(</w:t>
      </w:r>
      <w:r w:rsidR="00AC707C">
        <w:rPr>
          <w:b/>
        </w:rPr>
        <w:t>d</w:t>
      </w:r>
      <w:r w:rsidRPr="00810756">
        <w:rPr>
          <w:b/>
        </w:rPr>
        <w:t xml:space="preserve">) take all measures necessary to prevent torture including by strengthening the training of </w:t>
      </w:r>
      <w:r w:rsidR="006A3BC5">
        <w:rPr>
          <w:b/>
        </w:rPr>
        <w:t xml:space="preserve">judges, prosecutors, </w:t>
      </w:r>
      <w:r w:rsidRPr="00810756">
        <w:rPr>
          <w:b/>
        </w:rPr>
        <w:t>the police and military and security forces.</w:t>
      </w:r>
    </w:p>
    <w:p w14:paraId="53A5A4CC" w14:textId="77777777" w:rsidR="00440C02" w:rsidRPr="0011517B" w:rsidRDefault="00440C02" w:rsidP="00440C02">
      <w:pPr>
        <w:pStyle w:val="H23G"/>
      </w:pPr>
      <w:r>
        <w:tab/>
      </w:r>
      <w:r>
        <w:tab/>
      </w:r>
      <w:r w:rsidRPr="00CB5744">
        <w:t>Deprivation of liberty</w:t>
      </w:r>
    </w:p>
    <w:p w14:paraId="14B017B4" w14:textId="58A8B047" w:rsidR="00440C02" w:rsidRDefault="00440C02" w:rsidP="00F13C09">
      <w:pPr>
        <w:pStyle w:val="SingleTxtG"/>
        <w:rPr>
          <w:b/>
        </w:rPr>
      </w:pPr>
      <w:bookmarkStart w:id="3" w:name="_Hlk487980674"/>
      <w:r>
        <w:t>27.</w:t>
      </w:r>
      <w:r>
        <w:tab/>
      </w:r>
      <w:r w:rsidRPr="0011517B">
        <w:t xml:space="preserve">The Committee is concerned at the high </w:t>
      </w:r>
      <w:r>
        <w:t>level of overcrowding and reportedly inadequate conditions of detention in prison</w:t>
      </w:r>
      <w:r w:rsidR="00733ADD">
        <w:t xml:space="preserve"> and </w:t>
      </w:r>
      <w:r>
        <w:t>at t</w:t>
      </w:r>
      <w:r w:rsidRPr="0011517B">
        <w:t xml:space="preserve">he high proportion of persons held on remand, some of whom reportedly </w:t>
      </w:r>
      <w:r w:rsidR="005235C5">
        <w:t xml:space="preserve">were </w:t>
      </w:r>
      <w:r w:rsidRPr="0011517B">
        <w:t>in pre-trial detention for periods longer than the maximum sentence for the crime</w:t>
      </w:r>
      <w:r>
        <w:t xml:space="preserve"> (arts. 6, 7, 9, 10)</w:t>
      </w:r>
      <w:r w:rsidRPr="00CB5744">
        <w:t>.</w:t>
      </w:r>
      <w:r w:rsidR="00EA394B">
        <w:t xml:space="preserve"> </w:t>
      </w:r>
    </w:p>
    <w:p w14:paraId="428A15F4" w14:textId="218C6F61" w:rsidR="00440C02" w:rsidRPr="00F13C09" w:rsidRDefault="00440C02" w:rsidP="00F13C09">
      <w:pPr>
        <w:pStyle w:val="SingleTxtG"/>
        <w:rPr>
          <w:b/>
        </w:rPr>
      </w:pPr>
      <w:r w:rsidRPr="00F13C09">
        <w:rPr>
          <w:b/>
          <w:lang w:val="en-US"/>
        </w:rPr>
        <w:t>28.</w:t>
      </w:r>
      <w:r w:rsidRPr="00F13C09">
        <w:rPr>
          <w:b/>
        </w:rPr>
        <w:tab/>
        <w:t>The State party should intensify its efforts to reduce prison overcrowding and improve conditions of detention, particularly healthcare and hygiene. It should also take all measures necessary to ensure that pre-trial detention is used solely as an exceptional measure and not for excessively long periods in accordance with article 9 of the Covenant.</w:t>
      </w:r>
    </w:p>
    <w:p w14:paraId="46790902" w14:textId="77777777" w:rsidR="00440C02" w:rsidRDefault="00440C02" w:rsidP="00440C02">
      <w:pPr>
        <w:pStyle w:val="H23G"/>
        <w:rPr>
          <w:bCs/>
          <w:color w:val="0000FF"/>
          <w:lang w:eastAsia="en-GB"/>
        </w:rPr>
      </w:pPr>
      <w:r>
        <w:tab/>
      </w:r>
      <w:bookmarkEnd w:id="3"/>
      <w:r>
        <w:tab/>
        <w:t xml:space="preserve">Freedom of movement </w:t>
      </w:r>
    </w:p>
    <w:p w14:paraId="2C5B63A0" w14:textId="7C6323DD" w:rsidR="00440C02" w:rsidRDefault="00440C02" w:rsidP="00440C02">
      <w:pPr>
        <w:spacing w:after="120"/>
        <w:ind w:left="1134" w:right="1134"/>
        <w:jc w:val="both"/>
        <w:rPr>
          <w:bCs/>
        </w:rPr>
      </w:pPr>
      <w:r>
        <w:rPr>
          <w:bCs/>
        </w:rPr>
        <w:t>29</w:t>
      </w:r>
      <w:r w:rsidRPr="005C6577">
        <w:rPr>
          <w:bCs/>
        </w:rPr>
        <w:t>.</w:t>
      </w:r>
      <w:r w:rsidRPr="005C6577">
        <w:rPr>
          <w:bCs/>
        </w:rPr>
        <w:tab/>
      </w:r>
      <w:r>
        <w:rPr>
          <w:bCs/>
        </w:rPr>
        <w:t xml:space="preserve">The </w:t>
      </w:r>
      <w:r w:rsidRPr="005C6577">
        <w:rPr>
          <w:bCs/>
        </w:rPr>
        <w:t>Committee</w:t>
      </w:r>
      <w:r>
        <w:rPr>
          <w:bCs/>
        </w:rPr>
        <w:t xml:space="preserve"> notes that various lists exist to control entry or exit in the State party and regrets the lack of information thereon, including the criteria</w:t>
      </w:r>
      <w:r w:rsidR="005153D4">
        <w:rPr>
          <w:bCs/>
        </w:rPr>
        <w:t xml:space="preserve"> or</w:t>
      </w:r>
      <w:r>
        <w:rPr>
          <w:bCs/>
        </w:rPr>
        <w:t xml:space="preserve"> grounds for the listing, </w:t>
      </w:r>
      <w:r w:rsidR="005153D4">
        <w:rPr>
          <w:bCs/>
        </w:rPr>
        <w:t xml:space="preserve">the </w:t>
      </w:r>
      <w:r>
        <w:rPr>
          <w:bCs/>
        </w:rPr>
        <w:t>process for listing or delisting names</w:t>
      </w:r>
      <w:r w:rsidR="005153D4">
        <w:rPr>
          <w:bCs/>
        </w:rPr>
        <w:t>,</w:t>
      </w:r>
      <w:r>
        <w:rPr>
          <w:bCs/>
        </w:rPr>
        <w:t xml:space="preserve"> and </w:t>
      </w:r>
      <w:r w:rsidR="005153D4">
        <w:rPr>
          <w:bCs/>
        </w:rPr>
        <w:t xml:space="preserve">the </w:t>
      </w:r>
      <w:r>
        <w:rPr>
          <w:bCs/>
        </w:rPr>
        <w:t>safeguards</w:t>
      </w:r>
      <w:r w:rsidR="005153D4">
        <w:rPr>
          <w:bCs/>
        </w:rPr>
        <w:t xml:space="preserve"> available</w:t>
      </w:r>
      <w:r>
        <w:rPr>
          <w:bCs/>
        </w:rPr>
        <w:t xml:space="preserve"> </w:t>
      </w:r>
      <w:r w:rsidR="005153D4">
        <w:rPr>
          <w:bCs/>
        </w:rPr>
        <w:t>to</w:t>
      </w:r>
      <w:r>
        <w:rPr>
          <w:bCs/>
        </w:rPr>
        <w:t xml:space="preserve"> prevent misuse</w:t>
      </w:r>
      <w:r w:rsidR="005153D4">
        <w:rPr>
          <w:bCs/>
        </w:rPr>
        <w:t xml:space="preserve"> of</w:t>
      </w:r>
      <w:r>
        <w:rPr>
          <w:bCs/>
        </w:rPr>
        <w:t xml:space="preserve"> these lists. It is concerned that the Exit Control List is allegedly used to restrict freedom of movement of dissenting persons and that the circumstances under which passports may be cancelled, impounded or confiscated are not provided in Article 8 of the Passport Act (art. 12).</w:t>
      </w:r>
    </w:p>
    <w:p w14:paraId="4909B90E" w14:textId="581BC561" w:rsidR="00440C02" w:rsidRPr="0073165A" w:rsidRDefault="00440C02" w:rsidP="00440C02">
      <w:pPr>
        <w:spacing w:after="120"/>
        <w:ind w:left="1134" w:right="1134"/>
        <w:jc w:val="both"/>
        <w:rPr>
          <w:b/>
          <w:bCs/>
        </w:rPr>
      </w:pPr>
      <w:r w:rsidRPr="00962FF2">
        <w:rPr>
          <w:lang w:val="en-US"/>
        </w:rPr>
        <w:t>3</w:t>
      </w:r>
      <w:r w:rsidR="003C6668" w:rsidRPr="00962FF2">
        <w:rPr>
          <w:lang w:val="en-US"/>
        </w:rPr>
        <w:t>0</w:t>
      </w:r>
      <w:r w:rsidRPr="00962FF2">
        <w:rPr>
          <w:lang w:val="en-US"/>
        </w:rPr>
        <w:t>.</w:t>
      </w:r>
      <w:r w:rsidRPr="00962FF2">
        <w:rPr>
          <w:lang w:val="en-US"/>
        </w:rPr>
        <w:tab/>
      </w:r>
      <w:r w:rsidRPr="0073165A">
        <w:rPr>
          <w:b/>
          <w:bCs/>
        </w:rPr>
        <w:t xml:space="preserve">The State party </w:t>
      </w:r>
      <w:r w:rsidR="0037388D">
        <w:rPr>
          <w:b/>
          <w:bCs/>
        </w:rPr>
        <w:t xml:space="preserve">should </w:t>
      </w:r>
      <w:r w:rsidRPr="0073165A">
        <w:rPr>
          <w:b/>
          <w:bCs/>
        </w:rPr>
        <w:t xml:space="preserve">review the Passport Act </w:t>
      </w:r>
      <w:r>
        <w:rPr>
          <w:b/>
          <w:bCs/>
        </w:rPr>
        <w:t>and other</w:t>
      </w:r>
      <w:r w:rsidRPr="0073165A">
        <w:rPr>
          <w:b/>
          <w:bCs/>
        </w:rPr>
        <w:t xml:space="preserve"> legislation and polic</w:t>
      </w:r>
      <w:r>
        <w:rPr>
          <w:b/>
          <w:bCs/>
        </w:rPr>
        <w:t>ies</w:t>
      </w:r>
      <w:r w:rsidRPr="0073165A">
        <w:rPr>
          <w:b/>
          <w:bCs/>
        </w:rPr>
        <w:t xml:space="preserve"> relating to the Exit Control List, the Black List, the Passport Control List and the Visa Control List with a view to bringing them in compliance with Article </w:t>
      </w:r>
      <w:r>
        <w:rPr>
          <w:b/>
          <w:bCs/>
        </w:rPr>
        <w:t>12</w:t>
      </w:r>
      <w:r w:rsidRPr="0073165A">
        <w:rPr>
          <w:b/>
          <w:bCs/>
        </w:rPr>
        <w:t xml:space="preserve"> of the Covenant</w:t>
      </w:r>
      <w:r w:rsidR="005153D4">
        <w:rPr>
          <w:b/>
          <w:bCs/>
        </w:rPr>
        <w:t>,</w:t>
      </w:r>
      <w:r w:rsidRPr="0073165A">
        <w:rPr>
          <w:b/>
          <w:bCs/>
        </w:rPr>
        <w:t xml:space="preserve"> and ensur</w:t>
      </w:r>
      <w:r>
        <w:rPr>
          <w:b/>
          <w:bCs/>
        </w:rPr>
        <w:t>e</w:t>
      </w:r>
      <w:r w:rsidRPr="0073165A">
        <w:rPr>
          <w:b/>
          <w:bCs/>
        </w:rPr>
        <w:t xml:space="preserve"> that they do not restrict freedom of movement on unjustified grounds. </w:t>
      </w:r>
    </w:p>
    <w:p w14:paraId="150D3650" w14:textId="77777777" w:rsidR="00440C02" w:rsidRDefault="00440C02" w:rsidP="00440C02">
      <w:pPr>
        <w:pStyle w:val="H23G"/>
        <w:rPr>
          <w:bCs/>
          <w:color w:val="0000FF"/>
          <w:lang w:eastAsia="en-GB"/>
        </w:rPr>
      </w:pPr>
      <w:r>
        <w:tab/>
      </w:r>
      <w:r>
        <w:tab/>
      </w:r>
      <w:r w:rsidRPr="000B6E77">
        <w:t>Right to a fair trial and administration of justice</w:t>
      </w:r>
    </w:p>
    <w:p w14:paraId="36E967F1" w14:textId="2DA6B1B2" w:rsidR="00440C02" w:rsidRPr="00962FF2" w:rsidRDefault="00440C02" w:rsidP="00440C02">
      <w:pPr>
        <w:spacing w:after="120"/>
        <w:ind w:left="1134" w:right="1134"/>
        <w:jc w:val="both"/>
        <w:rPr>
          <w:lang w:val="en-US"/>
        </w:rPr>
      </w:pPr>
      <w:bookmarkStart w:id="4" w:name="_Hlk487845192"/>
      <w:r>
        <w:rPr>
          <w:bCs/>
        </w:rPr>
        <w:t>3</w:t>
      </w:r>
      <w:r w:rsidR="003C6668">
        <w:rPr>
          <w:bCs/>
        </w:rPr>
        <w:t>1</w:t>
      </w:r>
      <w:r w:rsidRPr="005C6577">
        <w:rPr>
          <w:bCs/>
        </w:rPr>
        <w:t>.</w:t>
      </w:r>
      <w:r w:rsidRPr="005C6577">
        <w:rPr>
          <w:bCs/>
        </w:rPr>
        <w:tab/>
      </w:r>
      <w:r>
        <w:rPr>
          <w:bCs/>
        </w:rPr>
        <w:t>T</w:t>
      </w:r>
      <w:r w:rsidRPr="008353C1">
        <w:rPr>
          <w:bCs/>
        </w:rPr>
        <w:t xml:space="preserve">he Committee </w:t>
      </w:r>
      <w:r>
        <w:rPr>
          <w:bCs/>
        </w:rPr>
        <w:t>is</w:t>
      </w:r>
      <w:r w:rsidRPr="008353C1">
        <w:rPr>
          <w:bCs/>
        </w:rPr>
        <w:t xml:space="preserve"> concerned </w:t>
      </w:r>
      <w:r w:rsidR="00EE0600">
        <w:rPr>
          <w:bCs/>
        </w:rPr>
        <w:t xml:space="preserve">at </w:t>
      </w:r>
      <w:r>
        <w:rPr>
          <w:bCs/>
        </w:rPr>
        <w:t>the fact that</w:t>
      </w:r>
      <w:r w:rsidRPr="008353C1">
        <w:rPr>
          <w:bCs/>
        </w:rPr>
        <w:t xml:space="preserve"> the Constitution and federal laws as well as the jurisdiction of highest courts </w:t>
      </w:r>
      <w:r>
        <w:rPr>
          <w:bCs/>
        </w:rPr>
        <w:t>do not apply</w:t>
      </w:r>
      <w:r w:rsidRPr="008353C1">
        <w:rPr>
          <w:bCs/>
        </w:rPr>
        <w:t xml:space="preserve"> in the Federally Administered Tribal Areas</w:t>
      </w:r>
      <w:r w:rsidR="0037388D">
        <w:rPr>
          <w:bCs/>
        </w:rPr>
        <w:t xml:space="preserve"> (FATA)</w:t>
      </w:r>
      <w:r>
        <w:rPr>
          <w:bCs/>
        </w:rPr>
        <w:t xml:space="preserve">. It is also concerned at the challenges facing </w:t>
      </w:r>
      <w:r w:rsidRPr="008353C1">
        <w:rPr>
          <w:bCs/>
        </w:rPr>
        <w:t xml:space="preserve">the judiciary </w:t>
      </w:r>
      <w:r>
        <w:rPr>
          <w:bCs/>
        </w:rPr>
        <w:t xml:space="preserve">in strengthening its independence and effectiveness, including </w:t>
      </w:r>
      <w:r w:rsidRPr="008353C1">
        <w:rPr>
          <w:bCs/>
        </w:rPr>
        <w:t>the</w:t>
      </w:r>
      <w:r>
        <w:rPr>
          <w:bCs/>
        </w:rPr>
        <w:t xml:space="preserve"> lack of transparency of</w:t>
      </w:r>
      <w:r w:rsidRPr="008353C1">
        <w:rPr>
          <w:bCs/>
        </w:rPr>
        <w:t xml:space="preserve"> judicial appointment</w:t>
      </w:r>
      <w:r>
        <w:rPr>
          <w:bCs/>
        </w:rPr>
        <w:t xml:space="preserve"> procedures</w:t>
      </w:r>
      <w:r w:rsidRPr="008353C1">
        <w:rPr>
          <w:bCs/>
        </w:rPr>
        <w:t xml:space="preserve">; shortage of judges and </w:t>
      </w:r>
      <w:r w:rsidR="005153D4">
        <w:rPr>
          <w:bCs/>
        </w:rPr>
        <w:t>long-term</w:t>
      </w:r>
      <w:r w:rsidRPr="008353C1">
        <w:rPr>
          <w:bCs/>
        </w:rPr>
        <w:t xml:space="preserve"> vacancies; insufficient </w:t>
      </w:r>
      <w:r>
        <w:rPr>
          <w:bCs/>
        </w:rPr>
        <w:t>budget allocation</w:t>
      </w:r>
      <w:r w:rsidRPr="008353C1">
        <w:rPr>
          <w:bCs/>
        </w:rPr>
        <w:t xml:space="preserve">; considerable backlog of cases; </w:t>
      </w:r>
      <w:r>
        <w:rPr>
          <w:bCs/>
        </w:rPr>
        <w:t xml:space="preserve">lack of </w:t>
      </w:r>
      <w:r w:rsidRPr="008353C1">
        <w:rPr>
          <w:bCs/>
        </w:rPr>
        <w:t xml:space="preserve">quality legal education </w:t>
      </w:r>
      <w:r w:rsidR="005153D4">
        <w:rPr>
          <w:bCs/>
        </w:rPr>
        <w:t xml:space="preserve">and continuing professional training for </w:t>
      </w:r>
      <w:r w:rsidRPr="008353C1">
        <w:rPr>
          <w:bCs/>
        </w:rPr>
        <w:t>legal professionals; and corruption in the judiciary</w:t>
      </w:r>
      <w:r>
        <w:rPr>
          <w:bCs/>
        </w:rPr>
        <w:t xml:space="preserve"> </w:t>
      </w:r>
      <w:r w:rsidRPr="00962FF2">
        <w:rPr>
          <w:lang w:val="en-US"/>
        </w:rPr>
        <w:t>(art. 14).</w:t>
      </w:r>
    </w:p>
    <w:bookmarkEnd w:id="4"/>
    <w:p w14:paraId="334549F7" w14:textId="49C35D84" w:rsidR="00440C02" w:rsidRDefault="00440C02" w:rsidP="00440C02">
      <w:pPr>
        <w:spacing w:after="120"/>
        <w:ind w:left="1134" w:right="1134"/>
        <w:jc w:val="both"/>
        <w:rPr>
          <w:b/>
        </w:rPr>
      </w:pPr>
      <w:r w:rsidRPr="00962FF2">
        <w:rPr>
          <w:lang w:val="en-US"/>
        </w:rPr>
        <w:t>3</w:t>
      </w:r>
      <w:r w:rsidR="003C6668" w:rsidRPr="00962FF2">
        <w:rPr>
          <w:lang w:val="en-US"/>
        </w:rPr>
        <w:t>2</w:t>
      </w:r>
      <w:r w:rsidRPr="00962FF2">
        <w:rPr>
          <w:lang w:val="en-US"/>
        </w:rPr>
        <w:t>.</w:t>
      </w:r>
      <w:r w:rsidRPr="00962FF2">
        <w:rPr>
          <w:lang w:val="en-US"/>
        </w:rPr>
        <w:tab/>
      </w:r>
      <w:r w:rsidRPr="00DF3666">
        <w:rPr>
          <w:b/>
          <w:bCs/>
        </w:rPr>
        <w:t>The</w:t>
      </w:r>
      <w:r>
        <w:rPr>
          <w:b/>
          <w:bCs/>
        </w:rPr>
        <w:t xml:space="preserve"> State party</w:t>
      </w:r>
      <w:r>
        <w:rPr>
          <w:b/>
          <w:lang w:eastAsia="en-GB"/>
        </w:rPr>
        <w:t xml:space="preserve"> should continue </w:t>
      </w:r>
      <w:r w:rsidR="005153D4">
        <w:rPr>
          <w:b/>
          <w:lang w:eastAsia="en-GB"/>
        </w:rPr>
        <w:t xml:space="preserve">to </w:t>
      </w:r>
      <w:r>
        <w:rPr>
          <w:b/>
          <w:lang w:eastAsia="en-GB"/>
        </w:rPr>
        <w:t>review</w:t>
      </w:r>
      <w:r w:rsidR="005153D4">
        <w:rPr>
          <w:b/>
          <w:lang w:eastAsia="en-GB"/>
        </w:rPr>
        <w:t xml:space="preserve"> existing</w:t>
      </w:r>
      <w:r>
        <w:rPr>
          <w:b/>
          <w:lang w:eastAsia="en-GB"/>
        </w:rPr>
        <w:t xml:space="preserve"> </w:t>
      </w:r>
      <w:r w:rsidR="005153D4">
        <w:rPr>
          <w:b/>
          <w:lang w:eastAsia="en-GB"/>
        </w:rPr>
        <w:t xml:space="preserve">legislation </w:t>
      </w:r>
      <w:r w:rsidR="000A5DDD">
        <w:rPr>
          <w:b/>
          <w:lang w:eastAsia="en-GB"/>
        </w:rPr>
        <w:t xml:space="preserve">on administration of justice </w:t>
      </w:r>
      <w:r>
        <w:rPr>
          <w:b/>
          <w:lang w:eastAsia="en-GB"/>
        </w:rPr>
        <w:t>with a view to bringi</w:t>
      </w:r>
      <w:r w:rsidR="005153D4">
        <w:rPr>
          <w:b/>
          <w:lang w:eastAsia="en-GB"/>
        </w:rPr>
        <w:t>ng it</w:t>
      </w:r>
      <w:r w:rsidR="00EE0600">
        <w:rPr>
          <w:b/>
          <w:lang w:eastAsia="en-GB"/>
        </w:rPr>
        <w:t xml:space="preserve"> </w:t>
      </w:r>
      <w:r>
        <w:rPr>
          <w:b/>
          <w:lang w:eastAsia="en-GB"/>
        </w:rPr>
        <w:t>in compliance with the Constitution and international human rights standards</w:t>
      </w:r>
      <w:r w:rsidR="005153D4">
        <w:rPr>
          <w:b/>
          <w:lang w:eastAsia="en-GB"/>
        </w:rPr>
        <w:t>,</w:t>
      </w:r>
      <w:r>
        <w:rPr>
          <w:b/>
          <w:lang w:eastAsia="en-GB"/>
        </w:rPr>
        <w:t xml:space="preserve"> and take concrete steps to ensure that the Constitution and federal laws as well as the jurisdiction of highest courts are applied in the entire territory of the State party including </w:t>
      </w:r>
      <w:r w:rsidR="006D4849">
        <w:rPr>
          <w:b/>
          <w:lang w:eastAsia="en-GB"/>
        </w:rPr>
        <w:t xml:space="preserve">the </w:t>
      </w:r>
      <w:r>
        <w:rPr>
          <w:b/>
          <w:lang w:eastAsia="en-GB"/>
        </w:rPr>
        <w:t>FATA. It should also take all measures necessary to strengthen the independence</w:t>
      </w:r>
      <w:r w:rsidR="006A3BC5">
        <w:rPr>
          <w:b/>
          <w:lang w:eastAsia="en-GB"/>
        </w:rPr>
        <w:t xml:space="preserve">, </w:t>
      </w:r>
      <w:r w:rsidR="000A5DDD">
        <w:rPr>
          <w:b/>
          <w:lang w:eastAsia="en-GB"/>
        </w:rPr>
        <w:t xml:space="preserve">qualification </w:t>
      </w:r>
      <w:r>
        <w:rPr>
          <w:b/>
          <w:lang w:eastAsia="en-GB"/>
        </w:rPr>
        <w:t>and effectiveness of the judiciary</w:t>
      </w:r>
      <w:r w:rsidR="003C6668">
        <w:rPr>
          <w:b/>
          <w:lang w:eastAsia="en-GB"/>
        </w:rPr>
        <w:t>.</w:t>
      </w:r>
    </w:p>
    <w:p w14:paraId="0433522A" w14:textId="5D266380" w:rsidR="00440C02" w:rsidRDefault="00440C02" w:rsidP="00440C02">
      <w:pPr>
        <w:pStyle w:val="H23G"/>
        <w:rPr>
          <w:bCs/>
          <w:color w:val="0000FF"/>
          <w:lang w:eastAsia="en-GB"/>
        </w:rPr>
      </w:pPr>
      <w:r>
        <w:lastRenderedPageBreak/>
        <w:tab/>
      </w:r>
      <w:r>
        <w:tab/>
      </w:r>
      <w:r w:rsidRPr="002735C6">
        <w:t xml:space="preserve">Freedom of religion, conscience and belief </w:t>
      </w:r>
    </w:p>
    <w:p w14:paraId="3FE3C909" w14:textId="29D32E02" w:rsidR="00440C02" w:rsidRDefault="00440C02" w:rsidP="00440C02">
      <w:pPr>
        <w:spacing w:after="120"/>
        <w:ind w:left="1134" w:right="1134"/>
        <w:jc w:val="both"/>
      </w:pPr>
      <w:r>
        <w:rPr>
          <w:bCs/>
        </w:rPr>
        <w:t>3</w:t>
      </w:r>
      <w:r w:rsidR="003C6668">
        <w:rPr>
          <w:bCs/>
        </w:rPr>
        <w:t>3</w:t>
      </w:r>
      <w:r w:rsidRPr="005C6577">
        <w:rPr>
          <w:bCs/>
        </w:rPr>
        <w:t>.</w:t>
      </w:r>
      <w:r w:rsidRPr="005C6577">
        <w:rPr>
          <w:bCs/>
        </w:rPr>
        <w:tab/>
      </w:r>
      <w:r w:rsidRPr="00C700C8">
        <w:t xml:space="preserve">The Committee is concerned </w:t>
      </w:r>
      <w:r w:rsidRPr="00B830B8">
        <w:t>at the blasphemy laws</w:t>
      </w:r>
      <w:r w:rsidR="006D4849">
        <w:t>,</w:t>
      </w:r>
      <w:r>
        <w:t xml:space="preserve"> including </w:t>
      </w:r>
      <w:r w:rsidRPr="00B830B8">
        <w:t>Sections 295 and 298 of the Criminal Code of Pakistan</w:t>
      </w:r>
      <w:r w:rsidR="006D4849">
        <w:t>,</w:t>
      </w:r>
      <w:r w:rsidRPr="00B830B8">
        <w:t xml:space="preserve"> that carr</w:t>
      </w:r>
      <w:r w:rsidR="005153D4">
        <w:t>y</w:t>
      </w:r>
      <w:r w:rsidRPr="00B830B8">
        <w:t xml:space="preserve"> severe penalties</w:t>
      </w:r>
      <w:r w:rsidR="00A20306">
        <w:t>,</w:t>
      </w:r>
      <w:r w:rsidRPr="00B830B8">
        <w:t xml:space="preserve"> including </w:t>
      </w:r>
      <w:r w:rsidR="005153D4">
        <w:t>the</w:t>
      </w:r>
      <w:r w:rsidR="006D4849">
        <w:t xml:space="preserve"> mandatory</w:t>
      </w:r>
      <w:r w:rsidR="005153D4">
        <w:t xml:space="preserve"> </w:t>
      </w:r>
      <w:r w:rsidRPr="00B830B8">
        <w:t>death penalty (Section 295(c))</w:t>
      </w:r>
      <w:r w:rsidR="00A20306">
        <w:t>,</w:t>
      </w:r>
      <w:r w:rsidRPr="00B830B8">
        <w:t xml:space="preserve"> and </w:t>
      </w:r>
      <w:r w:rsidR="006D4849">
        <w:t xml:space="preserve">reportedly </w:t>
      </w:r>
      <w:r w:rsidRPr="00B830B8">
        <w:t>have a discriminatory effect particularly on Ahmadi</w:t>
      </w:r>
      <w:r w:rsidR="005153D4">
        <w:t xml:space="preserve"> persons</w:t>
      </w:r>
      <w:r w:rsidRPr="00B830B8">
        <w:t xml:space="preserve"> (Section 298(b)(c)); </w:t>
      </w:r>
      <w:r w:rsidR="006D4849">
        <w:t xml:space="preserve">at </w:t>
      </w:r>
      <w:r w:rsidRPr="00B830B8">
        <w:t>the very high number of blasphemy cases based on false accusation</w:t>
      </w:r>
      <w:r w:rsidR="00B4330F">
        <w:t>s,</w:t>
      </w:r>
      <w:r w:rsidRPr="00B830B8">
        <w:t xml:space="preserve"> and </w:t>
      </w:r>
      <w:r w:rsidR="006D4849">
        <w:t xml:space="preserve">at </w:t>
      </w:r>
      <w:r w:rsidRPr="00B830B8">
        <w:t xml:space="preserve">violence against those accused of blasphemy as illustrated </w:t>
      </w:r>
      <w:r w:rsidR="00B4330F">
        <w:t>by</w:t>
      </w:r>
      <w:r w:rsidRPr="00B830B8">
        <w:t xml:space="preserve"> the case of </w:t>
      </w:r>
      <w:proofErr w:type="spellStart"/>
      <w:r w:rsidRPr="00B830B8">
        <w:t>Mashal</w:t>
      </w:r>
      <w:proofErr w:type="spellEnd"/>
      <w:r w:rsidRPr="00B830B8">
        <w:t xml:space="preserve"> Khan; repeated reports that judges who hear blasphemy cases are</w:t>
      </w:r>
      <w:r w:rsidR="001A5DF6">
        <w:t xml:space="preserve"> frequently</w:t>
      </w:r>
      <w:r w:rsidR="005176A3">
        <w:t xml:space="preserve"> </w:t>
      </w:r>
      <w:r w:rsidR="00514E46" w:rsidRPr="00B830B8">
        <w:t>harass</w:t>
      </w:r>
      <w:r w:rsidR="00514E46">
        <w:t>ed</w:t>
      </w:r>
      <w:r w:rsidRPr="00B830B8">
        <w:t xml:space="preserve">, intimidation and threats. While noting the judgment of the Supreme Court on 19 June 2014, the Committee regrets the absence of information on the implementation </w:t>
      </w:r>
      <w:r>
        <w:t>there</w:t>
      </w:r>
      <w:r w:rsidRPr="00B830B8">
        <w:t>of and remains concerned at the continued reports of hate speech and hate crimes against persons belonging to religious minorit</w:t>
      </w:r>
      <w:r w:rsidR="00B4330F">
        <w:t>ies</w:t>
      </w:r>
      <w:r w:rsidRPr="00B830B8">
        <w:t xml:space="preserve"> and their places of worship; </w:t>
      </w:r>
      <w:r w:rsidR="00B4330F">
        <w:t xml:space="preserve">and the </w:t>
      </w:r>
      <w:r w:rsidRPr="00B830B8">
        <w:t xml:space="preserve">religiously biased content in textbooks and </w:t>
      </w:r>
      <w:r w:rsidR="00581238" w:rsidRPr="00B830B8">
        <w:t>curricul</w:t>
      </w:r>
      <w:r w:rsidR="00581238">
        <w:t>a</w:t>
      </w:r>
      <w:r w:rsidR="00581238" w:rsidRPr="00B830B8">
        <w:t xml:space="preserve"> </w:t>
      </w:r>
      <w:r w:rsidRPr="00B830B8">
        <w:t xml:space="preserve">in public schools and madrassas </w:t>
      </w:r>
      <w:r w:rsidRPr="008B68B0">
        <w:t xml:space="preserve">(arts. </w:t>
      </w:r>
      <w:r>
        <w:t xml:space="preserve">2, 14, </w:t>
      </w:r>
      <w:r w:rsidRPr="008B68B0">
        <w:t>18</w:t>
      </w:r>
      <w:r w:rsidR="00514E46">
        <w:t>,</w:t>
      </w:r>
      <w:r w:rsidRPr="008B68B0">
        <w:t xml:space="preserve"> </w:t>
      </w:r>
      <w:r w:rsidRPr="00D529AC">
        <w:t>19</w:t>
      </w:r>
      <w:r w:rsidR="00514E46" w:rsidRPr="00D529AC">
        <w:t xml:space="preserve"> and 24</w:t>
      </w:r>
      <w:r w:rsidRPr="00D529AC">
        <w:t>).</w:t>
      </w:r>
    </w:p>
    <w:p w14:paraId="20A42574" w14:textId="2BB7F44D" w:rsidR="00440C02" w:rsidRDefault="00440C02" w:rsidP="00440C02">
      <w:pPr>
        <w:spacing w:after="120"/>
        <w:ind w:left="1134" w:right="1134"/>
        <w:jc w:val="both"/>
        <w:rPr>
          <w:b/>
          <w:lang w:eastAsia="ko-KR"/>
        </w:rPr>
      </w:pPr>
      <w:r w:rsidRPr="00962FF2">
        <w:rPr>
          <w:lang w:val="en-US"/>
        </w:rPr>
        <w:t>3</w:t>
      </w:r>
      <w:r w:rsidR="003C6668" w:rsidRPr="00962FF2">
        <w:rPr>
          <w:lang w:val="en-US"/>
        </w:rPr>
        <w:t>4</w:t>
      </w:r>
      <w:r w:rsidRPr="00962FF2">
        <w:rPr>
          <w:lang w:val="en-US"/>
        </w:rPr>
        <w:t>.</w:t>
      </w:r>
      <w:r w:rsidRPr="00962FF2">
        <w:rPr>
          <w:lang w:val="en-US"/>
        </w:rPr>
        <w:tab/>
      </w:r>
      <w:r w:rsidRPr="00DF3666">
        <w:rPr>
          <w:b/>
          <w:bCs/>
        </w:rPr>
        <w:t>The State party</w:t>
      </w:r>
      <w:r w:rsidRPr="00DF3666">
        <w:rPr>
          <w:b/>
          <w:lang w:eastAsia="en-GB"/>
        </w:rPr>
        <w:t xml:space="preserve"> </w:t>
      </w:r>
      <w:r w:rsidRPr="00DF3666">
        <w:rPr>
          <w:b/>
          <w:lang w:eastAsia="ko-KR"/>
        </w:rPr>
        <w:t>should</w:t>
      </w:r>
      <w:r>
        <w:rPr>
          <w:b/>
          <w:lang w:eastAsia="ko-KR"/>
        </w:rPr>
        <w:t>:</w:t>
      </w:r>
    </w:p>
    <w:p w14:paraId="5AE6A32E" w14:textId="5E8E5EA0" w:rsidR="00514E46" w:rsidRDefault="00440C02" w:rsidP="00440C02">
      <w:pPr>
        <w:spacing w:after="120"/>
        <w:ind w:left="1134" w:right="1134" w:firstLine="567"/>
        <w:jc w:val="both"/>
        <w:rPr>
          <w:b/>
          <w:lang w:eastAsia="ko-KR"/>
        </w:rPr>
      </w:pPr>
      <w:r>
        <w:rPr>
          <w:b/>
          <w:lang w:eastAsia="ko-KR"/>
        </w:rPr>
        <w:t>(a)</w:t>
      </w:r>
      <w:r>
        <w:rPr>
          <w:b/>
          <w:lang w:eastAsia="ko-KR"/>
        </w:rPr>
        <w:tab/>
        <w:t>R</w:t>
      </w:r>
      <w:r w:rsidRPr="00DF3666">
        <w:rPr>
          <w:b/>
          <w:lang w:eastAsia="ko-KR"/>
        </w:rPr>
        <w:t xml:space="preserve">epeal all blasphemy laws or amend them in compliance </w:t>
      </w:r>
      <w:r>
        <w:rPr>
          <w:b/>
          <w:lang w:eastAsia="ko-KR"/>
        </w:rPr>
        <w:t xml:space="preserve">with </w:t>
      </w:r>
      <w:r w:rsidR="00514E46" w:rsidRPr="00D529AC">
        <w:rPr>
          <w:b/>
        </w:rPr>
        <w:t xml:space="preserve">the strict requirements of </w:t>
      </w:r>
      <w:r w:rsidRPr="00E925D4">
        <w:rPr>
          <w:b/>
          <w:lang w:eastAsia="ko-KR"/>
        </w:rPr>
        <w:t>the Covena</w:t>
      </w:r>
      <w:r>
        <w:rPr>
          <w:b/>
          <w:lang w:eastAsia="ko-KR"/>
        </w:rPr>
        <w:t>nt</w:t>
      </w:r>
      <w:r w:rsidR="00E925D4">
        <w:rPr>
          <w:b/>
          <w:lang w:eastAsia="ko-KR"/>
        </w:rPr>
        <w:t>, including as set forth in general comment No. 34, para. 48</w:t>
      </w:r>
      <w:r>
        <w:rPr>
          <w:b/>
          <w:lang w:eastAsia="ko-KR"/>
        </w:rPr>
        <w:t xml:space="preserve">; </w:t>
      </w:r>
    </w:p>
    <w:p w14:paraId="5A984815" w14:textId="73D6DDE8" w:rsidR="00440C02" w:rsidRDefault="00440C02" w:rsidP="00440C02">
      <w:pPr>
        <w:spacing w:after="120"/>
        <w:ind w:left="1134" w:right="1134" w:firstLine="567"/>
        <w:jc w:val="both"/>
        <w:rPr>
          <w:b/>
          <w:lang w:eastAsia="ko-KR"/>
        </w:rPr>
      </w:pPr>
      <w:r>
        <w:rPr>
          <w:b/>
          <w:lang w:eastAsia="ko-KR"/>
        </w:rPr>
        <w:t>(b)</w:t>
      </w:r>
      <w:r>
        <w:rPr>
          <w:b/>
          <w:lang w:eastAsia="ko-KR"/>
        </w:rPr>
        <w:tab/>
        <w:t xml:space="preserve">Ensure that all those who incite or engage in violence against others based on allegations of blasphemy as well as those who </w:t>
      </w:r>
      <w:r w:rsidR="00581238">
        <w:rPr>
          <w:b/>
          <w:lang w:eastAsia="ko-KR"/>
        </w:rPr>
        <w:t xml:space="preserve">falsely </w:t>
      </w:r>
      <w:r>
        <w:rPr>
          <w:b/>
          <w:lang w:eastAsia="ko-KR"/>
        </w:rPr>
        <w:t>accuse others of blasphemy are brought to justice</w:t>
      </w:r>
      <w:r w:rsidR="006A3BC5">
        <w:rPr>
          <w:b/>
          <w:lang w:eastAsia="ko-KR"/>
        </w:rPr>
        <w:t xml:space="preserve"> and duly punished</w:t>
      </w:r>
      <w:r>
        <w:rPr>
          <w:b/>
          <w:lang w:eastAsia="ko-KR"/>
        </w:rPr>
        <w:t xml:space="preserve">; </w:t>
      </w:r>
    </w:p>
    <w:p w14:paraId="1F1231A9" w14:textId="473F0879" w:rsidR="00440C02" w:rsidRDefault="00440C02" w:rsidP="00440C02">
      <w:pPr>
        <w:spacing w:after="120"/>
        <w:ind w:left="1134" w:right="1134" w:firstLine="567"/>
        <w:jc w:val="both"/>
        <w:rPr>
          <w:b/>
          <w:lang w:eastAsia="ko-KR"/>
        </w:rPr>
      </w:pPr>
      <w:r>
        <w:rPr>
          <w:b/>
          <w:lang w:eastAsia="ko-KR"/>
        </w:rPr>
        <w:t>(c)</w:t>
      </w:r>
      <w:r>
        <w:rPr>
          <w:b/>
          <w:lang w:eastAsia="ko-KR"/>
        </w:rPr>
        <w:tab/>
        <w:t xml:space="preserve">Take all measures necessary to ensure adequate protection of </w:t>
      </w:r>
      <w:r w:rsidR="00B4330F">
        <w:rPr>
          <w:b/>
          <w:lang w:eastAsia="ko-KR"/>
        </w:rPr>
        <w:t xml:space="preserve">all </w:t>
      </w:r>
      <w:r>
        <w:rPr>
          <w:b/>
          <w:lang w:eastAsia="ko-KR"/>
        </w:rPr>
        <w:t xml:space="preserve">judges, </w:t>
      </w:r>
      <w:r w:rsidR="00581238">
        <w:rPr>
          <w:b/>
          <w:lang w:eastAsia="ko-KR"/>
        </w:rPr>
        <w:t xml:space="preserve">prosecutors, </w:t>
      </w:r>
      <w:r>
        <w:rPr>
          <w:b/>
          <w:lang w:eastAsia="ko-KR"/>
        </w:rPr>
        <w:t xml:space="preserve">lawyers and witnesses involved in blasphemy cases; </w:t>
      </w:r>
    </w:p>
    <w:p w14:paraId="1807E6AE" w14:textId="7947FEE1" w:rsidR="00440C02" w:rsidRDefault="00440C02" w:rsidP="00440C02">
      <w:pPr>
        <w:spacing w:after="120"/>
        <w:ind w:left="1134" w:right="1134" w:firstLine="567"/>
        <w:jc w:val="both"/>
        <w:rPr>
          <w:b/>
          <w:lang w:eastAsia="ko-KR"/>
        </w:rPr>
      </w:pPr>
      <w:r>
        <w:rPr>
          <w:b/>
          <w:lang w:eastAsia="ko-KR"/>
        </w:rPr>
        <w:t>(d)</w:t>
      </w:r>
      <w:r>
        <w:rPr>
          <w:b/>
          <w:lang w:eastAsia="ko-KR"/>
        </w:rPr>
        <w:tab/>
        <w:t xml:space="preserve">Ensure that all cases of hate speech and hate crimes are thoroughly </w:t>
      </w:r>
      <w:r w:rsidR="006A3BC5">
        <w:rPr>
          <w:b/>
          <w:lang w:eastAsia="ko-KR"/>
        </w:rPr>
        <w:t xml:space="preserve">and promptly </w:t>
      </w:r>
      <w:r>
        <w:rPr>
          <w:b/>
          <w:lang w:eastAsia="ko-KR"/>
        </w:rPr>
        <w:t xml:space="preserve">investigated and perpetrators are prosecuted and, if convicted, punished; </w:t>
      </w:r>
    </w:p>
    <w:p w14:paraId="0229633A" w14:textId="6892624D" w:rsidR="00440C02" w:rsidRDefault="00440C02" w:rsidP="00440C02">
      <w:pPr>
        <w:spacing w:after="120"/>
        <w:ind w:left="1134" w:right="1134" w:firstLine="567"/>
        <w:jc w:val="both"/>
        <w:rPr>
          <w:b/>
          <w:lang w:eastAsia="ko-KR"/>
        </w:rPr>
      </w:pPr>
      <w:r>
        <w:rPr>
          <w:b/>
          <w:lang w:eastAsia="ko-KR"/>
        </w:rPr>
        <w:t>(e)</w:t>
      </w:r>
      <w:r>
        <w:rPr>
          <w:b/>
          <w:lang w:eastAsia="ko-KR"/>
        </w:rPr>
        <w:tab/>
        <w:t>Review school textbooks and curricul</w:t>
      </w:r>
      <w:r w:rsidR="00B4330F">
        <w:rPr>
          <w:b/>
          <w:lang w:eastAsia="ko-KR"/>
        </w:rPr>
        <w:t>a</w:t>
      </w:r>
      <w:r>
        <w:rPr>
          <w:b/>
          <w:lang w:eastAsia="ko-KR"/>
        </w:rPr>
        <w:t xml:space="preserve"> with a view to removing all religiously biased content and </w:t>
      </w:r>
      <w:r w:rsidR="006A3BC5">
        <w:rPr>
          <w:b/>
          <w:lang w:eastAsia="ko-KR"/>
        </w:rPr>
        <w:t xml:space="preserve">incorporate </w:t>
      </w:r>
      <w:r>
        <w:rPr>
          <w:b/>
          <w:lang w:eastAsia="ko-KR"/>
        </w:rPr>
        <w:t>human rights education therein, and continue to regulate madrassas;</w:t>
      </w:r>
    </w:p>
    <w:p w14:paraId="08D05C86" w14:textId="3F413443" w:rsidR="00440C02" w:rsidRDefault="003C6668" w:rsidP="00440C02">
      <w:pPr>
        <w:spacing w:after="120"/>
        <w:ind w:left="1134" w:right="1134" w:firstLine="567"/>
        <w:jc w:val="both"/>
        <w:rPr>
          <w:b/>
          <w:lang w:eastAsia="ko-KR"/>
        </w:rPr>
      </w:pPr>
      <w:r>
        <w:rPr>
          <w:b/>
          <w:lang w:eastAsia="ko-KR"/>
        </w:rPr>
        <w:t>(f)</w:t>
      </w:r>
      <w:r w:rsidR="00440C02">
        <w:rPr>
          <w:b/>
          <w:lang w:eastAsia="ko-KR"/>
        </w:rPr>
        <w:tab/>
        <w:t>Fully implement the judgement of the Supreme Court</w:t>
      </w:r>
      <w:r w:rsidR="0037388D">
        <w:rPr>
          <w:b/>
          <w:lang w:eastAsia="ko-KR"/>
        </w:rPr>
        <w:t xml:space="preserve"> on 19 June 2014</w:t>
      </w:r>
      <w:r w:rsidR="00440C02">
        <w:rPr>
          <w:b/>
          <w:lang w:eastAsia="ko-KR"/>
        </w:rPr>
        <w:t>.</w:t>
      </w:r>
    </w:p>
    <w:p w14:paraId="3C7A39DA" w14:textId="77777777" w:rsidR="00440C02" w:rsidRDefault="00440C02" w:rsidP="00440C02">
      <w:pPr>
        <w:pStyle w:val="H23G"/>
        <w:rPr>
          <w:bCs/>
          <w:color w:val="0000FF"/>
          <w:lang w:eastAsia="en-GB"/>
        </w:rPr>
      </w:pPr>
      <w:r>
        <w:tab/>
      </w:r>
      <w:r>
        <w:tab/>
        <w:t>Right to privacy</w:t>
      </w:r>
    </w:p>
    <w:p w14:paraId="380A415E" w14:textId="71B2BFCD" w:rsidR="00440C02" w:rsidRPr="00B8753F" w:rsidRDefault="00440C02" w:rsidP="00440C02">
      <w:pPr>
        <w:spacing w:after="120"/>
        <w:ind w:left="1134" w:right="1134"/>
        <w:jc w:val="both"/>
        <w:rPr>
          <w:bCs/>
        </w:rPr>
      </w:pPr>
      <w:r>
        <w:rPr>
          <w:bCs/>
        </w:rPr>
        <w:t>3</w:t>
      </w:r>
      <w:r w:rsidR="003C6668">
        <w:rPr>
          <w:bCs/>
        </w:rPr>
        <w:t>5</w:t>
      </w:r>
      <w:r w:rsidRPr="005C6577">
        <w:rPr>
          <w:bCs/>
        </w:rPr>
        <w:t>.</w:t>
      </w:r>
      <w:r w:rsidRPr="005C6577">
        <w:rPr>
          <w:bCs/>
        </w:rPr>
        <w:tab/>
      </w:r>
      <w:r w:rsidRPr="00B8753F">
        <w:rPr>
          <w:bCs/>
        </w:rPr>
        <w:t xml:space="preserve">While noting the State party’s view that the Prevention of Electronic Crimes Act 2016 complies </w:t>
      </w:r>
      <w:r w:rsidR="006A3BC5">
        <w:rPr>
          <w:bCs/>
        </w:rPr>
        <w:t xml:space="preserve">with </w:t>
      </w:r>
      <w:r w:rsidRPr="00B8753F">
        <w:rPr>
          <w:bCs/>
        </w:rPr>
        <w:t xml:space="preserve">the Convention on Cybercrime, the Committee is concerned that the Act provides </w:t>
      </w:r>
      <w:r>
        <w:rPr>
          <w:bCs/>
        </w:rPr>
        <w:t xml:space="preserve">for (a) </w:t>
      </w:r>
      <w:r w:rsidRPr="00B8753F">
        <w:rPr>
          <w:bCs/>
        </w:rPr>
        <w:t xml:space="preserve">overbroad powers to the Pakistan Telecommunication Authority and the authorized officers </w:t>
      </w:r>
      <w:r>
        <w:rPr>
          <w:bCs/>
        </w:rPr>
        <w:t>without</w:t>
      </w:r>
      <w:r w:rsidRPr="00B8753F">
        <w:rPr>
          <w:bCs/>
        </w:rPr>
        <w:t xml:space="preserve"> </w:t>
      </w:r>
      <w:r w:rsidR="006A3BC5">
        <w:rPr>
          <w:bCs/>
        </w:rPr>
        <w:t xml:space="preserve">sufficient </w:t>
      </w:r>
      <w:r w:rsidRPr="00B8753F">
        <w:rPr>
          <w:bCs/>
        </w:rPr>
        <w:t>independent judicial oversight</w:t>
      </w:r>
      <w:r>
        <w:rPr>
          <w:bCs/>
        </w:rPr>
        <w:t xml:space="preserve"> mechanisms, (b)</w:t>
      </w:r>
      <w:r w:rsidRPr="00B8753F">
        <w:rPr>
          <w:bCs/>
        </w:rPr>
        <w:t xml:space="preserve"> mandatory mass retention of traffic data by service providers for a minimum of one year</w:t>
      </w:r>
      <w:r>
        <w:rPr>
          <w:bCs/>
        </w:rPr>
        <w:t>,</w:t>
      </w:r>
      <w:r w:rsidRPr="00B8753F">
        <w:rPr>
          <w:bCs/>
        </w:rPr>
        <w:t xml:space="preserve"> </w:t>
      </w:r>
      <w:r>
        <w:rPr>
          <w:bCs/>
        </w:rPr>
        <w:t xml:space="preserve">(c) </w:t>
      </w:r>
      <w:r w:rsidRPr="00B8753F">
        <w:rPr>
          <w:bCs/>
        </w:rPr>
        <w:t>unduly restrictive licensing requirements of service providers</w:t>
      </w:r>
      <w:r>
        <w:rPr>
          <w:bCs/>
        </w:rPr>
        <w:t xml:space="preserve">; </w:t>
      </w:r>
      <w:r w:rsidR="00B4330F">
        <w:rPr>
          <w:bCs/>
        </w:rPr>
        <w:t xml:space="preserve">and </w:t>
      </w:r>
      <w:r>
        <w:rPr>
          <w:bCs/>
        </w:rPr>
        <w:t xml:space="preserve">(d) </w:t>
      </w:r>
      <w:r w:rsidRPr="00B8753F">
        <w:rPr>
          <w:bCs/>
        </w:rPr>
        <w:t>the sharing of information and cooperation with foreign governments</w:t>
      </w:r>
      <w:r>
        <w:rPr>
          <w:bCs/>
        </w:rPr>
        <w:t xml:space="preserve"> without </w:t>
      </w:r>
      <w:r w:rsidRPr="00B8753F">
        <w:rPr>
          <w:bCs/>
        </w:rPr>
        <w:t xml:space="preserve">judicial authorization or oversight </w:t>
      </w:r>
      <w:r>
        <w:rPr>
          <w:bCs/>
        </w:rPr>
        <w:t>(arts. 17 and 19)</w:t>
      </w:r>
      <w:r w:rsidRPr="00B8753F">
        <w:rPr>
          <w:bCs/>
        </w:rPr>
        <w:t xml:space="preserve">. </w:t>
      </w:r>
    </w:p>
    <w:p w14:paraId="7C7A9441" w14:textId="5B7925CD" w:rsidR="00440C02" w:rsidRPr="00C773AA" w:rsidRDefault="00440C02" w:rsidP="00440C02">
      <w:pPr>
        <w:spacing w:after="120"/>
        <w:ind w:left="1134" w:right="1134"/>
        <w:jc w:val="both"/>
        <w:rPr>
          <w:b/>
        </w:rPr>
      </w:pPr>
      <w:r w:rsidRPr="00962FF2">
        <w:t>3</w:t>
      </w:r>
      <w:r w:rsidR="003C6668" w:rsidRPr="00962FF2">
        <w:t>6</w:t>
      </w:r>
      <w:r w:rsidRPr="00962FF2">
        <w:t>.</w:t>
      </w:r>
      <w:r w:rsidRPr="00962FF2">
        <w:tab/>
      </w:r>
      <w:r w:rsidRPr="00C773AA">
        <w:rPr>
          <w:b/>
        </w:rPr>
        <w:t xml:space="preserve">The State party should review </w:t>
      </w:r>
      <w:r w:rsidR="000A2E86" w:rsidRPr="00C773AA">
        <w:rPr>
          <w:b/>
        </w:rPr>
        <w:t>its legislation on data collection and surveillance</w:t>
      </w:r>
      <w:r w:rsidR="00DD0C19" w:rsidRPr="00C773AA">
        <w:rPr>
          <w:b/>
        </w:rPr>
        <w:t>, in particular, the Prevention of Electronic Crimes Act 2016,</w:t>
      </w:r>
      <w:r w:rsidR="000A2E86" w:rsidRPr="00C773AA">
        <w:rPr>
          <w:b/>
        </w:rPr>
        <w:t xml:space="preserve"> </w:t>
      </w:r>
      <w:r w:rsidRPr="00C773AA">
        <w:rPr>
          <w:b/>
        </w:rPr>
        <w:t>to bring it in line with its obligations under the Covenant. It should also establish independent oversight mechanisms on the implementation of the Act</w:t>
      </w:r>
      <w:r w:rsidR="00F73EE0" w:rsidRPr="00C773AA">
        <w:rPr>
          <w:b/>
        </w:rPr>
        <w:t>,</w:t>
      </w:r>
      <w:r w:rsidR="00A27BB5" w:rsidRPr="00C773AA">
        <w:rPr>
          <w:b/>
        </w:rPr>
        <w:t xml:space="preserve"> </w:t>
      </w:r>
      <w:r w:rsidR="00F73EE0" w:rsidRPr="00C773AA">
        <w:rPr>
          <w:b/>
        </w:rPr>
        <w:t>including judicial review of surveillance activity</w:t>
      </w:r>
      <w:r w:rsidRPr="00C773AA">
        <w:rPr>
          <w:b/>
        </w:rPr>
        <w:t xml:space="preserve">; review its laws and practice of intelligence sharing with foreign agencies to ensure its compliance with the Covenant; review all licensing requirements which impose obligations on network service providers to engage in communication surveillance, particularly in relation to indiscriminate data retention; and </w:t>
      </w:r>
      <w:r w:rsidR="004E2361" w:rsidRPr="00C773AA">
        <w:rPr>
          <w:b/>
        </w:rPr>
        <w:t>ensure that surveillance activities comply with its obligations under the Covenant</w:t>
      </w:r>
      <w:r w:rsidRPr="00C773AA">
        <w:rPr>
          <w:b/>
        </w:rPr>
        <w:t>. It should further adopt a comprehensive data protection law</w:t>
      </w:r>
      <w:r w:rsidR="00B4330F" w:rsidRPr="00C773AA">
        <w:rPr>
          <w:b/>
        </w:rPr>
        <w:t xml:space="preserve"> in line with international standards</w:t>
      </w:r>
      <w:r w:rsidR="00C41620" w:rsidRPr="00C773AA">
        <w:rPr>
          <w:b/>
        </w:rPr>
        <w:t>.</w:t>
      </w:r>
    </w:p>
    <w:p w14:paraId="05966B0B" w14:textId="77777777" w:rsidR="00440C02" w:rsidRDefault="00440C02" w:rsidP="00440C02">
      <w:pPr>
        <w:pStyle w:val="H23G"/>
        <w:rPr>
          <w:bCs/>
          <w:color w:val="0000FF"/>
          <w:lang w:eastAsia="en-GB"/>
        </w:rPr>
      </w:pPr>
      <w:r>
        <w:tab/>
      </w:r>
      <w:r>
        <w:tab/>
        <w:t>Freedom of expression</w:t>
      </w:r>
    </w:p>
    <w:p w14:paraId="769527FC" w14:textId="5C001BAF" w:rsidR="00440C02" w:rsidRPr="0013037E" w:rsidRDefault="00440C02" w:rsidP="00440C02">
      <w:pPr>
        <w:spacing w:after="120"/>
        <w:ind w:left="1134" w:right="1134"/>
        <w:jc w:val="both"/>
      </w:pPr>
      <w:r>
        <w:rPr>
          <w:bCs/>
        </w:rPr>
        <w:t>3</w:t>
      </w:r>
      <w:r w:rsidR="003C6668">
        <w:rPr>
          <w:bCs/>
        </w:rPr>
        <w:t>7</w:t>
      </w:r>
      <w:r w:rsidRPr="005C6577">
        <w:rPr>
          <w:bCs/>
        </w:rPr>
        <w:t>.</w:t>
      </w:r>
      <w:r w:rsidRPr="005C6577">
        <w:rPr>
          <w:bCs/>
        </w:rPr>
        <w:tab/>
      </w:r>
      <w:r>
        <w:t>The Committee is concerned that defamation is criminalized and can be punished with imprisonment</w:t>
      </w:r>
      <w:r w:rsidR="00514E46">
        <w:t xml:space="preserve"> and at reports that criminal laws are improperly enforced against journalist and dissenting voices</w:t>
      </w:r>
      <w:r>
        <w:t xml:space="preserve">. It is </w:t>
      </w:r>
      <w:r w:rsidR="00874D16">
        <w:t xml:space="preserve">also </w:t>
      </w:r>
      <w:r>
        <w:t xml:space="preserve">concerned at reports </w:t>
      </w:r>
      <w:r w:rsidR="00B4330F">
        <w:t xml:space="preserve">of the way in which </w:t>
      </w:r>
      <w:r>
        <w:t xml:space="preserve">that </w:t>
      </w:r>
      <w:r>
        <w:lastRenderedPageBreak/>
        <w:t>Pakistan Electronic Media Regulatory Authority (PEMRA) exercises its powers over the content of media outlets</w:t>
      </w:r>
      <w:r w:rsidR="00514E46">
        <w:t>, including</w:t>
      </w:r>
      <w:r>
        <w:t xml:space="preserve"> </w:t>
      </w:r>
      <w:r w:rsidR="00514E46">
        <w:t xml:space="preserve">suspending </w:t>
      </w:r>
      <w:r>
        <w:t>over 20 programs in the past four years; and the lack of clarity on procedural safeguards and oversight mechanisms to ensure that PEMRA exercises its powers consisten</w:t>
      </w:r>
      <w:r w:rsidR="00874D16">
        <w:t>t</w:t>
      </w:r>
      <w:r>
        <w:t xml:space="preserve"> with the principle of freedom of expression. It is further concerned, despite the measures taken by the State party, at repeated reports of disappearance, killing and intimidation of journalists, human rights defenders and lawyers by State </w:t>
      </w:r>
      <w:r w:rsidR="00874D16">
        <w:t xml:space="preserve">and </w:t>
      </w:r>
      <w:r>
        <w:t>non-State actors and the low rate of prosecution</w:t>
      </w:r>
      <w:r w:rsidR="007F4E8B">
        <w:t xml:space="preserve"> and conviction of perpetrators</w:t>
      </w:r>
      <w:r w:rsidRPr="005C6577">
        <w:t xml:space="preserve"> (arts</w:t>
      </w:r>
      <w:r>
        <w:t>. 6, 7 and 19</w:t>
      </w:r>
      <w:r w:rsidRPr="005C6577">
        <w:t>).</w:t>
      </w:r>
    </w:p>
    <w:p w14:paraId="532BE814" w14:textId="4E38AF20" w:rsidR="00440C02" w:rsidRDefault="00440C02" w:rsidP="00440C02">
      <w:pPr>
        <w:spacing w:after="120"/>
        <w:ind w:left="1134" w:right="1134"/>
        <w:jc w:val="both"/>
        <w:rPr>
          <w:b/>
        </w:rPr>
      </w:pPr>
      <w:r w:rsidRPr="00962FF2">
        <w:t>3</w:t>
      </w:r>
      <w:r w:rsidR="003C6668" w:rsidRPr="00962FF2">
        <w:t>8</w:t>
      </w:r>
      <w:r w:rsidRPr="00962FF2">
        <w:t>.</w:t>
      </w:r>
      <w:r w:rsidRPr="00DF3666">
        <w:rPr>
          <w:b/>
          <w:bCs/>
        </w:rPr>
        <w:tab/>
      </w:r>
      <w:r w:rsidRPr="00DF3666">
        <w:rPr>
          <w:b/>
        </w:rPr>
        <w:t>The State party should decriminalize defamation</w:t>
      </w:r>
      <w:r w:rsidR="00A20306">
        <w:rPr>
          <w:b/>
        </w:rPr>
        <w:t>,</w:t>
      </w:r>
      <w:r w:rsidRPr="00DF3666">
        <w:rPr>
          <w:b/>
        </w:rPr>
        <w:t xml:space="preserve"> and ensure that </w:t>
      </w:r>
      <w:r w:rsidRPr="0013037E">
        <w:rPr>
          <w:b/>
        </w:rPr>
        <w:t xml:space="preserve">imprisonment </w:t>
      </w:r>
      <w:r w:rsidR="00514E46">
        <w:rPr>
          <w:b/>
        </w:rPr>
        <w:t xml:space="preserve">is never </w:t>
      </w:r>
      <w:r w:rsidRPr="0013037E">
        <w:rPr>
          <w:b/>
        </w:rPr>
        <w:t>a punishment for defamation</w:t>
      </w:r>
      <w:r w:rsidR="00DD0C19">
        <w:rPr>
          <w:b/>
        </w:rPr>
        <w:t xml:space="preserve"> and that criminal laws are not improperly enforced journalists and </w:t>
      </w:r>
      <w:r w:rsidR="00DD0C19" w:rsidRPr="00C773AA">
        <w:rPr>
          <w:b/>
        </w:rPr>
        <w:t>dissenting voices</w:t>
      </w:r>
      <w:r w:rsidRPr="00C773AA">
        <w:rPr>
          <w:b/>
        </w:rPr>
        <w:t xml:space="preserve">. It should also review </w:t>
      </w:r>
      <w:r w:rsidR="001965AE" w:rsidRPr="00C773AA">
        <w:rPr>
          <w:b/>
        </w:rPr>
        <w:t xml:space="preserve">its </w:t>
      </w:r>
      <w:r w:rsidRPr="00C773AA">
        <w:rPr>
          <w:b/>
        </w:rPr>
        <w:t>legal provisions relating to freedom of expression</w:t>
      </w:r>
      <w:r w:rsidR="00C41620" w:rsidRPr="00C773AA">
        <w:rPr>
          <w:b/>
        </w:rPr>
        <w:t>,</w:t>
      </w:r>
      <w:r w:rsidRPr="00C773AA">
        <w:rPr>
          <w:b/>
        </w:rPr>
        <w:t xml:space="preserve"> including Article 19 of the Constitution, </w:t>
      </w:r>
      <w:r w:rsidR="00404627" w:rsidRPr="00C773AA">
        <w:rPr>
          <w:b/>
        </w:rPr>
        <w:t xml:space="preserve">the rules applicable to </w:t>
      </w:r>
      <w:r w:rsidRPr="00C773AA">
        <w:rPr>
          <w:b/>
        </w:rPr>
        <w:t xml:space="preserve">the PEMRA (Amendment) Act 2007, </w:t>
      </w:r>
      <w:r w:rsidR="00C41620" w:rsidRPr="00C773AA">
        <w:rPr>
          <w:b/>
        </w:rPr>
        <w:t>and the Code of Conduct for programs and advertisement for broadcast media and distribution services</w:t>
      </w:r>
      <w:r w:rsidR="00DD0C19" w:rsidRPr="00C773AA">
        <w:rPr>
          <w:b/>
        </w:rPr>
        <w:t>,</w:t>
      </w:r>
      <w:r w:rsidR="00874D16" w:rsidRPr="00C773AA">
        <w:rPr>
          <w:b/>
        </w:rPr>
        <w:t xml:space="preserve"> </w:t>
      </w:r>
      <w:r w:rsidR="003E0A16" w:rsidRPr="00C773AA">
        <w:rPr>
          <w:b/>
        </w:rPr>
        <w:t>w</w:t>
      </w:r>
      <w:r w:rsidR="001965AE" w:rsidRPr="00C773AA">
        <w:rPr>
          <w:b/>
        </w:rPr>
        <w:t>ith a</w:t>
      </w:r>
      <w:r w:rsidR="001965AE" w:rsidRPr="00C41620">
        <w:rPr>
          <w:b/>
        </w:rPr>
        <w:t xml:space="preserve"> view to</w:t>
      </w:r>
      <w:r w:rsidR="001965AE">
        <w:t xml:space="preserve"> </w:t>
      </w:r>
      <w:r w:rsidRPr="0013037E">
        <w:rPr>
          <w:b/>
        </w:rPr>
        <w:t>put</w:t>
      </w:r>
      <w:r w:rsidR="001965AE">
        <w:rPr>
          <w:b/>
        </w:rPr>
        <w:t>ting</w:t>
      </w:r>
      <w:r w:rsidRPr="0013037E">
        <w:rPr>
          <w:b/>
        </w:rPr>
        <w:t xml:space="preserve"> in place effective oversight mechanisms and procedural safeguard</w:t>
      </w:r>
      <w:r w:rsidR="00874D16">
        <w:rPr>
          <w:b/>
        </w:rPr>
        <w:t>s</w:t>
      </w:r>
      <w:r w:rsidR="001965AE">
        <w:rPr>
          <w:b/>
        </w:rPr>
        <w:t xml:space="preserve"> and bringing them in line with Article </w:t>
      </w:r>
      <w:r w:rsidR="00514E46">
        <w:rPr>
          <w:b/>
        </w:rPr>
        <w:t>1</w:t>
      </w:r>
      <w:r w:rsidR="001965AE">
        <w:rPr>
          <w:b/>
        </w:rPr>
        <w:t>9 of the Covenant</w:t>
      </w:r>
      <w:r w:rsidRPr="0013037E">
        <w:rPr>
          <w:b/>
        </w:rPr>
        <w:t>. Furthermore, it should promptly and thoroughly investigate all reported cases of harassment, disappearance and killing of human rights defenders and bring the perpetrators to justice and intensify its efforts to ensure a safe and favourable environment for the work</w:t>
      </w:r>
      <w:r w:rsidR="00514E46">
        <w:rPr>
          <w:b/>
        </w:rPr>
        <w:t xml:space="preserve"> of journalists, lawyers and human rights defenders</w:t>
      </w:r>
      <w:r w:rsidRPr="0013037E">
        <w:rPr>
          <w:b/>
        </w:rPr>
        <w:t>.</w:t>
      </w:r>
    </w:p>
    <w:p w14:paraId="56733915" w14:textId="77777777" w:rsidR="00440C02" w:rsidRDefault="00440C02" w:rsidP="00440C02">
      <w:pPr>
        <w:pStyle w:val="H23G"/>
        <w:rPr>
          <w:bCs/>
          <w:color w:val="0000FF"/>
          <w:lang w:eastAsia="en-GB"/>
        </w:rPr>
      </w:pPr>
      <w:r>
        <w:tab/>
      </w:r>
      <w:r>
        <w:tab/>
        <w:t>Freedom of assembly and association</w:t>
      </w:r>
    </w:p>
    <w:p w14:paraId="1D61B119" w14:textId="6260C13A" w:rsidR="00440C02" w:rsidRDefault="00440C02" w:rsidP="00440C02">
      <w:pPr>
        <w:spacing w:after="120"/>
        <w:ind w:left="1134" w:right="1134"/>
        <w:jc w:val="both"/>
      </w:pPr>
      <w:r>
        <w:rPr>
          <w:bCs/>
        </w:rPr>
        <w:t>3</w:t>
      </w:r>
      <w:r w:rsidR="003C6668">
        <w:rPr>
          <w:bCs/>
        </w:rPr>
        <w:t>9</w:t>
      </w:r>
      <w:r w:rsidRPr="005C6577">
        <w:rPr>
          <w:bCs/>
        </w:rPr>
        <w:t>.</w:t>
      </w:r>
      <w:r w:rsidRPr="005C6577">
        <w:rPr>
          <w:bCs/>
        </w:rPr>
        <w:tab/>
      </w:r>
      <w:r>
        <w:t xml:space="preserve">The Committee is concerned that the Policy for regulation of International Non-Governmental Organizations (INGOs) in Pakistan may, contrary to its intention, constrict the registration of international NGOs and their activities. It is particularly concerned at the broad and vague grounds for cancellation of registration of these organizations (arts. 18, 19 and 22). </w:t>
      </w:r>
    </w:p>
    <w:p w14:paraId="47D3D716" w14:textId="6E0988DA" w:rsidR="00440C02" w:rsidRDefault="003C6668" w:rsidP="00440C02">
      <w:pPr>
        <w:spacing w:after="120"/>
        <w:ind w:left="1134" w:right="1134"/>
        <w:jc w:val="both"/>
        <w:rPr>
          <w:b/>
        </w:rPr>
      </w:pPr>
      <w:r w:rsidRPr="00962FF2">
        <w:t>40</w:t>
      </w:r>
      <w:r w:rsidR="00440C02" w:rsidRPr="00962FF2">
        <w:t>.</w:t>
      </w:r>
      <w:r w:rsidR="00440C02" w:rsidRPr="00DF3666">
        <w:rPr>
          <w:b/>
          <w:bCs/>
        </w:rPr>
        <w:tab/>
        <w:t xml:space="preserve">The State party should review </w:t>
      </w:r>
      <w:r w:rsidR="007D0123">
        <w:rPr>
          <w:b/>
          <w:bCs/>
        </w:rPr>
        <w:t>its legislation</w:t>
      </w:r>
      <w:r w:rsidR="00440C02" w:rsidRPr="00DF3666">
        <w:rPr>
          <w:b/>
          <w:bCs/>
        </w:rPr>
        <w:t xml:space="preserve"> </w:t>
      </w:r>
      <w:r w:rsidR="007D0123">
        <w:rPr>
          <w:b/>
          <w:bCs/>
        </w:rPr>
        <w:t xml:space="preserve">on registration of international NGOs </w:t>
      </w:r>
      <w:r w:rsidR="00440C02" w:rsidRPr="00DF3666">
        <w:rPr>
          <w:b/>
          <w:bCs/>
        </w:rPr>
        <w:t xml:space="preserve">with a view to bringing it in line with </w:t>
      </w:r>
      <w:r w:rsidR="00440C02" w:rsidRPr="009D4EFD">
        <w:rPr>
          <w:b/>
          <w:bCs/>
        </w:rPr>
        <w:t>Article 22 of the Covenant.</w:t>
      </w:r>
    </w:p>
    <w:p w14:paraId="0942AEC3" w14:textId="77777777" w:rsidR="00536ED4" w:rsidRPr="00D27679" w:rsidRDefault="00536ED4" w:rsidP="00536ED4">
      <w:pPr>
        <w:pStyle w:val="H23G"/>
      </w:pPr>
      <w:r>
        <w:tab/>
      </w:r>
      <w:r>
        <w:tab/>
      </w:r>
      <w:r w:rsidRPr="00D27679">
        <w:t>Early marriage and forced marriage </w:t>
      </w:r>
    </w:p>
    <w:p w14:paraId="5E371520" w14:textId="77777777" w:rsidR="00536ED4" w:rsidRPr="00D27679" w:rsidRDefault="00536ED4" w:rsidP="00536ED4">
      <w:pPr>
        <w:pStyle w:val="H23G"/>
        <w:jc w:val="both"/>
        <w:rPr>
          <w:b w:val="0"/>
          <w:bCs/>
        </w:rPr>
      </w:pPr>
      <w:r w:rsidRPr="00D27679">
        <w:rPr>
          <w:b w:val="0"/>
          <w:bCs/>
        </w:rPr>
        <w:tab/>
      </w:r>
      <w:r w:rsidRPr="00D27679">
        <w:rPr>
          <w:b w:val="0"/>
          <w:bCs/>
        </w:rPr>
        <w:tab/>
        <w:t>41.</w:t>
      </w:r>
      <w:r w:rsidRPr="00D27679">
        <w:rPr>
          <w:b w:val="0"/>
          <w:bCs/>
        </w:rPr>
        <w:tab/>
        <w:t>The Committee is concerned that the minimum age for marriage is set differently for girls at 16 years and for boys at 18 years in some provincial laws; the practice of the </w:t>
      </w:r>
      <w:proofErr w:type="spellStart"/>
      <w:r w:rsidRPr="00D27679">
        <w:rPr>
          <w:b w:val="0"/>
          <w:bCs/>
        </w:rPr>
        <w:t>Ghag</w:t>
      </w:r>
      <w:proofErr w:type="spellEnd"/>
      <w:r w:rsidRPr="00D27679">
        <w:rPr>
          <w:b w:val="0"/>
          <w:bCs/>
        </w:rPr>
        <w:t>, forced marriage and child marriage continues; and a high number of victims of such practices have attempted or committed suicide (arts. 2(2), 3, 6, 23, 26).   </w:t>
      </w:r>
    </w:p>
    <w:p w14:paraId="023265DD" w14:textId="77777777" w:rsidR="00536ED4" w:rsidRPr="00D27679" w:rsidRDefault="00536ED4" w:rsidP="00536ED4">
      <w:pPr>
        <w:pStyle w:val="H23G"/>
        <w:jc w:val="both"/>
        <w:rPr>
          <w:b w:val="0"/>
          <w:bCs/>
        </w:rPr>
      </w:pPr>
      <w:r w:rsidRPr="00D27679">
        <w:rPr>
          <w:bCs/>
        </w:rPr>
        <w:tab/>
      </w:r>
      <w:r w:rsidRPr="00D27679">
        <w:rPr>
          <w:bCs/>
        </w:rPr>
        <w:tab/>
        <w:t>42.</w:t>
      </w:r>
      <w:r w:rsidRPr="00D27679">
        <w:rPr>
          <w:bCs/>
        </w:rPr>
        <w:tab/>
      </w:r>
      <w:r w:rsidRPr="00D27679">
        <w:t xml:space="preserve">The State party should ensure that the minimum age for marriage is set at 18 years for both girls and boys; intensify its efforts to eradicate </w:t>
      </w:r>
      <w:r>
        <w:t>forced marriage and related harmful practices</w:t>
      </w:r>
      <w:r w:rsidRPr="00D27679">
        <w:t xml:space="preserve">, including by carrying out prompt and effective investigations on all reported cases </w:t>
      </w:r>
      <w:r w:rsidRPr="00C773AA">
        <w:t>and prosecute those responsible if appropriately</w:t>
      </w:r>
      <w:r w:rsidRPr="00D27679">
        <w:t>; and ensure that victims are provided with appropriate remedies and rehabilitation services.</w:t>
      </w:r>
      <w:r w:rsidRPr="00D27679">
        <w:rPr>
          <w:b w:val="0"/>
          <w:bCs/>
        </w:rPr>
        <w:t> </w:t>
      </w:r>
    </w:p>
    <w:p w14:paraId="627A7EB7" w14:textId="77777777" w:rsidR="00536ED4" w:rsidRPr="00D27679" w:rsidRDefault="00536ED4" w:rsidP="00536ED4">
      <w:pPr>
        <w:pStyle w:val="H23G"/>
        <w:rPr>
          <w:bCs/>
          <w:color w:val="0000FF"/>
          <w:lang w:eastAsia="en-GB"/>
        </w:rPr>
      </w:pPr>
      <w:r w:rsidRPr="00D27679">
        <w:tab/>
      </w:r>
      <w:r w:rsidRPr="00D27679">
        <w:tab/>
        <w:t>Protection of children</w:t>
      </w:r>
    </w:p>
    <w:p w14:paraId="105C0B80" w14:textId="77777777" w:rsidR="00536ED4" w:rsidRPr="005C6577" w:rsidRDefault="00536ED4" w:rsidP="00536ED4">
      <w:pPr>
        <w:spacing w:after="120"/>
        <w:ind w:left="1134" w:right="1134"/>
        <w:jc w:val="both"/>
      </w:pPr>
      <w:r>
        <w:rPr>
          <w:bCs/>
        </w:rPr>
        <w:t>43</w:t>
      </w:r>
      <w:r w:rsidRPr="005C6577">
        <w:rPr>
          <w:bCs/>
        </w:rPr>
        <w:t>.</w:t>
      </w:r>
      <w:r w:rsidRPr="005C6577">
        <w:rPr>
          <w:bCs/>
        </w:rPr>
        <w:tab/>
      </w:r>
      <w:r>
        <w:rPr>
          <w:bCs/>
        </w:rPr>
        <w:t xml:space="preserve">The </w:t>
      </w:r>
      <w:r w:rsidRPr="005C6577">
        <w:rPr>
          <w:bCs/>
        </w:rPr>
        <w:t>Committee</w:t>
      </w:r>
      <w:r>
        <w:rPr>
          <w:bCs/>
        </w:rPr>
        <w:t xml:space="preserve"> i</w:t>
      </w:r>
      <w:r w:rsidRPr="005C6577">
        <w:rPr>
          <w:bCs/>
        </w:rPr>
        <w:t>s concern</w:t>
      </w:r>
      <w:r>
        <w:rPr>
          <w:bCs/>
        </w:rPr>
        <w:t>ed, despite the efforts made by the State party, at the very low level of birth registration, which has an adverse consequence on children. It is also concerned at the very high number of children engaged in labour under hazardous and slavery-like conditions, particularly in the brick kiln industry and domestic settings, and the insufficient labour inspections of child labour</w:t>
      </w:r>
      <w:r w:rsidRPr="00731608">
        <w:rPr>
          <w:bCs/>
        </w:rPr>
        <w:t>.</w:t>
      </w:r>
      <w:r w:rsidRPr="006F74F0">
        <w:rPr>
          <w:bCs/>
        </w:rPr>
        <w:t xml:space="preserve"> It is also concerned that perpetrators are rarely brought to justice and victims do not receive adequate assistance and rehabilitation services</w:t>
      </w:r>
      <w:r>
        <w:rPr>
          <w:bCs/>
        </w:rPr>
        <w:t xml:space="preserve"> </w:t>
      </w:r>
      <w:r w:rsidRPr="00DF43D3">
        <w:rPr>
          <w:bCs/>
        </w:rPr>
        <w:t>(</w:t>
      </w:r>
      <w:r w:rsidRPr="000C6E59">
        <w:rPr>
          <w:bCs/>
        </w:rPr>
        <w:t xml:space="preserve">arts. 2, </w:t>
      </w:r>
      <w:r w:rsidRPr="00DF43D3">
        <w:rPr>
          <w:bCs/>
        </w:rPr>
        <w:t xml:space="preserve">6, </w:t>
      </w:r>
      <w:r>
        <w:rPr>
          <w:bCs/>
        </w:rPr>
        <w:t xml:space="preserve">7, 8, </w:t>
      </w:r>
      <w:r w:rsidRPr="00DF43D3">
        <w:rPr>
          <w:bCs/>
        </w:rPr>
        <w:t>2</w:t>
      </w:r>
      <w:r>
        <w:rPr>
          <w:bCs/>
        </w:rPr>
        <w:t>4</w:t>
      </w:r>
      <w:r w:rsidRPr="00DF43D3">
        <w:rPr>
          <w:bCs/>
        </w:rPr>
        <w:t>, 26).   </w:t>
      </w:r>
    </w:p>
    <w:p w14:paraId="3631EFE3" w14:textId="77777777" w:rsidR="00536ED4" w:rsidRDefault="00536ED4" w:rsidP="00536ED4">
      <w:pPr>
        <w:spacing w:after="120"/>
        <w:ind w:left="1134" w:right="1134"/>
        <w:jc w:val="both"/>
        <w:rPr>
          <w:b/>
        </w:rPr>
      </w:pPr>
      <w:r w:rsidRPr="00DF3666">
        <w:rPr>
          <w:b/>
        </w:rPr>
        <w:t>4</w:t>
      </w:r>
      <w:r>
        <w:rPr>
          <w:b/>
        </w:rPr>
        <w:t>4</w:t>
      </w:r>
      <w:r w:rsidRPr="00DF3666">
        <w:rPr>
          <w:b/>
        </w:rPr>
        <w:t>.</w:t>
      </w:r>
      <w:r w:rsidRPr="00DF3666">
        <w:rPr>
          <w:b/>
          <w:bCs/>
        </w:rPr>
        <w:tab/>
        <w:t xml:space="preserve">The State party should intensify its efforts to ensure all children are registered </w:t>
      </w:r>
      <w:r>
        <w:rPr>
          <w:b/>
          <w:bCs/>
        </w:rPr>
        <w:t>at birth</w:t>
      </w:r>
      <w:r w:rsidRPr="005C6577">
        <w:rPr>
          <w:b/>
        </w:rPr>
        <w:t xml:space="preserve"> </w:t>
      </w:r>
      <w:r>
        <w:rPr>
          <w:b/>
        </w:rPr>
        <w:t xml:space="preserve">and to identify children whose birth has not been registered and children without identity documents and register them; and raise awareness on the importance of birth registration. It should also take all measures necessary to put an end to child </w:t>
      </w:r>
      <w:r>
        <w:rPr>
          <w:b/>
        </w:rPr>
        <w:lastRenderedPageBreak/>
        <w:t>labour through rigorously enforcing the laws on child labour and strengthening labour inspection mechanisms.</w:t>
      </w:r>
    </w:p>
    <w:p w14:paraId="56261EFD" w14:textId="77777777" w:rsidR="00440C02" w:rsidRPr="008458C2" w:rsidRDefault="00440C02" w:rsidP="00440C02">
      <w:pPr>
        <w:pStyle w:val="H23G"/>
        <w:rPr>
          <w:bCs/>
          <w:color w:val="0000FF"/>
          <w:lang w:eastAsia="en-GB"/>
        </w:rPr>
      </w:pPr>
      <w:r>
        <w:tab/>
      </w:r>
      <w:r>
        <w:tab/>
        <w:t>Afghan refugees</w:t>
      </w:r>
    </w:p>
    <w:p w14:paraId="0F7FC1E1" w14:textId="249DB3FB" w:rsidR="00440C02"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right" w:pos="8505"/>
        </w:tabs>
        <w:spacing w:after="120"/>
        <w:ind w:left="1134" w:right="1134"/>
        <w:jc w:val="both"/>
        <w:rPr>
          <w:bCs/>
        </w:rPr>
      </w:pPr>
      <w:r>
        <w:rPr>
          <w:bCs/>
        </w:rPr>
        <w:t>4</w:t>
      </w:r>
      <w:r w:rsidR="003C6668">
        <w:rPr>
          <w:bCs/>
        </w:rPr>
        <w:t>5</w:t>
      </w:r>
      <w:r w:rsidRPr="005C6577">
        <w:rPr>
          <w:bCs/>
        </w:rPr>
        <w:t>.</w:t>
      </w:r>
      <w:r w:rsidRPr="005C6577">
        <w:rPr>
          <w:bCs/>
        </w:rPr>
        <w:tab/>
      </w:r>
      <w:r>
        <w:rPr>
          <w:bCs/>
        </w:rPr>
        <w:t xml:space="preserve">The </w:t>
      </w:r>
      <w:r w:rsidRPr="005C6577">
        <w:rPr>
          <w:bCs/>
        </w:rPr>
        <w:t>Committee</w:t>
      </w:r>
      <w:r>
        <w:rPr>
          <w:bCs/>
        </w:rPr>
        <w:t xml:space="preserve"> commends the State party for hosting millions of Afghan refugees for many years and welcomes the adoption of the Comprehensive Policy on the Voluntary Repatriation and Management of Afghan Refugees and its plan to conduct the registration of undocumented Afghans in August 2017. The Committee, however, remains concerned at the delay in adopting a national refugee law and</w:t>
      </w:r>
      <w:r w:rsidR="00385AB7">
        <w:rPr>
          <w:bCs/>
        </w:rPr>
        <w:t xml:space="preserve"> at</w:t>
      </w:r>
      <w:r>
        <w:rPr>
          <w:bCs/>
        </w:rPr>
        <w:t xml:space="preserve"> reports that Afghans in Pakistan, particularly those without document</w:t>
      </w:r>
      <w:r w:rsidR="00874D16">
        <w:rPr>
          <w:bCs/>
        </w:rPr>
        <w:t>s</w:t>
      </w:r>
      <w:r w:rsidR="00385AB7">
        <w:rPr>
          <w:bCs/>
        </w:rPr>
        <w:t>,</w:t>
      </w:r>
      <w:r>
        <w:rPr>
          <w:bCs/>
        </w:rPr>
        <w:t xml:space="preserve"> are exposed to arbitrary arrests, harassment and threats of deportation by the police and security forces (2, 7, 9 and 26). </w:t>
      </w:r>
    </w:p>
    <w:p w14:paraId="333D92C8" w14:textId="2D43E32E" w:rsidR="00440C02" w:rsidRPr="00730EAE" w:rsidRDefault="00440C02" w:rsidP="00440C02">
      <w:pPr>
        <w:tabs>
          <w:tab w:val="left" w:pos="567"/>
          <w:tab w:val="left" w:pos="1134"/>
          <w:tab w:val="left" w:pos="1701"/>
          <w:tab w:val="left" w:pos="2268"/>
          <w:tab w:val="left" w:pos="2835"/>
          <w:tab w:val="left" w:pos="3402"/>
          <w:tab w:val="left" w:pos="3969"/>
          <w:tab w:val="left" w:pos="4536"/>
          <w:tab w:val="left" w:pos="5103"/>
          <w:tab w:val="left" w:pos="5670"/>
          <w:tab w:val="right" w:pos="8505"/>
        </w:tabs>
        <w:spacing w:after="120"/>
        <w:ind w:left="1134" w:right="1134"/>
        <w:jc w:val="both"/>
        <w:rPr>
          <w:b/>
          <w:bCs/>
        </w:rPr>
      </w:pPr>
      <w:r w:rsidRPr="00962FF2">
        <w:rPr>
          <w:bCs/>
        </w:rPr>
        <w:t>4</w:t>
      </w:r>
      <w:r w:rsidR="003C6668" w:rsidRPr="00962FF2">
        <w:rPr>
          <w:bCs/>
        </w:rPr>
        <w:t>6</w:t>
      </w:r>
      <w:r w:rsidRPr="00962FF2">
        <w:rPr>
          <w:bCs/>
        </w:rPr>
        <w:t>.</w:t>
      </w:r>
      <w:r w:rsidRPr="00962FF2">
        <w:rPr>
          <w:bCs/>
        </w:rPr>
        <w:tab/>
      </w:r>
      <w:r w:rsidRPr="00730EAE">
        <w:rPr>
          <w:b/>
          <w:bCs/>
        </w:rPr>
        <w:t xml:space="preserve">The State party </w:t>
      </w:r>
      <w:r w:rsidR="001965AE">
        <w:rPr>
          <w:b/>
          <w:bCs/>
        </w:rPr>
        <w:t xml:space="preserve">should </w:t>
      </w:r>
      <w:r w:rsidRPr="00730EAE">
        <w:rPr>
          <w:b/>
          <w:bCs/>
        </w:rPr>
        <w:t>carry out the registration of undocumented Afghan refugees as planned. It should expedite the adoption of national refugee law in</w:t>
      </w:r>
      <w:r w:rsidR="00874D16">
        <w:rPr>
          <w:b/>
          <w:bCs/>
        </w:rPr>
        <w:t xml:space="preserve"> </w:t>
      </w:r>
      <w:r w:rsidRPr="00730EAE">
        <w:rPr>
          <w:b/>
          <w:bCs/>
        </w:rPr>
        <w:t xml:space="preserve">compliance with international human rights and humanitarian standards. It should also investigate all allegations of abuse against refugees by the police and security forces, </w:t>
      </w:r>
      <w:r w:rsidR="007F4E8B">
        <w:rPr>
          <w:b/>
          <w:bCs/>
        </w:rPr>
        <w:t>while</w:t>
      </w:r>
      <w:r w:rsidR="007F4E8B" w:rsidRPr="00730EAE">
        <w:rPr>
          <w:b/>
          <w:bCs/>
        </w:rPr>
        <w:t xml:space="preserve"> tak</w:t>
      </w:r>
      <w:r w:rsidR="007F4E8B">
        <w:rPr>
          <w:b/>
          <w:bCs/>
        </w:rPr>
        <w:t>ing</w:t>
      </w:r>
      <w:r w:rsidR="007F4E8B" w:rsidRPr="00730EAE">
        <w:rPr>
          <w:b/>
          <w:bCs/>
        </w:rPr>
        <w:t xml:space="preserve"> </w:t>
      </w:r>
      <w:r w:rsidRPr="00730EAE">
        <w:rPr>
          <w:b/>
          <w:bCs/>
        </w:rPr>
        <w:t>all measures necessary to prevent such abuses.</w:t>
      </w:r>
    </w:p>
    <w:p w14:paraId="5C34C56A" w14:textId="77777777" w:rsidR="00440C02" w:rsidRDefault="00440C02" w:rsidP="00440C02">
      <w:pPr>
        <w:pStyle w:val="H23G"/>
        <w:rPr>
          <w:bCs/>
          <w:color w:val="0000FF"/>
          <w:lang w:eastAsia="en-GB"/>
        </w:rPr>
      </w:pPr>
      <w:r>
        <w:tab/>
      </w:r>
      <w:r>
        <w:tab/>
        <w:t xml:space="preserve">Right to participate in public affairs </w:t>
      </w:r>
    </w:p>
    <w:p w14:paraId="6F866DA3" w14:textId="1F545F21" w:rsidR="00440C02" w:rsidRDefault="00440C02" w:rsidP="00440C02">
      <w:pPr>
        <w:spacing w:after="120"/>
        <w:ind w:left="1134" w:right="1134"/>
        <w:jc w:val="both"/>
      </w:pPr>
      <w:r>
        <w:rPr>
          <w:bCs/>
        </w:rPr>
        <w:t>4</w:t>
      </w:r>
      <w:r w:rsidR="003C6668">
        <w:rPr>
          <w:bCs/>
        </w:rPr>
        <w:t>7</w:t>
      </w:r>
      <w:r w:rsidRPr="005C6577">
        <w:rPr>
          <w:bCs/>
        </w:rPr>
        <w:t>.</w:t>
      </w:r>
      <w:r w:rsidRPr="005C6577">
        <w:rPr>
          <w:bCs/>
        </w:rPr>
        <w:tab/>
      </w:r>
      <w:r>
        <w:rPr>
          <w:bCs/>
        </w:rPr>
        <w:t xml:space="preserve">While noting </w:t>
      </w:r>
      <w:r w:rsidR="007F4E8B">
        <w:rPr>
          <w:bCs/>
        </w:rPr>
        <w:t xml:space="preserve">the adoption of </w:t>
      </w:r>
      <w:r>
        <w:t>quotas for women</w:t>
      </w:r>
      <w:r w:rsidR="00404627">
        <w:t xml:space="preserve"> and </w:t>
      </w:r>
      <w:r>
        <w:t>minority persons in the national and provincial parliaments and in public services</w:t>
      </w:r>
      <w:r w:rsidR="00404627">
        <w:t xml:space="preserve"> and for persons with disabilities</w:t>
      </w:r>
      <w:r w:rsidR="00404627" w:rsidRPr="00404627">
        <w:t xml:space="preserve"> </w:t>
      </w:r>
      <w:r w:rsidR="00404627">
        <w:t>in public services</w:t>
      </w:r>
      <w:r>
        <w:t xml:space="preserve">, </w:t>
      </w:r>
      <w:r w:rsidR="00874D16">
        <w:t>the Committee</w:t>
      </w:r>
      <w:r>
        <w:t xml:space="preserve"> is concerned that</w:t>
      </w:r>
      <w:r w:rsidR="002565A2">
        <w:t xml:space="preserve"> </w:t>
      </w:r>
      <w:r>
        <w:t xml:space="preserve">the minority quota is </w:t>
      </w:r>
      <w:r w:rsidR="00234F8D">
        <w:t xml:space="preserve">applied </w:t>
      </w:r>
      <w:r>
        <w:t xml:space="preserve">only to religious minorities, and regrets the absence of </w:t>
      </w:r>
      <w:r w:rsidR="007F4E8B">
        <w:t xml:space="preserve">sufficient </w:t>
      </w:r>
      <w:r>
        <w:t xml:space="preserve">information on the implementation of these quotas. </w:t>
      </w:r>
      <w:r w:rsidR="00385AB7">
        <w:t xml:space="preserve"> It is </w:t>
      </w:r>
      <w:r w:rsidR="002565A2">
        <w:t>also</w:t>
      </w:r>
      <w:r w:rsidR="00385AB7">
        <w:t xml:space="preserve"> concerned at</w:t>
      </w:r>
      <w:r w:rsidR="002565A2">
        <w:t xml:space="preserve"> the removal of </w:t>
      </w:r>
      <w:r>
        <w:t>Ahmadis from the general electoral list and registering them on a separate voting list; and the</w:t>
      </w:r>
      <w:r w:rsidR="003E0A16">
        <w:t xml:space="preserve"> low level of</w:t>
      </w:r>
      <w:r>
        <w:t xml:space="preserve"> exercise of the right to vote by women</w:t>
      </w:r>
      <w:r w:rsidR="00752A8C">
        <w:t xml:space="preserve"> and remaining obstacles to effective access to voting for persons with </w:t>
      </w:r>
      <w:proofErr w:type="gramStart"/>
      <w:r w:rsidR="00752A8C">
        <w:t>disabilities  and</w:t>
      </w:r>
      <w:proofErr w:type="gramEnd"/>
      <w:r w:rsidR="00752A8C">
        <w:t xml:space="preserve"> persons belonging to minorities, including gypsies</w:t>
      </w:r>
      <w:r w:rsidRPr="005C6577">
        <w:t>(arts.</w:t>
      </w:r>
      <w:r>
        <w:t xml:space="preserve"> 2, 25, 26 and 27</w:t>
      </w:r>
      <w:r w:rsidRPr="005C6577">
        <w:t>)</w:t>
      </w:r>
      <w:r>
        <w:t xml:space="preserve">. </w:t>
      </w:r>
    </w:p>
    <w:p w14:paraId="13290944" w14:textId="3A7A38E9" w:rsidR="00440C02" w:rsidRDefault="00440C02" w:rsidP="00440C02">
      <w:pPr>
        <w:spacing w:after="120"/>
        <w:ind w:left="1134" w:right="1134"/>
        <w:jc w:val="both"/>
      </w:pPr>
      <w:r w:rsidRPr="00962FF2">
        <w:t>4</w:t>
      </w:r>
      <w:r w:rsidR="003C6668" w:rsidRPr="00962FF2">
        <w:t>8</w:t>
      </w:r>
      <w:r w:rsidRPr="00962FF2">
        <w:t>.</w:t>
      </w:r>
      <w:r w:rsidRPr="005C6BE4">
        <w:rPr>
          <w:b/>
        </w:rPr>
        <w:tab/>
        <w:t xml:space="preserve">The State party should </w:t>
      </w:r>
      <w:r w:rsidR="00752A8C">
        <w:rPr>
          <w:b/>
        </w:rPr>
        <w:t xml:space="preserve">review its regime of temporary special measures, including minority quotas, </w:t>
      </w:r>
      <w:r>
        <w:rPr>
          <w:b/>
        </w:rPr>
        <w:t xml:space="preserve">to </w:t>
      </w:r>
      <w:r w:rsidRPr="005C6BE4">
        <w:rPr>
          <w:b/>
        </w:rPr>
        <w:t xml:space="preserve">ensure that </w:t>
      </w:r>
      <w:r w:rsidR="00752A8C">
        <w:rPr>
          <w:b/>
        </w:rPr>
        <w:t>they apply</w:t>
      </w:r>
      <w:r w:rsidRPr="005C6BE4">
        <w:rPr>
          <w:b/>
        </w:rPr>
        <w:t xml:space="preserve"> to </w:t>
      </w:r>
      <w:r w:rsidR="00C86BDF">
        <w:rPr>
          <w:b/>
        </w:rPr>
        <w:t xml:space="preserve">all </w:t>
      </w:r>
      <w:r w:rsidRPr="005C6BE4">
        <w:rPr>
          <w:b/>
        </w:rPr>
        <w:t>persons belonging to religious</w:t>
      </w:r>
      <w:r w:rsidR="009A2C4B">
        <w:rPr>
          <w:b/>
        </w:rPr>
        <w:t>, cultural and ethnic</w:t>
      </w:r>
      <w:r w:rsidRPr="005C6BE4">
        <w:rPr>
          <w:b/>
        </w:rPr>
        <w:t xml:space="preserve"> minorit</w:t>
      </w:r>
      <w:r w:rsidR="009A2C4B">
        <w:rPr>
          <w:b/>
        </w:rPr>
        <w:t>ies</w:t>
      </w:r>
      <w:r w:rsidR="00234F8D">
        <w:rPr>
          <w:b/>
        </w:rPr>
        <w:t xml:space="preserve"> </w:t>
      </w:r>
      <w:r w:rsidR="006F0BCA">
        <w:rPr>
          <w:b/>
        </w:rPr>
        <w:t xml:space="preserve">and ensure that </w:t>
      </w:r>
      <w:r w:rsidR="00234F8D">
        <w:rPr>
          <w:b/>
        </w:rPr>
        <w:t>every citizen</w:t>
      </w:r>
      <w:r w:rsidR="009A2C4B">
        <w:rPr>
          <w:b/>
        </w:rPr>
        <w:t>, on general terms of equality,</w:t>
      </w:r>
      <w:r w:rsidR="006F0BCA">
        <w:rPr>
          <w:b/>
        </w:rPr>
        <w:t xml:space="preserve"> is able to effectively participate</w:t>
      </w:r>
      <w:r w:rsidR="009A2C4B">
        <w:rPr>
          <w:b/>
        </w:rPr>
        <w:t xml:space="preserve"> in the conduct of public affairs and have access to public services</w:t>
      </w:r>
      <w:r>
        <w:rPr>
          <w:b/>
        </w:rPr>
        <w:t xml:space="preserve">. It should </w:t>
      </w:r>
      <w:r w:rsidRPr="005C6BE4">
        <w:rPr>
          <w:b/>
        </w:rPr>
        <w:t xml:space="preserve">improve the election system and procedures </w:t>
      </w:r>
      <w:r>
        <w:rPr>
          <w:b/>
        </w:rPr>
        <w:t xml:space="preserve">with a view </w:t>
      </w:r>
      <w:r w:rsidRPr="005C6BE4">
        <w:rPr>
          <w:b/>
        </w:rPr>
        <w:t>to ensur</w:t>
      </w:r>
      <w:r>
        <w:rPr>
          <w:b/>
        </w:rPr>
        <w:t>ing</w:t>
      </w:r>
      <w:r w:rsidRPr="005C6BE4">
        <w:rPr>
          <w:b/>
        </w:rPr>
        <w:t xml:space="preserve"> that all voters are </w:t>
      </w:r>
      <w:r w:rsidR="006F0BCA">
        <w:rPr>
          <w:b/>
        </w:rPr>
        <w:t>included in</w:t>
      </w:r>
      <w:r w:rsidRPr="005C6BE4">
        <w:rPr>
          <w:b/>
        </w:rPr>
        <w:t xml:space="preserve"> electoral list</w:t>
      </w:r>
      <w:r w:rsidR="006F0BCA">
        <w:rPr>
          <w:b/>
        </w:rPr>
        <w:t>s</w:t>
      </w:r>
      <w:r w:rsidRPr="005C6BE4">
        <w:rPr>
          <w:b/>
        </w:rPr>
        <w:t xml:space="preserve"> and that all citizens can exercise their right to vote without obstacles.</w:t>
      </w:r>
      <w:r w:rsidRPr="004314D9">
        <w:t xml:space="preserve"> </w:t>
      </w:r>
    </w:p>
    <w:p w14:paraId="13EC8992" w14:textId="77777777" w:rsidR="00536ED4" w:rsidRPr="00D27679" w:rsidRDefault="00536ED4" w:rsidP="00536ED4">
      <w:pPr>
        <w:pStyle w:val="H1G"/>
      </w:pPr>
      <w:r w:rsidRPr="00D27679">
        <w:tab/>
        <w:t>D.</w:t>
      </w:r>
      <w:r w:rsidRPr="00D27679">
        <w:tab/>
        <w:t>Dissemination and follow-up</w:t>
      </w:r>
    </w:p>
    <w:p w14:paraId="74665F22" w14:textId="77777777" w:rsidR="00536ED4" w:rsidRPr="00D27679" w:rsidRDefault="00536ED4" w:rsidP="00536ED4">
      <w:pPr>
        <w:pStyle w:val="SingleTxtG"/>
      </w:pPr>
      <w:r>
        <w:rPr>
          <w:rFonts w:eastAsia="SimSun"/>
          <w:lang w:val="en-US" w:eastAsia="zh-CN"/>
        </w:rPr>
        <w:t>49</w:t>
      </w:r>
      <w:r w:rsidRPr="00FF540B">
        <w:rPr>
          <w:rFonts w:eastAsia="SimSun"/>
          <w:lang w:val="en-US" w:eastAsia="zh-CN"/>
        </w:rPr>
        <w:t>.</w:t>
      </w:r>
      <w:r w:rsidRPr="00FF540B">
        <w:rPr>
          <w:rFonts w:eastAsia="SimSun"/>
          <w:lang w:val="en-US" w:eastAsia="zh-CN"/>
        </w:rPr>
        <w:tab/>
      </w:r>
      <w:r w:rsidRPr="00657534">
        <w:rPr>
          <w:rFonts w:eastAsia="SimSun"/>
          <w:lang w:val="en-US" w:eastAsia="zh-CN"/>
        </w:rPr>
        <w:t>The State party</w:t>
      </w:r>
      <w:r w:rsidRPr="00FF540B">
        <w:rPr>
          <w:rFonts w:eastAsia="SimSun"/>
          <w:lang w:val="en-US" w:eastAsia="zh-CN"/>
        </w:rPr>
        <w:t xml:space="preserve"> </w:t>
      </w:r>
      <w:r>
        <w:rPr>
          <w:rFonts w:eastAsia="SimSun"/>
          <w:lang w:val="en-US" w:eastAsia="zh-CN"/>
        </w:rPr>
        <w:t xml:space="preserve">should </w:t>
      </w:r>
      <w:r w:rsidRPr="00FF540B">
        <w:rPr>
          <w:rFonts w:eastAsia="SimSun"/>
          <w:lang w:val="en-US" w:eastAsia="zh-CN"/>
        </w:rPr>
        <w:t>widely disseminate the Covenant</w:t>
      </w:r>
      <w:r w:rsidRPr="00AE74D8">
        <w:rPr>
          <w:rFonts w:eastAsia="SimSun"/>
          <w:lang w:val="en-US" w:eastAsia="zh-CN"/>
        </w:rPr>
        <w:t xml:space="preserve">, its </w:t>
      </w:r>
      <w:r w:rsidRPr="00D27679">
        <w:t>initial report</w:t>
      </w:r>
      <w:r w:rsidRPr="00AE74D8">
        <w:rPr>
          <w:rFonts w:eastAsia="SimSun"/>
          <w:lang w:val="en-US" w:eastAsia="zh-CN"/>
        </w:rPr>
        <w:t>, the written replies to the Committee’s list of issues and the present concluding</w:t>
      </w:r>
      <w:r w:rsidRPr="00AE74D8">
        <w:rPr>
          <w:b/>
          <w:bCs/>
          <w:lang w:val="en-US"/>
        </w:rPr>
        <w:t xml:space="preserve"> </w:t>
      </w:r>
      <w:r w:rsidRPr="00AE74D8">
        <w:rPr>
          <w:rFonts w:eastAsia="SimSun"/>
          <w:lang w:val="en-US" w:eastAsia="zh-CN"/>
        </w:rPr>
        <w:t>observations with a view to raising awareness of the rights enshrined in the Covenant among the judicial, legislative and administrative</w:t>
      </w:r>
      <w:r w:rsidRPr="00AE74D8">
        <w:rPr>
          <w:b/>
          <w:bCs/>
          <w:lang w:val="en-US"/>
        </w:rPr>
        <w:t xml:space="preserve"> </w:t>
      </w:r>
      <w:r w:rsidRPr="00AE74D8">
        <w:rPr>
          <w:rFonts w:eastAsia="SimSun"/>
          <w:lang w:val="en-US" w:eastAsia="zh-CN"/>
        </w:rPr>
        <w:t xml:space="preserve">authorities, civil society and NGOs operating in the country, and the general public. </w:t>
      </w:r>
      <w:r w:rsidRPr="00D27679">
        <w:t xml:space="preserve">The State party should ensure that the report and the present concluding observations are translated into the official language of the State party. </w:t>
      </w:r>
    </w:p>
    <w:p w14:paraId="165C84EE" w14:textId="77777777" w:rsidR="00536ED4" w:rsidRPr="00D27679" w:rsidRDefault="00536ED4" w:rsidP="00536ED4">
      <w:pPr>
        <w:pStyle w:val="SingleTxtG"/>
      </w:pPr>
      <w:r w:rsidRPr="00D27679">
        <w:t>50.</w:t>
      </w:r>
      <w:r w:rsidRPr="00D27679">
        <w:tab/>
        <w:t>In accordance with rule 71, paragraph 5, of the Committee’s rules of procedure, the State party is requested to provide, within one year of the adoption of the present concluding observations,</w:t>
      </w:r>
      <w:r w:rsidRPr="00D27679">
        <w:rPr>
          <w:bCs/>
        </w:rPr>
        <w:t xml:space="preserve"> information on the implementation of the recommendations</w:t>
      </w:r>
      <w:r w:rsidRPr="00D27679">
        <w:t xml:space="preserve"> made by the Committee in paragraphs </w:t>
      </w:r>
      <w:r>
        <w:t xml:space="preserve">18 </w:t>
      </w:r>
      <w:r w:rsidRPr="00D27679">
        <w:t>(</w:t>
      </w:r>
      <w:r>
        <w:t>death penalty</w:t>
      </w:r>
      <w:r w:rsidRPr="00D27679">
        <w:t xml:space="preserve">), </w:t>
      </w:r>
      <w:r>
        <w:t>20</w:t>
      </w:r>
      <w:r w:rsidRPr="00D27679">
        <w:t xml:space="preserve"> (</w:t>
      </w:r>
      <w:r>
        <w:t>enforced disappearance and extrajudicial killings</w:t>
      </w:r>
      <w:r w:rsidRPr="00D27679">
        <w:t xml:space="preserve">) and </w:t>
      </w:r>
      <w:r>
        <w:t>34</w:t>
      </w:r>
      <w:r w:rsidRPr="00D27679">
        <w:t xml:space="preserve"> </w:t>
      </w:r>
      <w:proofErr w:type="gramStart"/>
      <w:r w:rsidRPr="00D27679">
        <w:t>(</w:t>
      </w:r>
      <w:r>
        <w:t xml:space="preserve"> freedom</w:t>
      </w:r>
      <w:proofErr w:type="gramEnd"/>
      <w:r>
        <w:t xml:space="preserve"> of religion, conscience and belief</w:t>
      </w:r>
      <w:r w:rsidRPr="00D27679">
        <w:t>) above.</w:t>
      </w:r>
    </w:p>
    <w:p w14:paraId="76644F63" w14:textId="77777777" w:rsidR="00536ED4" w:rsidRDefault="00536ED4" w:rsidP="00536ED4">
      <w:pPr>
        <w:pStyle w:val="SingleTxtG"/>
      </w:pPr>
      <w:r w:rsidRPr="00D27679">
        <w:t>51.</w:t>
      </w:r>
      <w:r w:rsidRPr="00D27679">
        <w:tab/>
        <w:t>The Committee requests the State party to submit its next periodic report by</w:t>
      </w:r>
      <w:r>
        <w:t xml:space="preserve"> 28 July </w:t>
      </w:r>
      <w:r w:rsidRPr="00D529AC">
        <w:rPr>
          <w:color w:val="000000" w:themeColor="text1"/>
        </w:rPr>
        <w:t>2020</w:t>
      </w:r>
      <w:r w:rsidRPr="00D27679">
        <w:t xml:space="preserve"> and to include in that report information on the implementation of the present concluding observations.</w:t>
      </w:r>
      <w:r>
        <w:t xml:space="preserve"> </w:t>
      </w:r>
      <w:r w:rsidRPr="00D27679">
        <w:t>The Committee also requests the State party, in preparing the report, to broadly consult civil society and NGOs operating in the country</w:t>
      </w:r>
      <w:r w:rsidRPr="00D27679">
        <w:rPr>
          <w:rFonts w:eastAsia="SimSun"/>
          <w:bCs/>
          <w:lang w:eastAsia="zh-CN"/>
        </w:rPr>
        <w:t>, as well as minority and marginalized groups</w:t>
      </w:r>
      <w:r w:rsidRPr="00D27679">
        <w:t>. In accordance with General Assembly resolution 68/268, the word limit for the report is 21,200 words. Alternatively, the Committee invites the State party to agree,</w:t>
      </w:r>
      <w:r>
        <w:t xml:space="preserve"> within one year</w:t>
      </w:r>
      <w:r w:rsidRPr="00D27679">
        <w:t xml:space="preserve"> after the adoption of the COBs, to use its simplified reporting procedure, whereby the Committee transmits a list of issues to the State party </w:t>
      </w:r>
      <w:r w:rsidRPr="00D27679">
        <w:lastRenderedPageBreak/>
        <w:t>prior to the submission of its periodic report. The State party’s replies to that list will constitute its second periodic report to be submitted under article 40 of the Covenant.</w:t>
      </w:r>
    </w:p>
    <w:p w14:paraId="08964008" w14:textId="77777777" w:rsidR="00440C02" w:rsidRPr="00440C02" w:rsidRDefault="00440C02" w:rsidP="00440C02">
      <w:pPr>
        <w:pStyle w:val="SingleTxtG"/>
        <w:spacing w:before="240" w:after="0"/>
        <w:jc w:val="center"/>
        <w:rPr>
          <w:color w:val="000000"/>
          <w:u w:val="single"/>
        </w:rPr>
      </w:pPr>
      <w:r>
        <w:rPr>
          <w:color w:val="000000"/>
          <w:u w:val="single"/>
        </w:rPr>
        <w:tab/>
      </w:r>
      <w:r>
        <w:rPr>
          <w:color w:val="000000"/>
          <w:u w:val="single"/>
        </w:rPr>
        <w:tab/>
      </w:r>
      <w:r>
        <w:rPr>
          <w:color w:val="000000"/>
          <w:u w:val="single"/>
        </w:rPr>
        <w:tab/>
      </w:r>
    </w:p>
    <w:sectPr w:rsidR="00440C02" w:rsidRPr="00440C02" w:rsidSect="00DA0CF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226D30" w15:done="0"/>
  <w15:commentEx w15:paraId="49C39D3C" w15:done="0"/>
  <w15:commentEx w15:paraId="091A696E" w15:done="0"/>
  <w15:commentEx w15:paraId="0F9E5290" w15:done="0"/>
  <w15:commentEx w15:paraId="3B0D2818" w15:done="0"/>
  <w15:commentEx w15:paraId="06C5FDE6" w15:done="0"/>
  <w15:commentEx w15:paraId="580C01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BC89B" w14:textId="77777777" w:rsidR="000F0D6A" w:rsidRDefault="000F0D6A"/>
  </w:endnote>
  <w:endnote w:type="continuationSeparator" w:id="0">
    <w:p w14:paraId="52D1F8F9" w14:textId="77777777" w:rsidR="000F0D6A" w:rsidRDefault="000F0D6A"/>
  </w:endnote>
  <w:endnote w:type="continuationNotice" w:id="1">
    <w:p w14:paraId="03361BA1" w14:textId="77777777" w:rsidR="000F0D6A" w:rsidRDefault="000F0D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D32EA" w14:textId="77777777" w:rsidR="000F0D6A" w:rsidRPr="00DA0CF8" w:rsidRDefault="000F0D6A" w:rsidP="00DA0CF8">
    <w:pPr>
      <w:pStyle w:val="Footer"/>
      <w:tabs>
        <w:tab w:val="right" w:pos="9638"/>
      </w:tabs>
      <w:rPr>
        <w:sz w:val="18"/>
      </w:rPr>
    </w:pPr>
    <w:r w:rsidRPr="00DA0CF8">
      <w:rPr>
        <w:b/>
        <w:sz w:val="18"/>
      </w:rPr>
      <w:fldChar w:fldCharType="begin"/>
    </w:r>
    <w:r w:rsidRPr="00DA0CF8">
      <w:rPr>
        <w:b/>
        <w:sz w:val="18"/>
      </w:rPr>
      <w:instrText xml:space="preserve"> PAGE  \* MERGEFORMAT </w:instrText>
    </w:r>
    <w:r w:rsidRPr="00DA0CF8">
      <w:rPr>
        <w:b/>
        <w:sz w:val="18"/>
      </w:rPr>
      <w:fldChar w:fldCharType="separate"/>
    </w:r>
    <w:r w:rsidR="00C773AA">
      <w:rPr>
        <w:b/>
        <w:noProof/>
        <w:sz w:val="18"/>
      </w:rPr>
      <w:t>2</w:t>
    </w:r>
    <w:r w:rsidRPr="00DA0C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95803" w14:textId="77777777" w:rsidR="000F0D6A" w:rsidRPr="00DA0CF8" w:rsidRDefault="000F0D6A" w:rsidP="00DA0CF8">
    <w:pPr>
      <w:pStyle w:val="Footer"/>
      <w:tabs>
        <w:tab w:val="right" w:pos="9638"/>
      </w:tabs>
      <w:rPr>
        <w:b/>
        <w:sz w:val="18"/>
      </w:rPr>
    </w:pPr>
    <w:r>
      <w:tab/>
    </w:r>
    <w:r w:rsidRPr="00DA0CF8">
      <w:rPr>
        <w:b/>
        <w:sz w:val="18"/>
      </w:rPr>
      <w:fldChar w:fldCharType="begin"/>
    </w:r>
    <w:r w:rsidRPr="00DA0CF8">
      <w:rPr>
        <w:b/>
        <w:sz w:val="18"/>
      </w:rPr>
      <w:instrText xml:space="preserve"> PAGE  \* MERGEFORMAT </w:instrText>
    </w:r>
    <w:r w:rsidRPr="00DA0CF8">
      <w:rPr>
        <w:b/>
        <w:sz w:val="18"/>
      </w:rPr>
      <w:fldChar w:fldCharType="separate"/>
    </w:r>
    <w:r w:rsidR="00C773AA">
      <w:rPr>
        <w:b/>
        <w:noProof/>
        <w:sz w:val="18"/>
      </w:rPr>
      <w:t>3</w:t>
    </w:r>
    <w:r w:rsidRPr="00DA0C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B2E57" w14:textId="77777777" w:rsidR="000F0D6A" w:rsidRPr="000B175B" w:rsidRDefault="000F0D6A" w:rsidP="000B175B">
      <w:pPr>
        <w:tabs>
          <w:tab w:val="right" w:pos="2155"/>
        </w:tabs>
        <w:spacing w:after="80"/>
        <w:ind w:left="680"/>
        <w:rPr>
          <w:u w:val="single"/>
        </w:rPr>
      </w:pPr>
      <w:r>
        <w:rPr>
          <w:u w:val="single"/>
        </w:rPr>
        <w:tab/>
      </w:r>
    </w:p>
  </w:footnote>
  <w:footnote w:type="continuationSeparator" w:id="0">
    <w:p w14:paraId="58EE90D5" w14:textId="77777777" w:rsidR="000F0D6A" w:rsidRPr="00FC68B7" w:rsidRDefault="000F0D6A" w:rsidP="00FC68B7">
      <w:pPr>
        <w:tabs>
          <w:tab w:val="left" w:pos="2155"/>
        </w:tabs>
        <w:spacing w:after="80"/>
        <w:ind w:left="680"/>
        <w:rPr>
          <w:u w:val="single"/>
        </w:rPr>
      </w:pPr>
      <w:r>
        <w:rPr>
          <w:u w:val="single"/>
        </w:rPr>
        <w:tab/>
      </w:r>
    </w:p>
  </w:footnote>
  <w:footnote w:type="continuationNotice" w:id="1">
    <w:p w14:paraId="06EA6C58" w14:textId="77777777" w:rsidR="000F0D6A" w:rsidRDefault="000F0D6A"/>
  </w:footnote>
  <w:footnote w:id="2">
    <w:p w14:paraId="3E4EB939" w14:textId="5D5C00ED" w:rsidR="000F0D6A" w:rsidRPr="00C23D17" w:rsidRDefault="000F0D6A" w:rsidP="00D1056F">
      <w:pPr>
        <w:pStyle w:val="FootnoteText"/>
        <w:rPr>
          <w:color w:val="000000"/>
        </w:rPr>
      </w:pPr>
      <w:r>
        <w:tab/>
      </w:r>
      <w:r w:rsidRPr="00F27BAF">
        <w:rPr>
          <w:rStyle w:val="FootnoteReference"/>
          <w:sz w:val="20"/>
          <w:vertAlign w:val="baseline"/>
        </w:rPr>
        <w:t>*</w:t>
      </w:r>
      <w:r>
        <w:tab/>
      </w:r>
      <w:r w:rsidR="00F13C09" w:rsidRPr="00F13C09">
        <w:t>Adopted by the Committee at its 120th session (3 - 28 July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59C51993"/>
    <w:multiLevelType w:val="hybridMultilevel"/>
    <w:tmpl w:val="9BE4FBC0"/>
    <w:lvl w:ilvl="0" w:tplc="AC84C0EC">
      <w:start w:val="1"/>
      <w:numFmt w:val="lowerLetter"/>
      <w:lvlText w:val="(%1)"/>
      <w:lvlJc w:val="left"/>
      <w:pPr>
        <w:ind w:left="1494" w:hanging="360"/>
      </w:pPr>
      <w:rPr>
        <w:rFonts w:hint="default"/>
        <w:color w:val="auto"/>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697B6A90"/>
    <w:multiLevelType w:val="hybridMultilevel"/>
    <w:tmpl w:val="D10EC4B2"/>
    <w:lvl w:ilvl="0" w:tplc="8C32C0FA">
      <w:start w:val="16"/>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1"/>
  </w:num>
  <w:num w:numId="5">
    <w:abstractNumId w:val="2"/>
  </w:num>
  <w:num w:numId="6">
    <w:abstractNumId w:val="4"/>
  </w:num>
  <w:numIdMacAtCleanup w:val="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Vaune Jocelyn KRAN">
    <w15:presenceInfo w15:providerId="Windows Live" w15:userId="4055c0d1b4ce14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F8"/>
    <w:rsid w:val="0001435C"/>
    <w:rsid w:val="00023742"/>
    <w:rsid w:val="000272B3"/>
    <w:rsid w:val="00031553"/>
    <w:rsid w:val="00032DB4"/>
    <w:rsid w:val="000407D8"/>
    <w:rsid w:val="00050F6B"/>
    <w:rsid w:val="00057E97"/>
    <w:rsid w:val="00060C3A"/>
    <w:rsid w:val="00072C8C"/>
    <w:rsid w:val="000733B5"/>
    <w:rsid w:val="00081815"/>
    <w:rsid w:val="00090FA1"/>
    <w:rsid w:val="000931C0"/>
    <w:rsid w:val="00095DB7"/>
    <w:rsid w:val="000A2E86"/>
    <w:rsid w:val="000A5DDD"/>
    <w:rsid w:val="000A7024"/>
    <w:rsid w:val="000B175B"/>
    <w:rsid w:val="000B3A0F"/>
    <w:rsid w:val="000B4EF7"/>
    <w:rsid w:val="000B615D"/>
    <w:rsid w:val="000C0224"/>
    <w:rsid w:val="000C2C03"/>
    <w:rsid w:val="000C2D2E"/>
    <w:rsid w:val="000D6D51"/>
    <w:rsid w:val="000E0415"/>
    <w:rsid w:val="000F0D6A"/>
    <w:rsid w:val="000F1578"/>
    <w:rsid w:val="001103AA"/>
    <w:rsid w:val="001472A7"/>
    <w:rsid w:val="00165F3A"/>
    <w:rsid w:val="00183968"/>
    <w:rsid w:val="00183D43"/>
    <w:rsid w:val="001913E8"/>
    <w:rsid w:val="001965AE"/>
    <w:rsid w:val="001A153C"/>
    <w:rsid w:val="001A363F"/>
    <w:rsid w:val="001A5DF6"/>
    <w:rsid w:val="001A6686"/>
    <w:rsid w:val="001B4B04"/>
    <w:rsid w:val="001B7D6C"/>
    <w:rsid w:val="001C6663"/>
    <w:rsid w:val="001C7895"/>
    <w:rsid w:val="001D0C8C"/>
    <w:rsid w:val="001D26DF"/>
    <w:rsid w:val="001D3A03"/>
    <w:rsid w:val="001D720D"/>
    <w:rsid w:val="0020050C"/>
    <w:rsid w:val="00202DA8"/>
    <w:rsid w:val="00203D63"/>
    <w:rsid w:val="00211E0B"/>
    <w:rsid w:val="00216586"/>
    <w:rsid w:val="00217243"/>
    <w:rsid w:val="00221AB8"/>
    <w:rsid w:val="002304B1"/>
    <w:rsid w:val="0023210C"/>
    <w:rsid w:val="00234F8D"/>
    <w:rsid w:val="00255AD9"/>
    <w:rsid w:val="002565A2"/>
    <w:rsid w:val="00267F5F"/>
    <w:rsid w:val="00275DE3"/>
    <w:rsid w:val="00281340"/>
    <w:rsid w:val="00282690"/>
    <w:rsid w:val="00286B4D"/>
    <w:rsid w:val="002B309E"/>
    <w:rsid w:val="002F175C"/>
    <w:rsid w:val="002F36B3"/>
    <w:rsid w:val="002F5D2B"/>
    <w:rsid w:val="00301D58"/>
    <w:rsid w:val="003229D8"/>
    <w:rsid w:val="00323256"/>
    <w:rsid w:val="00324B02"/>
    <w:rsid w:val="00330839"/>
    <w:rsid w:val="003459C5"/>
    <w:rsid w:val="00352709"/>
    <w:rsid w:val="00367567"/>
    <w:rsid w:val="00371178"/>
    <w:rsid w:val="0037388D"/>
    <w:rsid w:val="00374062"/>
    <w:rsid w:val="0038322A"/>
    <w:rsid w:val="0038336C"/>
    <w:rsid w:val="00385AB7"/>
    <w:rsid w:val="003941A2"/>
    <w:rsid w:val="003A6810"/>
    <w:rsid w:val="003B2E36"/>
    <w:rsid w:val="003C2CC4"/>
    <w:rsid w:val="003C6668"/>
    <w:rsid w:val="003C7703"/>
    <w:rsid w:val="003D03EC"/>
    <w:rsid w:val="003D4B23"/>
    <w:rsid w:val="003E0A16"/>
    <w:rsid w:val="003F5B6C"/>
    <w:rsid w:val="003F638A"/>
    <w:rsid w:val="00404627"/>
    <w:rsid w:val="004076CD"/>
    <w:rsid w:val="00410C89"/>
    <w:rsid w:val="00426B9B"/>
    <w:rsid w:val="004325CB"/>
    <w:rsid w:val="00436B33"/>
    <w:rsid w:val="00440C02"/>
    <w:rsid w:val="00442A83"/>
    <w:rsid w:val="004462B8"/>
    <w:rsid w:val="00451DF0"/>
    <w:rsid w:val="0045495B"/>
    <w:rsid w:val="004845E9"/>
    <w:rsid w:val="00487488"/>
    <w:rsid w:val="004A4488"/>
    <w:rsid w:val="004C7610"/>
    <w:rsid w:val="004E2361"/>
    <w:rsid w:val="00510C83"/>
    <w:rsid w:val="00513D8E"/>
    <w:rsid w:val="00514E46"/>
    <w:rsid w:val="005153D4"/>
    <w:rsid w:val="005176A3"/>
    <w:rsid w:val="0052136D"/>
    <w:rsid w:val="005235C5"/>
    <w:rsid w:val="0052775E"/>
    <w:rsid w:val="00534656"/>
    <w:rsid w:val="00536ED4"/>
    <w:rsid w:val="005420F2"/>
    <w:rsid w:val="005520B6"/>
    <w:rsid w:val="005628B6"/>
    <w:rsid w:val="005638A8"/>
    <w:rsid w:val="0056585F"/>
    <w:rsid w:val="00581238"/>
    <w:rsid w:val="005848B3"/>
    <w:rsid w:val="00592DF8"/>
    <w:rsid w:val="005B3DB3"/>
    <w:rsid w:val="005C1A98"/>
    <w:rsid w:val="005C7E31"/>
    <w:rsid w:val="005F7717"/>
    <w:rsid w:val="005F7A25"/>
    <w:rsid w:val="005F7B75"/>
    <w:rsid w:val="006001EE"/>
    <w:rsid w:val="00605042"/>
    <w:rsid w:val="00606531"/>
    <w:rsid w:val="00611FC4"/>
    <w:rsid w:val="006176FB"/>
    <w:rsid w:val="0063059B"/>
    <w:rsid w:val="00640B26"/>
    <w:rsid w:val="00652D0A"/>
    <w:rsid w:val="00662BB6"/>
    <w:rsid w:val="006651C4"/>
    <w:rsid w:val="00683A49"/>
    <w:rsid w:val="00683E13"/>
    <w:rsid w:val="00684C21"/>
    <w:rsid w:val="006A3BC5"/>
    <w:rsid w:val="006B746D"/>
    <w:rsid w:val="006D37AF"/>
    <w:rsid w:val="006D4849"/>
    <w:rsid w:val="006D51D0"/>
    <w:rsid w:val="006E564B"/>
    <w:rsid w:val="006E7191"/>
    <w:rsid w:val="006F0BCA"/>
    <w:rsid w:val="006F2219"/>
    <w:rsid w:val="006F402D"/>
    <w:rsid w:val="006F540E"/>
    <w:rsid w:val="006F658C"/>
    <w:rsid w:val="00703577"/>
    <w:rsid w:val="007105B4"/>
    <w:rsid w:val="0072632A"/>
    <w:rsid w:val="007327D5"/>
    <w:rsid w:val="00733ADD"/>
    <w:rsid w:val="007447C0"/>
    <w:rsid w:val="00752A8C"/>
    <w:rsid w:val="007629C8"/>
    <w:rsid w:val="00784E6B"/>
    <w:rsid w:val="007A4C34"/>
    <w:rsid w:val="007B6BA5"/>
    <w:rsid w:val="007C3390"/>
    <w:rsid w:val="007C4F4B"/>
    <w:rsid w:val="007C784F"/>
    <w:rsid w:val="007D0123"/>
    <w:rsid w:val="007E0B2D"/>
    <w:rsid w:val="007F4E8B"/>
    <w:rsid w:val="007F6611"/>
    <w:rsid w:val="008105B8"/>
    <w:rsid w:val="008242D7"/>
    <w:rsid w:val="008257B1"/>
    <w:rsid w:val="008309BD"/>
    <w:rsid w:val="00843767"/>
    <w:rsid w:val="00846EA5"/>
    <w:rsid w:val="0086779C"/>
    <w:rsid w:val="008679D9"/>
    <w:rsid w:val="00874D16"/>
    <w:rsid w:val="008979B1"/>
    <w:rsid w:val="008A1DB2"/>
    <w:rsid w:val="008A6B25"/>
    <w:rsid w:val="008A6C4F"/>
    <w:rsid w:val="008B2335"/>
    <w:rsid w:val="008D0500"/>
    <w:rsid w:val="008E0678"/>
    <w:rsid w:val="008E4FA0"/>
    <w:rsid w:val="008F6D76"/>
    <w:rsid w:val="0090534A"/>
    <w:rsid w:val="00910F40"/>
    <w:rsid w:val="00912C08"/>
    <w:rsid w:val="00920BD0"/>
    <w:rsid w:val="009223CA"/>
    <w:rsid w:val="00936F28"/>
    <w:rsid w:val="00940F93"/>
    <w:rsid w:val="0095347F"/>
    <w:rsid w:val="009535F5"/>
    <w:rsid w:val="00962FF2"/>
    <w:rsid w:val="009754EA"/>
    <w:rsid w:val="009760F3"/>
    <w:rsid w:val="0097647A"/>
    <w:rsid w:val="00980B0A"/>
    <w:rsid w:val="009909F5"/>
    <w:rsid w:val="009A0E8D"/>
    <w:rsid w:val="009A2C4B"/>
    <w:rsid w:val="009B26E7"/>
    <w:rsid w:val="009C1401"/>
    <w:rsid w:val="009D514C"/>
    <w:rsid w:val="009E05A3"/>
    <w:rsid w:val="00A00A3F"/>
    <w:rsid w:val="00A012BF"/>
    <w:rsid w:val="00A01489"/>
    <w:rsid w:val="00A20306"/>
    <w:rsid w:val="00A27BB5"/>
    <w:rsid w:val="00A338F1"/>
    <w:rsid w:val="00A44615"/>
    <w:rsid w:val="00A62B35"/>
    <w:rsid w:val="00A62F76"/>
    <w:rsid w:val="00A6329F"/>
    <w:rsid w:val="00A72F22"/>
    <w:rsid w:val="00A7360F"/>
    <w:rsid w:val="00A748A6"/>
    <w:rsid w:val="00A769F4"/>
    <w:rsid w:val="00A776B4"/>
    <w:rsid w:val="00A94361"/>
    <w:rsid w:val="00A956AA"/>
    <w:rsid w:val="00A965F5"/>
    <w:rsid w:val="00AA293C"/>
    <w:rsid w:val="00AB2CB7"/>
    <w:rsid w:val="00AC707C"/>
    <w:rsid w:val="00AE0859"/>
    <w:rsid w:val="00B13E9B"/>
    <w:rsid w:val="00B257BA"/>
    <w:rsid w:val="00B26822"/>
    <w:rsid w:val="00B270B6"/>
    <w:rsid w:val="00B30179"/>
    <w:rsid w:val="00B339A7"/>
    <w:rsid w:val="00B4330F"/>
    <w:rsid w:val="00B46A21"/>
    <w:rsid w:val="00B56E4A"/>
    <w:rsid w:val="00B56E9C"/>
    <w:rsid w:val="00B64B1F"/>
    <w:rsid w:val="00B6553F"/>
    <w:rsid w:val="00B66E5E"/>
    <w:rsid w:val="00B77D05"/>
    <w:rsid w:val="00B81206"/>
    <w:rsid w:val="00B81E12"/>
    <w:rsid w:val="00B8773D"/>
    <w:rsid w:val="00B9067B"/>
    <w:rsid w:val="00B97DD9"/>
    <w:rsid w:val="00BA2817"/>
    <w:rsid w:val="00BA45D4"/>
    <w:rsid w:val="00BC1732"/>
    <w:rsid w:val="00BC2C23"/>
    <w:rsid w:val="00BC63E2"/>
    <w:rsid w:val="00BC74E9"/>
    <w:rsid w:val="00BE394C"/>
    <w:rsid w:val="00BE40EB"/>
    <w:rsid w:val="00BF1900"/>
    <w:rsid w:val="00BF4FB7"/>
    <w:rsid w:val="00BF68A8"/>
    <w:rsid w:val="00C067E9"/>
    <w:rsid w:val="00C11A03"/>
    <w:rsid w:val="00C14922"/>
    <w:rsid w:val="00C41620"/>
    <w:rsid w:val="00C463DD"/>
    <w:rsid w:val="00C4724C"/>
    <w:rsid w:val="00C629A0"/>
    <w:rsid w:val="00C745C3"/>
    <w:rsid w:val="00C76BDC"/>
    <w:rsid w:val="00C773AA"/>
    <w:rsid w:val="00C86BDF"/>
    <w:rsid w:val="00CA5B08"/>
    <w:rsid w:val="00CA5C9F"/>
    <w:rsid w:val="00CB7A4D"/>
    <w:rsid w:val="00CE4A8F"/>
    <w:rsid w:val="00D1056F"/>
    <w:rsid w:val="00D2031B"/>
    <w:rsid w:val="00D25FE2"/>
    <w:rsid w:val="00D43252"/>
    <w:rsid w:val="00D437F5"/>
    <w:rsid w:val="00D47EEA"/>
    <w:rsid w:val="00D529AC"/>
    <w:rsid w:val="00D85BEB"/>
    <w:rsid w:val="00D95303"/>
    <w:rsid w:val="00D978C6"/>
    <w:rsid w:val="00DA0CF8"/>
    <w:rsid w:val="00DA3111"/>
    <w:rsid w:val="00DA3C1C"/>
    <w:rsid w:val="00DB0C79"/>
    <w:rsid w:val="00DC046E"/>
    <w:rsid w:val="00DC06B2"/>
    <w:rsid w:val="00DC54D1"/>
    <w:rsid w:val="00DC63F5"/>
    <w:rsid w:val="00DC6CB1"/>
    <w:rsid w:val="00DD0C19"/>
    <w:rsid w:val="00DD789B"/>
    <w:rsid w:val="00DF6743"/>
    <w:rsid w:val="00E27346"/>
    <w:rsid w:val="00E43826"/>
    <w:rsid w:val="00E52E3E"/>
    <w:rsid w:val="00E71BC8"/>
    <w:rsid w:val="00E71E0C"/>
    <w:rsid w:val="00E7260F"/>
    <w:rsid w:val="00E779AF"/>
    <w:rsid w:val="00E779FC"/>
    <w:rsid w:val="00E925D4"/>
    <w:rsid w:val="00E9319C"/>
    <w:rsid w:val="00E96630"/>
    <w:rsid w:val="00EA1AF3"/>
    <w:rsid w:val="00EA394B"/>
    <w:rsid w:val="00EA751B"/>
    <w:rsid w:val="00EB0752"/>
    <w:rsid w:val="00EB2581"/>
    <w:rsid w:val="00EC67EA"/>
    <w:rsid w:val="00ED7A2A"/>
    <w:rsid w:val="00EE03D8"/>
    <w:rsid w:val="00EE0600"/>
    <w:rsid w:val="00EF1D7F"/>
    <w:rsid w:val="00EF212A"/>
    <w:rsid w:val="00EF5B04"/>
    <w:rsid w:val="00F11CC4"/>
    <w:rsid w:val="00F13C09"/>
    <w:rsid w:val="00F20C3D"/>
    <w:rsid w:val="00F43E9E"/>
    <w:rsid w:val="00F44B36"/>
    <w:rsid w:val="00F544B8"/>
    <w:rsid w:val="00F6080B"/>
    <w:rsid w:val="00F73EE0"/>
    <w:rsid w:val="00F9041C"/>
    <w:rsid w:val="00F9057C"/>
    <w:rsid w:val="00F906D7"/>
    <w:rsid w:val="00F93781"/>
    <w:rsid w:val="00FA1B67"/>
    <w:rsid w:val="00FB613B"/>
    <w:rsid w:val="00FC33EC"/>
    <w:rsid w:val="00FC68B7"/>
    <w:rsid w:val="00FE106A"/>
    <w:rsid w:val="00FE45C6"/>
    <w:rsid w:val="00FF7D0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040BC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qFormat="1"/>
    <w:lsdException w:name="annotation text" w:unhideWhenUsed="1"/>
    <w:lsdException w:name="header" w:unhideWhenUsed="1" w:qFormat="1"/>
    <w:lsdException w:name="footer" w:unhideWhenUsed="1" w:qFormat="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qFormat="1"/>
    <w:lsdException w:name="annotation reference" w:unhideWhenUsed="1"/>
    <w:lsdException w:name="line number" w:unhideWhenUsed="1"/>
    <w:lsdException w:name="page number" w:unhideWhenUsed="1" w:qFormat="1"/>
    <w:lsdException w:name="endnote reference" w:unhideWhenUsed="1" w:qFormat="1"/>
    <w:lsdException w:name="endnote text" w:unhideWhenUsed="1" w:qFormat="1"/>
    <w:lsdException w:name="table of authorities" w:unhideWhenUsed="1"/>
    <w:lsdException w:name="macro" w:unhideWhenUsed="1"/>
    <w:lsdException w:name="toa heading" w:unhideWhenUsed="1"/>
    <w:lsdException w:name="List Bullet" w:unhideWhenUsed="1"/>
    <w:lsdException w:name="List Number" w:unhideWhenUsed="1"/>
    <w:lsdException w:name="List Number 5" w:unhideWhenUsed="1"/>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Hyperlink" w:unhideWhenUsed="1"/>
    <w:lsdException w:name="FollowedHyperlink" w:unhideWhenUsed="1"/>
    <w:lsdException w:name="Strong" w:qFormat="1"/>
    <w:lsdException w:name="Emphasis"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unhideWhenUsed="1"/>
    <w:lsdException w:name="TOC Heading" w:uiPriority="39" w:unhideWhenUsed="1" w:qFormat="1"/>
  </w:latentStyles>
  <w:style w:type="paragraph" w:default="1" w:styleId="Normal">
    <w:name w:val="Normal"/>
    <w:qFormat/>
    <w:rsid w:val="00FC33EC"/>
    <w:pPr>
      <w:suppressAutoHyphens/>
      <w:spacing w:line="240" w:lineRule="atLeast"/>
    </w:pPr>
    <w:rPr>
      <w:lang w:val="en-GB" w:eastAsia="en-US"/>
    </w:rPr>
  </w:style>
  <w:style w:type="paragraph" w:styleId="Heading1">
    <w:name w:val="heading 1"/>
    <w:aliases w:val="Table_G"/>
    <w:basedOn w:val="SingleTxtG"/>
    <w:next w:val="SingleTxtG"/>
    <w:qFormat/>
    <w:rsid w:val="000272B3"/>
    <w:pPr>
      <w:spacing w:after="0" w:line="240" w:lineRule="auto"/>
      <w:ind w:right="0"/>
      <w:jc w:val="left"/>
      <w:outlineLvl w:val="0"/>
    </w:pPr>
  </w:style>
  <w:style w:type="paragraph" w:styleId="Heading2">
    <w:name w:val="heading 2"/>
    <w:basedOn w:val="Normal"/>
    <w:next w:val="Normal"/>
    <w:semiHidden/>
    <w:qFormat/>
    <w:rsid w:val="000272B3"/>
    <w:pPr>
      <w:spacing w:line="240" w:lineRule="auto"/>
      <w:outlineLvl w:val="1"/>
    </w:pPr>
  </w:style>
  <w:style w:type="paragraph" w:styleId="Heading3">
    <w:name w:val="heading 3"/>
    <w:basedOn w:val="Normal"/>
    <w:next w:val="Normal"/>
    <w:semiHidden/>
    <w:qFormat/>
    <w:rsid w:val="000272B3"/>
    <w:pPr>
      <w:spacing w:line="240" w:lineRule="auto"/>
      <w:outlineLvl w:val="2"/>
    </w:pPr>
  </w:style>
  <w:style w:type="paragraph" w:styleId="Heading4">
    <w:name w:val="heading 4"/>
    <w:basedOn w:val="Normal"/>
    <w:next w:val="Normal"/>
    <w:semiHidden/>
    <w:qFormat/>
    <w:rsid w:val="000272B3"/>
    <w:pPr>
      <w:spacing w:line="240" w:lineRule="auto"/>
      <w:outlineLvl w:val="3"/>
    </w:pPr>
  </w:style>
  <w:style w:type="paragraph" w:styleId="Heading5">
    <w:name w:val="heading 5"/>
    <w:basedOn w:val="Normal"/>
    <w:next w:val="Normal"/>
    <w:semiHidden/>
    <w:qFormat/>
    <w:rsid w:val="000272B3"/>
    <w:pPr>
      <w:spacing w:line="240" w:lineRule="auto"/>
      <w:outlineLvl w:val="4"/>
    </w:pPr>
  </w:style>
  <w:style w:type="paragraph" w:styleId="Heading6">
    <w:name w:val="heading 6"/>
    <w:basedOn w:val="Normal"/>
    <w:next w:val="Normal"/>
    <w:semiHidden/>
    <w:qFormat/>
    <w:rsid w:val="000272B3"/>
    <w:pPr>
      <w:spacing w:line="240" w:lineRule="auto"/>
      <w:outlineLvl w:val="5"/>
    </w:pPr>
  </w:style>
  <w:style w:type="paragraph" w:styleId="Heading7">
    <w:name w:val="heading 7"/>
    <w:basedOn w:val="Normal"/>
    <w:next w:val="Normal"/>
    <w:semiHidden/>
    <w:qFormat/>
    <w:rsid w:val="000272B3"/>
    <w:pPr>
      <w:spacing w:line="240" w:lineRule="auto"/>
      <w:outlineLvl w:val="6"/>
    </w:pPr>
  </w:style>
  <w:style w:type="paragraph" w:styleId="Heading8">
    <w:name w:val="heading 8"/>
    <w:basedOn w:val="Normal"/>
    <w:next w:val="Normal"/>
    <w:semiHidden/>
    <w:qFormat/>
    <w:rsid w:val="000272B3"/>
    <w:pPr>
      <w:spacing w:line="240" w:lineRule="auto"/>
      <w:outlineLvl w:val="7"/>
    </w:pPr>
  </w:style>
  <w:style w:type="paragraph" w:styleId="Heading9">
    <w:name w:val="heading 9"/>
    <w:basedOn w:val="Normal"/>
    <w:next w:val="Normal"/>
    <w:semiHidden/>
    <w:qFormat/>
    <w:rsid w:val="000272B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0272B3"/>
    <w:pPr>
      <w:spacing w:after="120"/>
      <w:ind w:left="1134" w:right="1134"/>
      <w:jc w:val="both"/>
    </w:pPr>
  </w:style>
  <w:style w:type="paragraph" w:customStyle="1" w:styleId="HMG">
    <w:name w:val="_ H __M_G"/>
    <w:basedOn w:val="Normal"/>
    <w:next w:val="Normal"/>
    <w:qFormat/>
    <w:rsid w:val="000272B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0272B3"/>
    <w:pPr>
      <w:keepNext/>
      <w:keepLines/>
      <w:tabs>
        <w:tab w:val="right" w:pos="851"/>
      </w:tabs>
      <w:spacing w:before="360" w:after="240" w:line="300" w:lineRule="exact"/>
      <w:ind w:left="1134" w:right="1134" w:hanging="1134"/>
    </w:pPr>
    <w:rPr>
      <w:b/>
      <w:sz w:val="28"/>
    </w:rPr>
  </w:style>
  <w:style w:type="paragraph" w:styleId="Header">
    <w:name w:val="header"/>
    <w:aliases w:val="6_G"/>
    <w:basedOn w:val="Normal"/>
    <w:qFormat/>
    <w:rsid w:val="000272B3"/>
    <w:pPr>
      <w:pBdr>
        <w:bottom w:val="single" w:sz="4" w:space="4" w:color="auto"/>
      </w:pBdr>
      <w:spacing w:line="240" w:lineRule="auto"/>
    </w:pPr>
    <w:rPr>
      <w:b/>
      <w:sz w:val="18"/>
    </w:rPr>
  </w:style>
  <w:style w:type="table" w:styleId="TableGrid">
    <w:name w:val="Table Grid"/>
    <w:basedOn w:val="TableNormal"/>
    <w:semiHidden/>
    <w:rsid w:val="000272B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0272B3"/>
    <w:rPr>
      <w:color w:val="auto"/>
      <w:u w:val="none"/>
    </w:rPr>
  </w:style>
  <w:style w:type="character" w:styleId="FollowedHyperlink">
    <w:name w:val="FollowedHyperlink"/>
    <w:basedOn w:val="DefaultParagraphFont"/>
    <w:semiHidden/>
    <w:rsid w:val="000272B3"/>
    <w:rPr>
      <w:color w:val="auto"/>
      <w:u w:val="none"/>
    </w:rPr>
  </w:style>
  <w:style w:type="paragraph" w:styleId="FootnoteText">
    <w:name w:val="footnote text"/>
    <w:aliases w:val="5_G"/>
    <w:basedOn w:val="Normal"/>
    <w:qFormat/>
    <w:rsid w:val="000272B3"/>
    <w:pPr>
      <w:tabs>
        <w:tab w:val="right" w:pos="1021"/>
      </w:tabs>
      <w:spacing w:line="220" w:lineRule="exact"/>
      <w:ind w:left="1134" w:right="1134" w:hanging="1134"/>
    </w:pPr>
    <w:rPr>
      <w:sz w:val="18"/>
    </w:rPr>
  </w:style>
  <w:style w:type="paragraph" w:styleId="EndnoteText">
    <w:name w:val="endnote text"/>
    <w:aliases w:val="2_G"/>
    <w:basedOn w:val="FootnoteText"/>
    <w:qFormat/>
    <w:rsid w:val="000272B3"/>
  </w:style>
  <w:style w:type="paragraph" w:customStyle="1" w:styleId="SMG">
    <w:name w:val="__S_M_G"/>
    <w:basedOn w:val="Normal"/>
    <w:next w:val="Normal"/>
    <w:rsid w:val="000272B3"/>
    <w:pPr>
      <w:keepNext/>
      <w:keepLines/>
      <w:spacing w:before="240" w:after="240" w:line="420" w:lineRule="exact"/>
      <w:ind w:left="1134" w:right="1134"/>
    </w:pPr>
    <w:rPr>
      <w:b/>
      <w:sz w:val="40"/>
    </w:rPr>
  </w:style>
  <w:style w:type="paragraph" w:customStyle="1" w:styleId="SLG">
    <w:name w:val="__S_L_G"/>
    <w:basedOn w:val="Normal"/>
    <w:next w:val="Normal"/>
    <w:rsid w:val="000272B3"/>
    <w:pPr>
      <w:keepNext/>
      <w:keepLines/>
      <w:spacing w:before="240" w:after="240" w:line="580" w:lineRule="exact"/>
      <w:ind w:left="1134" w:right="1134"/>
    </w:pPr>
    <w:rPr>
      <w:b/>
      <w:sz w:val="56"/>
    </w:rPr>
  </w:style>
  <w:style w:type="paragraph" w:customStyle="1" w:styleId="SSG">
    <w:name w:val="__S_S_G"/>
    <w:basedOn w:val="Normal"/>
    <w:next w:val="Normal"/>
    <w:rsid w:val="000272B3"/>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0272B3"/>
    <w:rPr>
      <w:rFonts w:ascii="Times New Roman" w:hAnsi="Times New Roman"/>
      <w:sz w:val="18"/>
      <w:vertAlign w:val="superscript"/>
    </w:rPr>
  </w:style>
  <w:style w:type="character" w:styleId="FootnoteReference">
    <w:name w:val="footnote reference"/>
    <w:aliases w:val="4_G"/>
    <w:basedOn w:val="DefaultParagraphFont"/>
    <w:qFormat/>
    <w:rsid w:val="000272B3"/>
    <w:rPr>
      <w:rFonts w:ascii="Times New Roman" w:hAnsi="Times New Roman"/>
      <w:sz w:val="18"/>
      <w:vertAlign w:val="superscript"/>
    </w:rPr>
  </w:style>
  <w:style w:type="character" w:styleId="PageNumber">
    <w:name w:val="page number"/>
    <w:aliases w:val="7_G"/>
    <w:basedOn w:val="DefaultParagraphFont"/>
    <w:qFormat/>
    <w:rsid w:val="000272B3"/>
    <w:rPr>
      <w:rFonts w:ascii="Times New Roman" w:hAnsi="Times New Roman"/>
      <w:b/>
      <w:sz w:val="18"/>
    </w:rPr>
  </w:style>
  <w:style w:type="paragraph" w:customStyle="1" w:styleId="XLargeG">
    <w:name w:val="__XLarge_G"/>
    <w:basedOn w:val="Normal"/>
    <w:next w:val="Normal"/>
    <w:rsid w:val="000272B3"/>
    <w:pPr>
      <w:keepNext/>
      <w:keepLines/>
      <w:spacing w:before="240" w:after="240" w:line="420" w:lineRule="exact"/>
      <w:ind w:left="1134" w:right="1134"/>
    </w:pPr>
    <w:rPr>
      <w:b/>
      <w:sz w:val="40"/>
    </w:rPr>
  </w:style>
  <w:style w:type="paragraph" w:customStyle="1" w:styleId="Bullet1G">
    <w:name w:val="_Bullet 1_G"/>
    <w:basedOn w:val="Normal"/>
    <w:qFormat/>
    <w:rsid w:val="000272B3"/>
    <w:pPr>
      <w:numPr>
        <w:numId w:val="1"/>
      </w:numPr>
      <w:spacing w:after="120"/>
      <w:ind w:right="1134"/>
      <w:jc w:val="both"/>
    </w:pPr>
  </w:style>
  <w:style w:type="paragraph" w:styleId="Footer">
    <w:name w:val="footer"/>
    <w:aliases w:val="3_G"/>
    <w:basedOn w:val="Normal"/>
    <w:qFormat/>
    <w:rsid w:val="000272B3"/>
    <w:pPr>
      <w:spacing w:line="240" w:lineRule="auto"/>
    </w:pPr>
    <w:rPr>
      <w:sz w:val="16"/>
    </w:rPr>
  </w:style>
  <w:style w:type="paragraph" w:customStyle="1" w:styleId="Bullet2G">
    <w:name w:val="_Bullet 2_G"/>
    <w:basedOn w:val="Normal"/>
    <w:qFormat/>
    <w:rsid w:val="000272B3"/>
    <w:pPr>
      <w:numPr>
        <w:numId w:val="2"/>
      </w:numPr>
      <w:spacing w:after="120"/>
      <w:ind w:right="1134"/>
      <w:jc w:val="both"/>
    </w:pPr>
  </w:style>
  <w:style w:type="paragraph" w:customStyle="1" w:styleId="H1G">
    <w:name w:val="_ H_1_G"/>
    <w:basedOn w:val="Normal"/>
    <w:next w:val="Normal"/>
    <w:qFormat/>
    <w:rsid w:val="000272B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272B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0272B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272B3"/>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FC33E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C33EC"/>
    <w:rPr>
      <w:rFonts w:ascii="Tahoma" w:hAnsi="Tahoma" w:cs="Tahoma"/>
      <w:sz w:val="16"/>
      <w:szCs w:val="16"/>
      <w:lang w:val="en-GB" w:eastAsia="en-US"/>
    </w:rPr>
  </w:style>
  <w:style w:type="paragraph" w:customStyle="1" w:styleId="ParNoG">
    <w:name w:val="_ParNo_G"/>
    <w:basedOn w:val="SingleTxtG"/>
    <w:qFormat/>
    <w:rsid w:val="0086779C"/>
    <w:pPr>
      <w:numPr>
        <w:numId w:val="4"/>
      </w:numPr>
      <w:kinsoku w:val="0"/>
      <w:overflowPunct w:val="0"/>
      <w:autoSpaceDE w:val="0"/>
      <w:autoSpaceDN w:val="0"/>
      <w:adjustRightInd w:val="0"/>
      <w:snapToGrid w:val="0"/>
    </w:pPr>
  </w:style>
  <w:style w:type="character" w:customStyle="1" w:styleId="SingleTxtGChar">
    <w:name w:val="_ Single Txt_G Char"/>
    <w:link w:val="SingleTxtG"/>
    <w:locked/>
    <w:rsid w:val="00D1056F"/>
    <w:rPr>
      <w:lang w:val="en-GB" w:eastAsia="en-US"/>
    </w:rPr>
  </w:style>
  <w:style w:type="character" w:customStyle="1" w:styleId="sessionsubtitle">
    <w:name w:val="sessionsubtitle"/>
    <w:rsid w:val="00D1056F"/>
  </w:style>
  <w:style w:type="character" w:customStyle="1" w:styleId="eop">
    <w:name w:val="eop"/>
    <w:basedOn w:val="DefaultParagraphFont"/>
    <w:rsid w:val="00440C02"/>
  </w:style>
  <w:style w:type="character" w:styleId="CommentReference">
    <w:name w:val="annotation reference"/>
    <w:basedOn w:val="DefaultParagraphFont"/>
    <w:semiHidden/>
    <w:unhideWhenUsed/>
    <w:rsid w:val="00330839"/>
    <w:rPr>
      <w:sz w:val="18"/>
      <w:szCs w:val="18"/>
    </w:rPr>
  </w:style>
  <w:style w:type="paragraph" w:styleId="CommentText">
    <w:name w:val="annotation text"/>
    <w:basedOn w:val="Normal"/>
    <w:link w:val="CommentTextChar"/>
    <w:semiHidden/>
    <w:unhideWhenUsed/>
    <w:rsid w:val="00330839"/>
    <w:pPr>
      <w:spacing w:line="240" w:lineRule="auto"/>
    </w:pPr>
    <w:rPr>
      <w:sz w:val="24"/>
      <w:szCs w:val="24"/>
    </w:rPr>
  </w:style>
  <w:style w:type="character" w:customStyle="1" w:styleId="CommentTextChar">
    <w:name w:val="Comment Text Char"/>
    <w:basedOn w:val="DefaultParagraphFont"/>
    <w:link w:val="CommentText"/>
    <w:semiHidden/>
    <w:rsid w:val="00330839"/>
    <w:rPr>
      <w:sz w:val="24"/>
      <w:szCs w:val="24"/>
      <w:lang w:val="en-GB" w:eastAsia="en-US"/>
    </w:rPr>
  </w:style>
  <w:style w:type="paragraph" w:styleId="CommentSubject">
    <w:name w:val="annotation subject"/>
    <w:basedOn w:val="CommentText"/>
    <w:next w:val="CommentText"/>
    <w:link w:val="CommentSubjectChar"/>
    <w:semiHidden/>
    <w:unhideWhenUsed/>
    <w:rsid w:val="00330839"/>
    <w:rPr>
      <w:b/>
      <w:bCs/>
      <w:sz w:val="20"/>
      <w:szCs w:val="20"/>
    </w:rPr>
  </w:style>
  <w:style w:type="character" w:customStyle="1" w:styleId="CommentSubjectChar">
    <w:name w:val="Comment Subject Char"/>
    <w:basedOn w:val="CommentTextChar"/>
    <w:link w:val="CommentSubject"/>
    <w:semiHidden/>
    <w:rsid w:val="00330839"/>
    <w:rPr>
      <w:b/>
      <w:bCs/>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qFormat="1"/>
    <w:lsdException w:name="annotation text" w:unhideWhenUsed="1"/>
    <w:lsdException w:name="header" w:unhideWhenUsed="1" w:qFormat="1"/>
    <w:lsdException w:name="footer" w:unhideWhenUsed="1" w:qFormat="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qFormat="1"/>
    <w:lsdException w:name="annotation reference" w:unhideWhenUsed="1"/>
    <w:lsdException w:name="line number" w:unhideWhenUsed="1"/>
    <w:lsdException w:name="page number" w:unhideWhenUsed="1" w:qFormat="1"/>
    <w:lsdException w:name="endnote reference" w:unhideWhenUsed="1" w:qFormat="1"/>
    <w:lsdException w:name="endnote text" w:unhideWhenUsed="1" w:qFormat="1"/>
    <w:lsdException w:name="table of authorities" w:unhideWhenUsed="1"/>
    <w:lsdException w:name="macro" w:unhideWhenUsed="1"/>
    <w:lsdException w:name="toa heading" w:unhideWhenUsed="1"/>
    <w:lsdException w:name="List Bullet" w:unhideWhenUsed="1"/>
    <w:lsdException w:name="List Number" w:unhideWhenUsed="1"/>
    <w:lsdException w:name="List Number 5" w:unhideWhenUsed="1"/>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Hyperlink" w:unhideWhenUsed="1"/>
    <w:lsdException w:name="FollowedHyperlink" w:unhideWhenUsed="1"/>
    <w:lsdException w:name="Strong" w:qFormat="1"/>
    <w:lsdException w:name="Emphasis"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unhideWhenUsed="1"/>
    <w:lsdException w:name="TOC Heading" w:uiPriority="39" w:unhideWhenUsed="1" w:qFormat="1"/>
  </w:latentStyles>
  <w:style w:type="paragraph" w:default="1" w:styleId="Normal">
    <w:name w:val="Normal"/>
    <w:qFormat/>
    <w:rsid w:val="00FC33EC"/>
    <w:pPr>
      <w:suppressAutoHyphens/>
      <w:spacing w:line="240" w:lineRule="atLeast"/>
    </w:pPr>
    <w:rPr>
      <w:lang w:val="en-GB" w:eastAsia="en-US"/>
    </w:rPr>
  </w:style>
  <w:style w:type="paragraph" w:styleId="Heading1">
    <w:name w:val="heading 1"/>
    <w:aliases w:val="Table_G"/>
    <w:basedOn w:val="SingleTxtG"/>
    <w:next w:val="SingleTxtG"/>
    <w:qFormat/>
    <w:rsid w:val="000272B3"/>
    <w:pPr>
      <w:spacing w:after="0" w:line="240" w:lineRule="auto"/>
      <w:ind w:right="0"/>
      <w:jc w:val="left"/>
      <w:outlineLvl w:val="0"/>
    </w:pPr>
  </w:style>
  <w:style w:type="paragraph" w:styleId="Heading2">
    <w:name w:val="heading 2"/>
    <w:basedOn w:val="Normal"/>
    <w:next w:val="Normal"/>
    <w:semiHidden/>
    <w:qFormat/>
    <w:rsid w:val="000272B3"/>
    <w:pPr>
      <w:spacing w:line="240" w:lineRule="auto"/>
      <w:outlineLvl w:val="1"/>
    </w:pPr>
  </w:style>
  <w:style w:type="paragraph" w:styleId="Heading3">
    <w:name w:val="heading 3"/>
    <w:basedOn w:val="Normal"/>
    <w:next w:val="Normal"/>
    <w:semiHidden/>
    <w:qFormat/>
    <w:rsid w:val="000272B3"/>
    <w:pPr>
      <w:spacing w:line="240" w:lineRule="auto"/>
      <w:outlineLvl w:val="2"/>
    </w:pPr>
  </w:style>
  <w:style w:type="paragraph" w:styleId="Heading4">
    <w:name w:val="heading 4"/>
    <w:basedOn w:val="Normal"/>
    <w:next w:val="Normal"/>
    <w:semiHidden/>
    <w:qFormat/>
    <w:rsid w:val="000272B3"/>
    <w:pPr>
      <w:spacing w:line="240" w:lineRule="auto"/>
      <w:outlineLvl w:val="3"/>
    </w:pPr>
  </w:style>
  <w:style w:type="paragraph" w:styleId="Heading5">
    <w:name w:val="heading 5"/>
    <w:basedOn w:val="Normal"/>
    <w:next w:val="Normal"/>
    <w:semiHidden/>
    <w:qFormat/>
    <w:rsid w:val="000272B3"/>
    <w:pPr>
      <w:spacing w:line="240" w:lineRule="auto"/>
      <w:outlineLvl w:val="4"/>
    </w:pPr>
  </w:style>
  <w:style w:type="paragraph" w:styleId="Heading6">
    <w:name w:val="heading 6"/>
    <w:basedOn w:val="Normal"/>
    <w:next w:val="Normal"/>
    <w:semiHidden/>
    <w:qFormat/>
    <w:rsid w:val="000272B3"/>
    <w:pPr>
      <w:spacing w:line="240" w:lineRule="auto"/>
      <w:outlineLvl w:val="5"/>
    </w:pPr>
  </w:style>
  <w:style w:type="paragraph" w:styleId="Heading7">
    <w:name w:val="heading 7"/>
    <w:basedOn w:val="Normal"/>
    <w:next w:val="Normal"/>
    <w:semiHidden/>
    <w:qFormat/>
    <w:rsid w:val="000272B3"/>
    <w:pPr>
      <w:spacing w:line="240" w:lineRule="auto"/>
      <w:outlineLvl w:val="6"/>
    </w:pPr>
  </w:style>
  <w:style w:type="paragraph" w:styleId="Heading8">
    <w:name w:val="heading 8"/>
    <w:basedOn w:val="Normal"/>
    <w:next w:val="Normal"/>
    <w:semiHidden/>
    <w:qFormat/>
    <w:rsid w:val="000272B3"/>
    <w:pPr>
      <w:spacing w:line="240" w:lineRule="auto"/>
      <w:outlineLvl w:val="7"/>
    </w:pPr>
  </w:style>
  <w:style w:type="paragraph" w:styleId="Heading9">
    <w:name w:val="heading 9"/>
    <w:basedOn w:val="Normal"/>
    <w:next w:val="Normal"/>
    <w:semiHidden/>
    <w:qFormat/>
    <w:rsid w:val="000272B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0272B3"/>
    <w:pPr>
      <w:spacing w:after="120"/>
      <w:ind w:left="1134" w:right="1134"/>
      <w:jc w:val="both"/>
    </w:pPr>
  </w:style>
  <w:style w:type="paragraph" w:customStyle="1" w:styleId="HMG">
    <w:name w:val="_ H __M_G"/>
    <w:basedOn w:val="Normal"/>
    <w:next w:val="Normal"/>
    <w:qFormat/>
    <w:rsid w:val="000272B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0272B3"/>
    <w:pPr>
      <w:keepNext/>
      <w:keepLines/>
      <w:tabs>
        <w:tab w:val="right" w:pos="851"/>
      </w:tabs>
      <w:spacing w:before="360" w:after="240" w:line="300" w:lineRule="exact"/>
      <w:ind w:left="1134" w:right="1134" w:hanging="1134"/>
    </w:pPr>
    <w:rPr>
      <w:b/>
      <w:sz w:val="28"/>
    </w:rPr>
  </w:style>
  <w:style w:type="paragraph" w:styleId="Header">
    <w:name w:val="header"/>
    <w:aliases w:val="6_G"/>
    <w:basedOn w:val="Normal"/>
    <w:qFormat/>
    <w:rsid w:val="000272B3"/>
    <w:pPr>
      <w:pBdr>
        <w:bottom w:val="single" w:sz="4" w:space="4" w:color="auto"/>
      </w:pBdr>
      <w:spacing w:line="240" w:lineRule="auto"/>
    </w:pPr>
    <w:rPr>
      <w:b/>
      <w:sz w:val="18"/>
    </w:rPr>
  </w:style>
  <w:style w:type="table" w:styleId="TableGrid">
    <w:name w:val="Table Grid"/>
    <w:basedOn w:val="TableNormal"/>
    <w:semiHidden/>
    <w:rsid w:val="000272B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0272B3"/>
    <w:rPr>
      <w:color w:val="auto"/>
      <w:u w:val="none"/>
    </w:rPr>
  </w:style>
  <w:style w:type="character" w:styleId="FollowedHyperlink">
    <w:name w:val="FollowedHyperlink"/>
    <w:basedOn w:val="DefaultParagraphFont"/>
    <w:semiHidden/>
    <w:rsid w:val="000272B3"/>
    <w:rPr>
      <w:color w:val="auto"/>
      <w:u w:val="none"/>
    </w:rPr>
  </w:style>
  <w:style w:type="paragraph" w:styleId="FootnoteText">
    <w:name w:val="footnote text"/>
    <w:aliases w:val="5_G"/>
    <w:basedOn w:val="Normal"/>
    <w:qFormat/>
    <w:rsid w:val="000272B3"/>
    <w:pPr>
      <w:tabs>
        <w:tab w:val="right" w:pos="1021"/>
      </w:tabs>
      <w:spacing w:line="220" w:lineRule="exact"/>
      <w:ind w:left="1134" w:right="1134" w:hanging="1134"/>
    </w:pPr>
    <w:rPr>
      <w:sz w:val="18"/>
    </w:rPr>
  </w:style>
  <w:style w:type="paragraph" w:styleId="EndnoteText">
    <w:name w:val="endnote text"/>
    <w:aliases w:val="2_G"/>
    <w:basedOn w:val="FootnoteText"/>
    <w:qFormat/>
    <w:rsid w:val="000272B3"/>
  </w:style>
  <w:style w:type="paragraph" w:customStyle="1" w:styleId="SMG">
    <w:name w:val="__S_M_G"/>
    <w:basedOn w:val="Normal"/>
    <w:next w:val="Normal"/>
    <w:rsid w:val="000272B3"/>
    <w:pPr>
      <w:keepNext/>
      <w:keepLines/>
      <w:spacing w:before="240" w:after="240" w:line="420" w:lineRule="exact"/>
      <w:ind w:left="1134" w:right="1134"/>
    </w:pPr>
    <w:rPr>
      <w:b/>
      <w:sz w:val="40"/>
    </w:rPr>
  </w:style>
  <w:style w:type="paragraph" w:customStyle="1" w:styleId="SLG">
    <w:name w:val="__S_L_G"/>
    <w:basedOn w:val="Normal"/>
    <w:next w:val="Normal"/>
    <w:rsid w:val="000272B3"/>
    <w:pPr>
      <w:keepNext/>
      <w:keepLines/>
      <w:spacing w:before="240" w:after="240" w:line="580" w:lineRule="exact"/>
      <w:ind w:left="1134" w:right="1134"/>
    </w:pPr>
    <w:rPr>
      <w:b/>
      <w:sz w:val="56"/>
    </w:rPr>
  </w:style>
  <w:style w:type="paragraph" w:customStyle="1" w:styleId="SSG">
    <w:name w:val="__S_S_G"/>
    <w:basedOn w:val="Normal"/>
    <w:next w:val="Normal"/>
    <w:rsid w:val="000272B3"/>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0272B3"/>
    <w:rPr>
      <w:rFonts w:ascii="Times New Roman" w:hAnsi="Times New Roman"/>
      <w:sz w:val="18"/>
      <w:vertAlign w:val="superscript"/>
    </w:rPr>
  </w:style>
  <w:style w:type="character" w:styleId="FootnoteReference">
    <w:name w:val="footnote reference"/>
    <w:aliases w:val="4_G"/>
    <w:basedOn w:val="DefaultParagraphFont"/>
    <w:qFormat/>
    <w:rsid w:val="000272B3"/>
    <w:rPr>
      <w:rFonts w:ascii="Times New Roman" w:hAnsi="Times New Roman"/>
      <w:sz w:val="18"/>
      <w:vertAlign w:val="superscript"/>
    </w:rPr>
  </w:style>
  <w:style w:type="character" w:styleId="PageNumber">
    <w:name w:val="page number"/>
    <w:aliases w:val="7_G"/>
    <w:basedOn w:val="DefaultParagraphFont"/>
    <w:qFormat/>
    <w:rsid w:val="000272B3"/>
    <w:rPr>
      <w:rFonts w:ascii="Times New Roman" w:hAnsi="Times New Roman"/>
      <w:b/>
      <w:sz w:val="18"/>
    </w:rPr>
  </w:style>
  <w:style w:type="paragraph" w:customStyle="1" w:styleId="XLargeG">
    <w:name w:val="__XLarge_G"/>
    <w:basedOn w:val="Normal"/>
    <w:next w:val="Normal"/>
    <w:rsid w:val="000272B3"/>
    <w:pPr>
      <w:keepNext/>
      <w:keepLines/>
      <w:spacing w:before="240" w:after="240" w:line="420" w:lineRule="exact"/>
      <w:ind w:left="1134" w:right="1134"/>
    </w:pPr>
    <w:rPr>
      <w:b/>
      <w:sz w:val="40"/>
    </w:rPr>
  </w:style>
  <w:style w:type="paragraph" w:customStyle="1" w:styleId="Bullet1G">
    <w:name w:val="_Bullet 1_G"/>
    <w:basedOn w:val="Normal"/>
    <w:qFormat/>
    <w:rsid w:val="000272B3"/>
    <w:pPr>
      <w:numPr>
        <w:numId w:val="1"/>
      </w:numPr>
      <w:spacing w:after="120"/>
      <w:ind w:right="1134"/>
      <w:jc w:val="both"/>
    </w:pPr>
  </w:style>
  <w:style w:type="paragraph" w:styleId="Footer">
    <w:name w:val="footer"/>
    <w:aliases w:val="3_G"/>
    <w:basedOn w:val="Normal"/>
    <w:qFormat/>
    <w:rsid w:val="000272B3"/>
    <w:pPr>
      <w:spacing w:line="240" w:lineRule="auto"/>
    </w:pPr>
    <w:rPr>
      <w:sz w:val="16"/>
    </w:rPr>
  </w:style>
  <w:style w:type="paragraph" w:customStyle="1" w:styleId="Bullet2G">
    <w:name w:val="_Bullet 2_G"/>
    <w:basedOn w:val="Normal"/>
    <w:qFormat/>
    <w:rsid w:val="000272B3"/>
    <w:pPr>
      <w:numPr>
        <w:numId w:val="2"/>
      </w:numPr>
      <w:spacing w:after="120"/>
      <w:ind w:right="1134"/>
      <w:jc w:val="both"/>
    </w:pPr>
  </w:style>
  <w:style w:type="paragraph" w:customStyle="1" w:styleId="H1G">
    <w:name w:val="_ H_1_G"/>
    <w:basedOn w:val="Normal"/>
    <w:next w:val="Normal"/>
    <w:qFormat/>
    <w:rsid w:val="000272B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272B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0272B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272B3"/>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FC33E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C33EC"/>
    <w:rPr>
      <w:rFonts w:ascii="Tahoma" w:hAnsi="Tahoma" w:cs="Tahoma"/>
      <w:sz w:val="16"/>
      <w:szCs w:val="16"/>
      <w:lang w:val="en-GB" w:eastAsia="en-US"/>
    </w:rPr>
  </w:style>
  <w:style w:type="paragraph" w:customStyle="1" w:styleId="ParNoG">
    <w:name w:val="_ParNo_G"/>
    <w:basedOn w:val="SingleTxtG"/>
    <w:qFormat/>
    <w:rsid w:val="0086779C"/>
    <w:pPr>
      <w:numPr>
        <w:numId w:val="4"/>
      </w:numPr>
      <w:kinsoku w:val="0"/>
      <w:overflowPunct w:val="0"/>
      <w:autoSpaceDE w:val="0"/>
      <w:autoSpaceDN w:val="0"/>
      <w:adjustRightInd w:val="0"/>
      <w:snapToGrid w:val="0"/>
    </w:pPr>
  </w:style>
  <w:style w:type="character" w:customStyle="1" w:styleId="SingleTxtGChar">
    <w:name w:val="_ Single Txt_G Char"/>
    <w:link w:val="SingleTxtG"/>
    <w:locked/>
    <w:rsid w:val="00D1056F"/>
    <w:rPr>
      <w:lang w:val="en-GB" w:eastAsia="en-US"/>
    </w:rPr>
  </w:style>
  <w:style w:type="character" w:customStyle="1" w:styleId="sessionsubtitle">
    <w:name w:val="sessionsubtitle"/>
    <w:rsid w:val="00D1056F"/>
  </w:style>
  <w:style w:type="character" w:customStyle="1" w:styleId="eop">
    <w:name w:val="eop"/>
    <w:basedOn w:val="DefaultParagraphFont"/>
    <w:rsid w:val="00440C02"/>
  </w:style>
  <w:style w:type="character" w:styleId="CommentReference">
    <w:name w:val="annotation reference"/>
    <w:basedOn w:val="DefaultParagraphFont"/>
    <w:semiHidden/>
    <w:unhideWhenUsed/>
    <w:rsid w:val="00330839"/>
    <w:rPr>
      <w:sz w:val="18"/>
      <w:szCs w:val="18"/>
    </w:rPr>
  </w:style>
  <w:style w:type="paragraph" w:styleId="CommentText">
    <w:name w:val="annotation text"/>
    <w:basedOn w:val="Normal"/>
    <w:link w:val="CommentTextChar"/>
    <w:semiHidden/>
    <w:unhideWhenUsed/>
    <w:rsid w:val="00330839"/>
    <w:pPr>
      <w:spacing w:line="240" w:lineRule="auto"/>
    </w:pPr>
    <w:rPr>
      <w:sz w:val="24"/>
      <w:szCs w:val="24"/>
    </w:rPr>
  </w:style>
  <w:style w:type="character" w:customStyle="1" w:styleId="CommentTextChar">
    <w:name w:val="Comment Text Char"/>
    <w:basedOn w:val="DefaultParagraphFont"/>
    <w:link w:val="CommentText"/>
    <w:semiHidden/>
    <w:rsid w:val="00330839"/>
    <w:rPr>
      <w:sz w:val="24"/>
      <w:szCs w:val="24"/>
      <w:lang w:val="en-GB" w:eastAsia="en-US"/>
    </w:rPr>
  </w:style>
  <w:style w:type="paragraph" w:styleId="CommentSubject">
    <w:name w:val="annotation subject"/>
    <w:basedOn w:val="CommentText"/>
    <w:next w:val="CommentText"/>
    <w:link w:val="CommentSubjectChar"/>
    <w:semiHidden/>
    <w:unhideWhenUsed/>
    <w:rsid w:val="00330839"/>
    <w:rPr>
      <w:b/>
      <w:bCs/>
      <w:sz w:val="20"/>
      <w:szCs w:val="20"/>
    </w:rPr>
  </w:style>
  <w:style w:type="character" w:customStyle="1" w:styleId="CommentSubjectChar">
    <w:name w:val="Comment Subject Char"/>
    <w:basedOn w:val="CommentTextChar"/>
    <w:link w:val="CommentSubject"/>
    <w:semiHidden/>
    <w:rsid w:val="00330839"/>
    <w:rPr>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footer" Target="footer1.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CPR\CCPR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4DC6E63E0E4C40BB58A92BBDBC479C" ma:contentTypeVersion="0" ma:contentTypeDescription="Create a new document." ma:contentTypeScope="" ma:versionID="b0a7ec33df2057392694119ebc3b6e3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E0C9F3-F87B-4059-B273-B7A0AD25A591}"/>
</file>

<file path=customXml/itemProps2.xml><?xml version="1.0" encoding="utf-8"?>
<ds:datastoreItem xmlns:ds="http://schemas.openxmlformats.org/officeDocument/2006/customXml" ds:itemID="{4151DCFC-E067-4832-A5E4-AAD12CB2FDE5}"/>
</file>

<file path=customXml/itemProps3.xml><?xml version="1.0" encoding="utf-8"?>
<ds:datastoreItem xmlns:ds="http://schemas.openxmlformats.org/officeDocument/2006/customXml" ds:itemID="{DE84175C-6581-4709-ADA5-B8A0B314F047}"/>
</file>

<file path=customXml/itemProps4.xml><?xml version="1.0" encoding="utf-8"?>
<ds:datastoreItem xmlns:ds="http://schemas.openxmlformats.org/officeDocument/2006/customXml" ds:itemID="{4683C3D6-BFD7-4AD3-AB84-5C087D331163}"/>
</file>

<file path=docProps/app.xml><?xml version="1.0" encoding="utf-8"?>
<Properties xmlns="http://schemas.openxmlformats.org/officeDocument/2006/extended-properties" xmlns:vt="http://schemas.openxmlformats.org/officeDocument/2006/docPropsVTypes">
  <Template>CCPR_E.dotm</Template>
  <TotalTime>2</TotalTime>
  <Pages>10</Pages>
  <Words>5065</Words>
  <Characters>28874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CCPR/C/LIE/CO/R.2</vt:lpstr>
    </vt:vector>
  </TitlesOfParts>
  <Company>CSD</Company>
  <LinksUpToDate>false</LinksUpToDate>
  <CharactersWithSpaces>33872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CCPR/C/LIE/CO/R.2</dc:title>
  <dc:creator>Thodiyil Sindu</dc:creator>
  <cp:lastModifiedBy>Thodiyil Sindu</cp:lastModifiedBy>
  <cp:revision>4</cp:revision>
  <cp:lastPrinted>2008-01-29T11:04:00Z</cp:lastPrinted>
  <dcterms:created xsi:type="dcterms:W3CDTF">2017-07-26T13:28:00Z</dcterms:created>
  <dcterms:modified xsi:type="dcterms:W3CDTF">2017-07-26T13:42:00Z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0x010100D94DC6E63E0E4C40BB58A92BBDBC479C</vt:lpwstr>
  </property>
</Properties>
</file>